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tblLook w:val="00A0"/>
      </w:tblPr>
      <w:tblGrid>
        <w:gridCol w:w="5495"/>
        <w:gridCol w:w="4395"/>
      </w:tblGrid>
      <w:tr w:rsidR="00CB4A4E" w:rsidRPr="0001694E" w:rsidTr="0001694E">
        <w:trPr>
          <w:trHeight w:val="2977"/>
        </w:trPr>
        <w:tc>
          <w:tcPr>
            <w:tcW w:w="5495" w:type="dxa"/>
          </w:tcPr>
          <w:p w:rsidR="00CB4A4E" w:rsidRPr="0001694E" w:rsidRDefault="00CB4A4E" w:rsidP="00D167E4">
            <w:pPr>
              <w:pStyle w:val="a1"/>
            </w:pPr>
          </w:p>
        </w:tc>
        <w:tc>
          <w:tcPr>
            <w:tcW w:w="4395" w:type="dxa"/>
          </w:tcPr>
          <w:p w:rsidR="00CB4A4E" w:rsidRPr="0001694E" w:rsidRDefault="00CB4A4E" w:rsidP="0001694E">
            <w:pPr>
              <w:spacing w:line="240" w:lineRule="auto"/>
              <w:ind w:firstLine="34"/>
              <w:jc w:val="left"/>
              <w:rPr>
                <w:szCs w:val="28"/>
              </w:rPr>
            </w:pPr>
            <w:r w:rsidRPr="0001694E">
              <w:rPr>
                <w:szCs w:val="28"/>
              </w:rPr>
              <w:t>Утверждена</w:t>
            </w:r>
          </w:p>
          <w:p w:rsidR="00CB4A4E" w:rsidRPr="0001694E" w:rsidRDefault="00CB4A4E" w:rsidP="0001694E">
            <w:pPr>
              <w:spacing w:line="240" w:lineRule="auto"/>
              <w:ind w:firstLine="34"/>
              <w:jc w:val="left"/>
              <w:rPr>
                <w:szCs w:val="28"/>
              </w:rPr>
            </w:pPr>
            <w:r w:rsidRPr="0001694E">
              <w:rPr>
                <w:szCs w:val="28"/>
              </w:rPr>
              <w:t>Постановлениемадминистрации Аршаньзельменского сельского муниципального образования Республики Калмыкия</w:t>
            </w:r>
          </w:p>
          <w:p w:rsidR="00CB4A4E" w:rsidRPr="0001694E" w:rsidRDefault="00CB4A4E" w:rsidP="0001694E">
            <w:pPr>
              <w:spacing w:line="240" w:lineRule="auto"/>
              <w:ind w:firstLine="34"/>
              <w:rPr>
                <w:szCs w:val="28"/>
                <w:lang w:eastAsia="ru-RU"/>
              </w:rPr>
            </w:pPr>
          </w:p>
          <w:p w:rsidR="00CB4A4E" w:rsidRPr="0001694E" w:rsidRDefault="00CB4A4E" w:rsidP="0001694E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01694E">
              <w:rPr>
                <w:sz w:val="26"/>
                <w:szCs w:val="26"/>
              </w:rPr>
              <w:t>_________________Мучкаева С.М.</w:t>
            </w:r>
          </w:p>
          <w:p w:rsidR="00CB4A4E" w:rsidRPr="0001694E" w:rsidRDefault="00CB4A4E" w:rsidP="0001694E">
            <w:pPr>
              <w:spacing w:line="240" w:lineRule="auto"/>
              <w:ind w:firstLine="34"/>
              <w:rPr>
                <w:sz w:val="26"/>
                <w:szCs w:val="26"/>
                <w:highlight w:val="yellow"/>
              </w:rPr>
            </w:pPr>
            <w:r w:rsidRPr="0001694E">
              <w:rPr>
                <w:sz w:val="26"/>
                <w:szCs w:val="26"/>
              </w:rPr>
              <w:t xml:space="preserve">№____ от «____» __________2014 г.    </w:t>
            </w:r>
          </w:p>
        </w:tc>
      </w:tr>
    </w:tbl>
    <w:p w:rsidR="00CB4A4E" w:rsidRPr="001C06F5" w:rsidRDefault="00CB4A4E" w:rsidP="008A4059">
      <w:pPr>
        <w:pStyle w:val="NormalWeb"/>
        <w:spacing w:line="360" w:lineRule="auto"/>
        <w:rPr>
          <w:sz w:val="28"/>
          <w:szCs w:val="28"/>
          <w:highlight w:val="yellow"/>
        </w:rPr>
      </w:pPr>
    </w:p>
    <w:p w:rsidR="00CB4A4E" w:rsidRPr="001C06F5" w:rsidRDefault="00CB4A4E" w:rsidP="008A4059">
      <w:pPr>
        <w:pStyle w:val="NormalWeb"/>
        <w:spacing w:line="360" w:lineRule="auto"/>
        <w:rPr>
          <w:sz w:val="28"/>
          <w:szCs w:val="28"/>
          <w:highlight w:val="yellow"/>
        </w:rPr>
      </w:pPr>
    </w:p>
    <w:p w:rsidR="00CB4A4E" w:rsidRPr="001C06F5" w:rsidRDefault="00CB4A4E" w:rsidP="008A4059">
      <w:pPr>
        <w:pStyle w:val="BodyTextIndent"/>
        <w:tabs>
          <w:tab w:val="right" w:pos="9360"/>
        </w:tabs>
        <w:spacing w:line="360" w:lineRule="auto"/>
        <w:ind w:firstLine="0"/>
        <w:jc w:val="center"/>
        <w:rPr>
          <w:b/>
          <w:sz w:val="32"/>
          <w:szCs w:val="32"/>
        </w:rPr>
      </w:pPr>
      <w:r w:rsidRPr="001C06F5">
        <w:rPr>
          <w:b/>
          <w:sz w:val="32"/>
          <w:szCs w:val="32"/>
        </w:rPr>
        <w:t>СХЕМА</w:t>
      </w:r>
    </w:p>
    <w:p w:rsidR="00CB4A4E" w:rsidRPr="001C06F5" w:rsidRDefault="00CB4A4E" w:rsidP="008A4059">
      <w:pPr>
        <w:pStyle w:val="BodyTextIndent"/>
        <w:tabs>
          <w:tab w:val="right" w:pos="9360"/>
        </w:tabs>
        <w:spacing w:line="360" w:lineRule="auto"/>
        <w:ind w:firstLine="0"/>
        <w:jc w:val="center"/>
        <w:rPr>
          <w:b/>
          <w:sz w:val="32"/>
          <w:szCs w:val="32"/>
        </w:rPr>
      </w:pPr>
      <w:r w:rsidRPr="001C06F5">
        <w:rPr>
          <w:b/>
          <w:sz w:val="32"/>
          <w:szCs w:val="32"/>
        </w:rPr>
        <w:t xml:space="preserve"> ВОДОСНАБЖЕНИЯ И ВОДООТВЕДЕНИЯ</w:t>
      </w:r>
    </w:p>
    <w:p w:rsidR="00CB4A4E" w:rsidRPr="001C06F5" w:rsidRDefault="00CB4A4E" w:rsidP="001855CB">
      <w:pPr>
        <w:pStyle w:val="BodyTextIndent"/>
        <w:tabs>
          <w:tab w:val="right" w:pos="9360"/>
        </w:tabs>
        <w:spacing w:line="360" w:lineRule="auto"/>
        <w:ind w:firstLine="0"/>
        <w:jc w:val="center"/>
        <w:rPr>
          <w:b/>
          <w:caps/>
          <w:sz w:val="32"/>
          <w:szCs w:val="32"/>
        </w:rPr>
      </w:pPr>
      <w:r w:rsidRPr="001C06F5">
        <w:rPr>
          <w:b/>
          <w:caps/>
          <w:sz w:val="32"/>
          <w:szCs w:val="32"/>
        </w:rPr>
        <w:t>Аршаньзельменскогосельского муниципального образования Республики Калмыкия</w:t>
      </w:r>
    </w:p>
    <w:p w:rsidR="00CB4A4E" w:rsidRPr="001C06F5" w:rsidRDefault="00CB4A4E" w:rsidP="008A4059">
      <w:pPr>
        <w:pStyle w:val="BodyTextIndent"/>
        <w:tabs>
          <w:tab w:val="right" w:pos="9360"/>
        </w:tabs>
        <w:spacing w:line="360" w:lineRule="auto"/>
        <w:ind w:firstLine="0"/>
        <w:rPr>
          <w:b/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tabs>
          <w:tab w:val="right" w:pos="9360"/>
        </w:tabs>
        <w:spacing w:line="360" w:lineRule="auto"/>
        <w:ind w:firstLine="0"/>
        <w:rPr>
          <w:b/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tabs>
          <w:tab w:val="right" w:pos="9360"/>
        </w:tabs>
        <w:spacing w:line="360" w:lineRule="auto"/>
        <w:ind w:firstLine="0"/>
        <w:rPr>
          <w:b/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tabs>
          <w:tab w:val="right" w:pos="9360"/>
        </w:tabs>
        <w:spacing w:line="360" w:lineRule="auto"/>
        <w:ind w:firstLine="0"/>
        <w:rPr>
          <w:b/>
          <w:sz w:val="32"/>
          <w:szCs w:val="32"/>
          <w:highlight w:val="yellow"/>
        </w:rPr>
      </w:pPr>
    </w:p>
    <w:p w:rsidR="00CB4A4E" w:rsidRPr="001C06F5" w:rsidRDefault="00CB4A4E" w:rsidP="00A7539B">
      <w:pPr>
        <w:pStyle w:val="BodyTextIndent"/>
        <w:tabs>
          <w:tab w:val="right" w:pos="9360"/>
        </w:tabs>
        <w:spacing w:line="360" w:lineRule="auto"/>
        <w:ind w:firstLine="0"/>
        <w:jc w:val="center"/>
        <w:rPr>
          <w:b/>
          <w:sz w:val="32"/>
          <w:szCs w:val="32"/>
          <w:highlight w:val="yellow"/>
        </w:rPr>
      </w:pPr>
      <w:r w:rsidRPr="001C06F5">
        <w:rPr>
          <w:b/>
          <w:sz w:val="32"/>
          <w:szCs w:val="32"/>
        </w:rPr>
        <w:t>ПОЯСНИТЕЛЬНАЯ ЗАПИСКА</w:t>
      </w:r>
      <w:r w:rsidRPr="001C06F5">
        <w:rPr>
          <w:b/>
          <w:sz w:val="32"/>
          <w:szCs w:val="32"/>
          <w:highlight w:val="yellow"/>
        </w:rPr>
        <w:br/>
      </w:r>
    </w:p>
    <w:p w:rsidR="00CB4A4E" w:rsidRPr="001C06F5" w:rsidRDefault="00CB4A4E" w:rsidP="009474E6">
      <w:pPr>
        <w:pStyle w:val="BodyTextIndent"/>
        <w:tabs>
          <w:tab w:val="right" w:pos="9360"/>
        </w:tabs>
        <w:ind w:firstLine="0"/>
        <w:rPr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ind w:firstLine="0"/>
        <w:rPr>
          <w:caps/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ind w:firstLine="0"/>
        <w:rPr>
          <w:caps/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ind w:firstLine="0"/>
        <w:rPr>
          <w:caps/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ind w:firstLine="0"/>
        <w:rPr>
          <w:caps/>
          <w:sz w:val="32"/>
          <w:szCs w:val="32"/>
          <w:highlight w:val="yellow"/>
        </w:rPr>
      </w:pPr>
    </w:p>
    <w:p w:rsidR="00CB4A4E" w:rsidRPr="001C06F5" w:rsidRDefault="00CB4A4E" w:rsidP="008A4059">
      <w:pPr>
        <w:pStyle w:val="BodyTextIndent"/>
        <w:ind w:firstLine="0"/>
        <w:rPr>
          <w:caps/>
          <w:sz w:val="32"/>
          <w:szCs w:val="32"/>
          <w:highlight w:val="yellow"/>
        </w:rPr>
      </w:pPr>
    </w:p>
    <w:p w:rsidR="00CB4A4E" w:rsidRPr="001C06F5" w:rsidRDefault="00CB4A4E" w:rsidP="008A4059">
      <w:pPr>
        <w:jc w:val="center"/>
        <w:rPr>
          <w:b/>
          <w:color w:val="000000"/>
          <w:szCs w:val="28"/>
        </w:rPr>
      </w:pPr>
      <w:r w:rsidRPr="001C06F5">
        <w:rPr>
          <w:b/>
          <w:color w:val="000000"/>
          <w:szCs w:val="28"/>
        </w:rPr>
        <w:t>пос. Аршань-Зельмень</w:t>
      </w:r>
    </w:p>
    <w:p w:rsidR="00CB4A4E" w:rsidRPr="001C06F5" w:rsidRDefault="00CB4A4E" w:rsidP="00116A12">
      <w:pPr>
        <w:jc w:val="center"/>
        <w:rPr>
          <w:b/>
          <w:bCs/>
          <w:color w:val="000000"/>
          <w:sz w:val="24"/>
          <w:szCs w:val="24"/>
        </w:rPr>
      </w:pPr>
      <w:r w:rsidRPr="001C06F5">
        <w:rPr>
          <w:b/>
          <w:bCs/>
          <w:color w:val="000000"/>
          <w:sz w:val="24"/>
          <w:szCs w:val="24"/>
        </w:rPr>
        <w:t>2014г.</w:t>
      </w:r>
    </w:p>
    <w:p w:rsidR="00CB4A4E" w:rsidRPr="00225527" w:rsidRDefault="00CB4A4E" w:rsidP="0074152E">
      <w:pPr>
        <w:pStyle w:val="TOCHeading"/>
        <w:rPr>
          <w:b w:val="0"/>
        </w:rPr>
      </w:pPr>
      <w:bookmarkStart w:id="0" w:name="_Toc361734852"/>
      <w:bookmarkStart w:id="1" w:name="_Toc360633074"/>
      <w:bookmarkStart w:id="2" w:name="_Toc360613172"/>
      <w:bookmarkStart w:id="3" w:name="_Toc360612754"/>
      <w:bookmarkStart w:id="4" w:name="_Toc360611479"/>
      <w:r w:rsidRPr="00225527">
        <w:rPr>
          <w:rStyle w:val="Heading1Char"/>
          <w:b/>
        </w:rPr>
        <w:t>Оглавление</w:t>
      </w:r>
    </w:p>
    <w:p w:rsidR="00CB4A4E" w:rsidRPr="001C06F5" w:rsidRDefault="00CB4A4E" w:rsidP="0074152E">
      <w:pPr>
        <w:jc w:val="left"/>
        <w:rPr>
          <w:highlight w:val="yellow"/>
        </w:rPr>
      </w:pPr>
    </w:p>
    <w:p w:rsidR="00CB4A4E" w:rsidRDefault="00CB4A4E">
      <w:pPr>
        <w:pStyle w:val="TOC1"/>
        <w:tabs>
          <w:tab w:val="right" w:leader="dot" w:pos="9344"/>
        </w:tabs>
        <w:rPr>
          <w:rFonts w:ascii="Calibri" w:hAnsi="Calibri"/>
          <w:noProof/>
          <w:sz w:val="22"/>
          <w:lang w:eastAsia="ru-RU"/>
        </w:rPr>
      </w:pPr>
      <w:r w:rsidRPr="001C06F5">
        <w:rPr>
          <w:highlight w:val="yellow"/>
        </w:rPr>
        <w:fldChar w:fldCharType="begin"/>
      </w:r>
      <w:r w:rsidRPr="001C06F5">
        <w:rPr>
          <w:highlight w:val="yellow"/>
        </w:rPr>
        <w:instrText xml:space="preserve"> TOC \o "1-3" \h \z \u </w:instrText>
      </w:r>
      <w:r w:rsidRPr="001C06F5">
        <w:rPr>
          <w:highlight w:val="yellow"/>
        </w:rPr>
        <w:fldChar w:fldCharType="separate"/>
      </w:r>
      <w:hyperlink w:anchor="_Toc405450157" w:history="1">
        <w:r w:rsidRPr="00D713AB">
          <w:rPr>
            <w:rStyle w:val="Hyperlink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1"/>
        <w:tabs>
          <w:tab w:val="right" w:leader="dot" w:pos="9344"/>
        </w:tabs>
        <w:rPr>
          <w:rFonts w:ascii="Calibri" w:hAnsi="Calibri"/>
          <w:noProof/>
          <w:sz w:val="22"/>
          <w:lang w:eastAsia="ru-RU"/>
        </w:rPr>
      </w:pPr>
      <w:hyperlink w:anchor="_Toc405450158" w:history="1">
        <w:r w:rsidRPr="00D713AB">
          <w:rPr>
            <w:rStyle w:val="Hyperlink"/>
            <w:noProof/>
          </w:rPr>
          <w:t>Паспорт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1"/>
        <w:tabs>
          <w:tab w:val="right" w:leader="dot" w:pos="9344"/>
        </w:tabs>
        <w:rPr>
          <w:rFonts w:ascii="Calibri" w:hAnsi="Calibri"/>
          <w:noProof/>
          <w:sz w:val="22"/>
          <w:lang w:eastAsia="ru-RU"/>
        </w:rPr>
      </w:pPr>
      <w:hyperlink w:anchor="_Toc405450159" w:history="1">
        <w:r w:rsidRPr="00D713AB">
          <w:rPr>
            <w:rStyle w:val="Hyperlink"/>
            <w:noProof/>
          </w:rPr>
          <w:t>1 СХЕМА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60" w:history="1">
        <w:r w:rsidRPr="00D713AB">
          <w:rPr>
            <w:rStyle w:val="Hyperlink"/>
            <w:noProof/>
          </w:rPr>
          <w:t>1.1 Характеристика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61" w:history="1">
        <w:r w:rsidRPr="00D713AB">
          <w:rPr>
            <w:rStyle w:val="Hyperlink"/>
            <w:noProof/>
          </w:rPr>
          <w:t>1.2 Технико-экономическое состояние централизованных систем водоснабжения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2" w:history="1">
        <w:r w:rsidRPr="00D713AB">
          <w:rPr>
            <w:rStyle w:val="Hyperlink"/>
            <w:noProof/>
          </w:rPr>
          <w:t>1.2.1 Описание структуры водоснабжения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3" w:history="1">
        <w:r w:rsidRPr="00D713AB">
          <w:rPr>
            <w:rStyle w:val="Hyperlink"/>
            <w:noProof/>
          </w:rPr>
          <w:t>1.2.2 Описание территорий муниципального образования, неохваченных централизованными системами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4" w:history="1">
        <w:r w:rsidRPr="00D713AB">
          <w:rPr>
            <w:rStyle w:val="Hyperlink"/>
            <w:noProof/>
          </w:rPr>
          <w:t>1.2.3 Описание технологических зон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5" w:history="1">
        <w:r w:rsidRPr="00D713AB">
          <w:rPr>
            <w:rStyle w:val="Hyperlink"/>
            <w:noProof/>
          </w:rPr>
          <w:t>1.2.4 Описание состояния существующих источников водоснабжения и водозаборных сооружений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6" w:history="1">
        <w:r w:rsidRPr="00D713AB">
          <w:rPr>
            <w:rStyle w:val="Hyperlink"/>
            <w:noProof/>
          </w:rPr>
          <w:t>1.2.5 Описание существующих сооружений очистки и подготовки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7" w:history="1">
        <w:r w:rsidRPr="00D713AB">
          <w:rPr>
            <w:rStyle w:val="Hyperlink"/>
            <w:noProof/>
          </w:rPr>
          <w:t xml:space="preserve">1.2.6 Описание состояния и функционирования существующих </w:t>
        </w:r>
        <w:r w:rsidRPr="00D713AB">
          <w:rPr>
            <w:rStyle w:val="Hyperlink"/>
            <w:noProof/>
            <w:lang w:eastAsia="ru-RU"/>
          </w:rPr>
          <w:t>насосных станций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8" w:history="1">
        <w:r w:rsidRPr="00D713AB">
          <w:rPr>
            <w:rStyle w:val="Hyperlink"/>
            <w:iCs/>
            <w:noProof/>
          </w:rPr>
          <w:t>1.2.7</w:t>
        </w:r>
        <w:r w:rsidRPr="00D713AB">
          <w:rPr>
            <w:rStyle w:val="Hyperlink"/>
            <w:noProof/>
          </w:rPr>
          <w:t>Описание состояния и функционирования водопроводных сетей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69" w:history="1">
        <w:r w:rsidRPr="00D713AB">
          <w:rPr>
            <w:rStyle w:val="Hyperlink"/>
            <w:noProof/>
          </w:rPr>
          <w:t>1.2.8 Описание существующих технических и технологических проблем в водоснабжении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70" w:history="1">
        <w:r w:rsidRPr="00D713AB">
          <w:rPr>
            <w:rStyle w:val="Hyperlink"/>
            <w:noProof/>
          </w:rPr>
          <w:t>1.3 Баланс водоснабжения и потребления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1" w:history="1">
        <w:r w:rsidRPr="00D713AB">
          <w:rPr>
            <w:rStyle w:val="Hyperlink"/>
            <w:noProof/>
          </w:rPr>
          <w:t>1.3.1 Общий баланс подачи и реализации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2" w:history="1">
        <w:r w:rsidRPr="00D713AB">
          <w:rPr>
            <w:rStyle w:val="Hyperlink"/>
            <w:noProof/>
          </w:rPr>
          <w:t>1.3.2 Территориальный баланс подачи воды по технологическим зонам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3" w:history="1">
        <w:r w:rsidRPr="00D713AB">
          <w:rPr>
            <w:rStyle w:val="Hyperlink"/>
            <w:iCs/>
            <w:noProof/>
          </w:rPr>
          <w:t xml:space="preserve">1.3.3 </w:t>
        </w:r>
        <w:r w:rsidRPr="00D713AB">
          <w:rPr>
            <w:rStyle w:val="Hyperlink"/>
            <w:noProof/>
          </w:rPr>
          <w:t>Структурный водный баланс реализации воды по группам потребителей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4" w:history="1">
        <w:r w:rsidRPr="00D713AB">
          <w:rPr>
            <w:rStyle w:val="Hyperlink"/>
            <w:noProof/>
          </w:rPr>
          <w:t>1.3.4 Сведения о фактическом потреблении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5" w:history="1">
        <w:r w:rsidRPr="00D713AB">
          <w:rPr>
            <w:rStyle w:val="Hyperlink"/>
            <w:noProof/>
          </w:rPr>
          <w:t>1.3.5 Описание системы коммерческого приборного учета воды, отпущенной из сетей абонентам и анализ планов по установке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6" w:history="1">
        <w:r w:rsidRPr="00D713AB">
          <w:rPr>
            <w:rStyle w:val="Hyperlink"/>
            <w:noProof/>
          </w:rPr>
          <w:t>1.3.6 Анализ резервов и дефицитов производственных мощностей системы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7" w:history="1">
        <w:r w:rsidRPr="00D713AB">
          <w:rPr>
            <w:rStyle w:val="Hyperlink"/>
            <w:noProof/>
          </w:rPr>
          <w:t>1.3.7  Прогнозные балансы потребления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8" w:history="1">
        <w:r w:rsidRPr="00D713AB">
          <w:rPr>
            <w:rStyle w:val="Hyperlink"/>
            <w:noProof/>
          </w:rPr>
          <w:t>1.3.8 Оценка расходов воды на водоснабжение по типам абонентов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79" w:history="1">
        <w:r w:rsidRPr="00D713AB">
          <w:rPr>
            <w:rStyle w:val="Hyperlink"/>
            <w:noProof/>
          </w:rPr>
          <w:t>1.3.9 Сведения о фактических и планируемых потерях воды при ее транспортировке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80" w:history="1">
        <w:r w:rsidRPr="00D713AB">
          <w:rPr>
            <w:rStyle w:val="Hyperlink"/>
            <w:noProof/>
          </w:rPr>
          <w:t>1.3.10 Перспективные водные балансы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81" w:history="1">
        <w:r w:rsidRPr="00D713AB">
          <w:rPr>
            <w:rStyle w:val="Hyperlink"/>
            <w:noProof/>
          </w:rPr>
          <w:t>1.3.11 Расчет требуемой мощности водозаборных и очистных сооружений исходя из данных о перспективном потреблении воды и величины неучтенных расходов и потерь воды при ее транспортировке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82" w:history="1">
        <w:r w:rsidRPr="00D713AB">
          <w:rPr>
            <w:rStyle w:val="Hyperlink"/>
            <w:noProof/>
          </w:rPr>
          <w:t>1.4 Предложения по строительству, реконструкции и модернизации объектов системы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83" w:history="1">
        <w:r w:rsidRPr="00D713AB">
          <w:rPr>
            <w:rStyle w:val="Hyperlink"/>
            <w:noProof/>
          </w:rPr>
          <w:t>1.5 Предложения по строительству, реконструкции и модернизации линейных объектов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84" w:history="1">
        <w:r w:rsidRPr="00D713AB">
          <w:rPr>
            <w:rStyle w:val="Hyperlink"/>
            <w:noProof/>
          </w:rPr>
          <w:t>1.6 Экологические аспекты мероприятий по строительству и    реконструкции объектов централизованной системы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85" w:history="1">
        <w:r w:rsidRPr="00D713AB">
          <w:rPr>
            <w:rStyle w:val="Hyperlink"/>
            <w:noProof/>
          </w:rPr>
          <w:t>1.7 Оценка капитальных вложений в новое строительство, реконструкцию и модернизацию объектов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86" w:history="1">
        <w:r w:rsidRPr="00D713AB">
          <w:rPr>
            <w:rStyle w:val="Hyperlink"/>
            <w:noProof/>
          </w:rPr>
          <w:t>1.8 Целевые показатели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87" w:history="1">
        <w:r w:rsidRPr="00D713AB">
          <w:rPr>
            <w:rStyle w:val="Hyperlink"/>
            <w:noProof/>
          </w:rPr>
          <w:t>1.8.1 Показатели качества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88" w:history="1">
        <w:r w:rsidRPr="00D713AB">
          <w:rPr>
            <w:rStyle w:val="Hyperlink"/>
            <w:noProof/>
          </w:rPr>
          <w:t>1.8.2 Тарифы на воду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89" w:history="1">
        <w:r w:rsidRPr="00D713AB">
          <w:rPr>
            <w:rStyle w:val="Hyperlink"/>
            <w:noProof/>
          </w:rPr>
          <w:t>1.8.3 Целевые показатели развития коммунальной инфраструктуры по водоснабжению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90" w:history="1">
        <w:r w:rsidRPr="00D713AB">
          <w:rPr>
            <w:rStyle w:val="Hyperlink"/>
            <w:noProof/>
          </w:rPr>
          <w:t>1.9 Перечень выявленных бесхозяйных объектов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1"/>
        <w:tabs>
          <w:tab w:val="right" w:leader="dot" w:pos="9344"/>
        </w:tabs>
        <w:rPr>
          <w:rFonts w:ascii="Calibri" w:hAnsi="Calibri"/>
          <w:noProof/>
          <w:sz w:val="22"/>
          <w:lang w:eastAsia="ru-RU"/>
        </w:rPr>
      </w:pPr>
      <w:hyperlink w:anchor="_Toc405450191" w:history="1">
        <w:r w:rsidRPr="00D713AB">
          <w:rPr>
            <w:rStyle w:val="Hyperlink"/>
            <w:noProof/>
          </w:rPr>
          <w:t>2  СХЕМА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192" w:history="1">
        <w:r w:rsidRPr="00D713AB">
          <w:rPr>
            <w:rStyle w:val="Hyperlink"/>
            <w:noProof/>
          </w:rPr>
          <w:t>2.1 Существующее положение в сфере водоотведения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93" w:history="1">
        <w:r w:rsidRPr="00D713AB">
          <w:rPr>
            <w:rStyle w:val="Hyperlink"/>
            <w:noProof/>
          </w:rPr>
          <w:t>2.1.1 Описание структуры системы сбора, очистки и отведения сточных вод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94" w:history="1">
        <w:r w:rsidRPr="00D713AB">
          <w:rPr>
            <w:rStyle w:val="Hyperlink"/>
            <w:noProof/>
          </w:rPr>
          <w:t>2.1.2 Описание существующих канализационных очистных сооружений, включая оценку соответствия применяемой технологической схемы требованиям нормативов качества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D713AB">
          <w:rPr>
            <w:rStyle w:val="Hyperlink"/>
            <w:noProof/>
          </w:rPr>
          <w:t xml:space="preserve"> сточных вод, и определение существующего дефицита (резерва) мощностей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95" w:history="1">
        <w:r w:rsidRPr="00D713AB">
          <w:rPr>
            <w:rStyle w:val="Hyperlink"/>
            <w:noProof/>
          </w:rPr>
          <w:t>2.1.3 Описание технологических зон водоотведения (отдельно для каждого очистного сооружения)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96" w:history="1">
        <w:r w:rsidRPr="00D713AB">
          <w:rPr>
            <w:rStyle w:val="Hyperlink"/>
            <w:noProof/>
          </w:rPr>
          <w:t>2.1.4 Описание состояния и функционирования системы утилизации осадка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97" w:history="1">
        <w:r w:rsidRPr="00D713AB">
          <w:rPr>
            <w:rStyle w:val="Hyperlink"/>
            <w:noProof/>
          </w:rPr>
          <w:t>2.1.5 Описание состояния и функционирования канализационных коллекторов и сетей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98" w:history="1">
        <w:r w:rsidRPr="00D713AB">
          <w:rPr>
            <w:rStyle w:val="Hyperlink"/>
            <w:noProof/>
          </w:rPr>
          <w:t>2.1.6 Оценка безопасности и надежности централизованных систем водоотведения и их управляемости.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199" w:history="1">
        <w:r w:rsidRPr="00D713AB">
          <w:rPr>
            <w:rStyle w:val="Hyperlink"/>
            <w:noProof/>
          </w:rPr>
          <w:t>2.1.7 Оценка воздействия централизованных систем водоотведения на окружающую среду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_Toc405450199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0" w:history="1">
        <w:r w:rsidRPr="00D713AB">
          <w:rPr>
            <w:rStyle w:val="Hyperlink"/>
            <w:noProof/>
          </w:rPr>
          <w:t>2.1.8 Анализ территорий муниципального образования, неохваченных централизованной системой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1" w:history="1">
        <w:r w:rsidRPr="00D713AB">
          <w:rPr>
            <w:rStyle w:val="Hyperlink"/>
            <w:noProof/>
          </w:rPr>
          <w:t>2.1.9 Описание существующих технических и технологических проблем в водоотведении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202" w:history="1">
        <w:r w:rsidRPr="00D713AB">
          <w:rPr>
            <w:rStyle w:val="Hyperlink"/>
            <w:noProof/>
          </w:rPr>
          <w:t>2.2 Существующие балансы производительности сооружений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3" w:history="1">
        <w:r w:rsidRPr="00D713AB">
          <w:rPr>
            <w:rStyle w:val="Hyperlink"/>
            <w:noProof/>
          </w:rPr>
          <w:t>2.2.1 Баланс поступления сточных вод в центральную систему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4" w:history="1">
        <w:r w:rsidRPr="00D713AB">
          <w:rPr>
            <w:rStyle w:val="Hyperlink"/>
            <w:noProof/>
          </w:rPr>
          <w:t>2.2.2 Оценка фактического притока неорганизованного стока (сточных вод, поступающих по поверхности рельефа местности)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5" w:history="1">
        <w:r w:rsidRPr="00D713AB">
          <w:rPr>
            <w:rStyle w:val="Hyperlink"/>
            <w:noProof/>
          </w:rPr>
          <w:t>2.2.3 Описание системы коммерческого учета принимаемых сточных вод и анализ планов по установке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6" w:history="1">
        <w:r w:rsidRPr="00D713AB">
          <w:rPr>
            <w:rStyle w:val="Hyperlink"/>
            <w:noProof/>
          </w:rPr>
          <w:t>2.2.4 Результаты анализа ретроспективных балансов поступления сточных вод в централизованную систему водоотведения по бассейнам канализования очистных сооружений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7" w:history="1">
        <w:r w:rsidRPr="00D713AB">
          <w:rPr>
            <w:rStyle w:val="Hyperlink"/>
            <w:noProof/>
          </w:rPr>
          <w:t xml:space="preserve">2.2.5 Результаты анализа гидравлических режимов и работы элементов централизованной системы водоотведения для </w:t>
        </w:r>
        <w:r>
          <w:rPr>
            <w:rStyle w:val="Hyperlink"/>
            <w:noProof/>
          </w:rPr>
          <w:t xml:space="preserve">каждого </w:t>
        </w:r>
        <w:r w:rsidRPr="00D713AB">
          <w:rPr>
            <w:rStyle w:val="Hyperlink"/>
            <w:noProof/>
          </w:rPr>
          <w:t>сооружения, обеспечивающих транспортировку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08" w:history="1">
        <w:r w:rsidRPr="00D713AB">
          <w:rPr>
            <w:rStyle w:val="Hyperlink"/>
            <w:noProof/>
          </w:rPr>
          <w:t>2.2.6 Анализ резервов производственных мощностей и возможности расширения зоны действия очистных сооружений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209" w:history="1">
        <w:r w:rsidRPr="00D713AB">
          <w:rPr>
            <w:rStyle w:val="Hyperlink"/>
            <w:noProof/>
          </w:rPr>
          <w:t>2.3 Перспективные расчетные расходы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_Toc405450209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0" w:history="1">
        <w:r w:rsidRPr="00D713AB">
          <w:rPr>
            <w:rStyle w:val="Hyperlink"/>
            <w:noProof/>
          </w:rPr>
          <w:t>2.3.1 Сведения о фактическом и ожидаемом поступлении в централизованную систему водоотведения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1" w:history="1">
        <w:r w:rsidRPr="00D713AB">
          <w:rPr>
            <w:rStyle w:val="Hyperlink"/>
            <w:noProof/>
          </w:rPr>
          <w:t>2.3.2 Структура водоотведения, которая определяется по отчетам организаций,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2" w:history="1">
        <w:r w:rsidRPr="00D713AB">
          <w:rPr>
            <w:rStyle w:val="Hyperlink"/>
            <w:noProof/>
          </w:rPr>
          <w:t>2.3.3 Расчет требуемой мощности очистных сооружений исходя из данных о перспективном расходе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213" w:history="1">
        <w:r w:rsidRPr="00D713AB">
          <w:rPr>
            <w:rStyle w:val="Hyperlink"/>
            <w:noProof/>
          </w:rPr>
          <w:t>2.4 Предложения по строительству, реконструкции и      модернизации (техническому перевооружению) объектов       централизованных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4" w:history="1">
        <w:r w:rsidRPr="00D713AB">
          <w:rPr>
            <w:rStyle w:val="Hyperlink"/>
            <w:noProof/>
          </w:rPr>
          <w:t>2.4.1 Сведения об объектах, планируемых к новому строительству для обеспечения транспортировки и очистки перспективного увеличения объемов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5" w:history="1">
        <w:r w:rsidRPr="00D713AB">
          <w:rPr>
            <w:rStyle w:val="Hyperlink"/>
            <w:noProof/>
          </w:rPr>
          <w:t>2.4.2 Сведения о действующих объектах, планируемых к реконструкции для обеспечения транспортировки и очистки перспективного увеличения объемов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6" w:history="1">
        <w:r w:rsidRPr="00D713AB">
          <w:rPr>
            <w:rStyle w:val="Hyperlink"/>
            <w:noProof/>
          </w:rPr>
          <w:t>2.4.3 Сведения о действующих объектах, планируемых к выводу из эксплуатации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217" w:history="1">
        <w:r w:rsidRPr="00D713AB">
          <w:rPr>
            <w:rStyle w:val="Hyperlink"/>
            <w:noProof/>
          </w:rPr>
          <w:t>2.5 Предложения по строительству и реконструкции линейных объектов централизованных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8" w:history="1">
        <w:r w:rsidRPr="00D713AB">
          <w:rPr>
            <w:rStyle w:val="Hyperlink"/>
            <w:noProof/>
          </w:rPr>
          <w:t>2.5.1 Сведения о реконструкции и планируемых к новому строительству канализационных сетях, канализационных коллекторах и объектах на них, обеспечивающих сбор и транспортировку перспективного увеличения объемов сточных вод в существующих районах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19" w:history="1">
        <w:r w:rsidRPr="00D713AB">
          <w:rPr>
            <w:rStyle w:val="Hyperlink"/>
            <w:noProof/>
          </w:rPr>
          <w:t>2.5.2 Сведения о реконструкции и планируемых к новому строи</w:t>
        </w:r>
        <w:r>
          <w:rPr>
            <w:rStyle w:val="Hyperlink"/>
            <w:noProof/>
          </w:rPr>
          <w:t>тельству канализационных сетях,</w:t>
        </w:r>
        <w:r w:rsidRPr="00D713AB">
          <w:rPr>
            <w:rStyle w:val="Hyperlink"/>
            <w:noProof/>
          </w:rPr>
          <w:t xml:space="preserve"> канализационных коллекторах и объектах на них, обеспечивающих сбор и транспортировку перспективного увеличения объемов сточных вод во вновь осваиваемых районах муниципального образования под жилищную застройку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0" w:history="1">
        <w:r w:rsidRPr="00D713AB">
          <w:rPr>
            <w:rStyle w:val="Hyperlink"/>
            <w:noProof/>
          </w:rPr>
          <w:t>2.5.3 Сведения о реконструкции и планируемых к новому строительству канализационных сетях,  канализационных коллекторах и объектах на них для обеспечения переключенияпрямых выпусков на очистные сооружения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1" w:history="1">
        <w:r w:rsidRPr="00D713AB">
          <w:rPr>
            <w:rStyle w:val="Hyperlink"/>
            <w:noProof/>
          </w:rPr>
          <w:t>2.5.4 Сведения о реконструкции и планируемых к новому строительству канализационных сетях, тоннельных коллекторах и объектах на них для обеспечения нормативной надежности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2" w:history="1">
        <w:r w:rsidRPr="00D713AB">
          <w:rPr>
            <w:rStyle w:val="Hyperlink"/>
            <w:noProof/>
          </w:rPr>
          <w:t>2.5.5 Сведения о реконструируемых участках канализационной сети, подлежащих замене в связи с исчерпанием эксплуатационного ресурса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3" w:history="1">
        <w:r w:rsidRPr="00D713AB">
          <w:rPr>
            <w:rStyle w:val="Hyperlink"/>
            <w:noProof/>
          </w:rPr>
          <w:t>2.5.6 Сведения о новом строительстве и реконструкции насосных станций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4" w:history="1">
        <w:r w:rsidRPr="00D713AB">
          <w:rPr>
            <w:rStyle w:val="Hyperlink"/>
            <w:noProof/>
          </w:rPr>
          <w:t>2.5.7 Сведения о новом строительстве и реконструкции регулирующих резервуаров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5" w:history="1">
        <w:r w:rsidRPr="00D713AB">
          <w:rPr>
            <w:rStyle w:val="Hyperlink"/>
            <w:noProof/>
          </w:rPr>
          <w:t>2.5.8 Сведения о развитии диспетчеризации, телемеханизации и автоматизированных системах управления режимами водоотведения на объектах организаций,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6" w:history="1">
        <w:r w:rsidRPr="00D713AB">
          <w:rPr>
            <w:rStyle w:val="Hyperlink"/>
            <w:noProof/>
          </w:rPr>
          <w:t>2.5.9 Сведения о развитии системы коммерческого учета водоотведения, организациями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227" w:history="1">
        <w:r w:rsidRPr="00D713AB">
          <w:rPr>
            <w:rStyle w:val="Hyperlink"/>
            <w:noProof/>
          </w:rPr>
          <w:t>2.6 Экологические аспекты мероприятий по строительству и реконструкции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8" w:history="1">
        <w:r w:rsidRPr="00D713AB">
          <w:rPr>
            <w:rStyle w:val="Hyperlink"/>
            <w:noProof/>
          </w:rPr>
          <w:t>2.6.1 Сведения о мерах по предотвращению вредного воздействия на водный бассейн предлагаемых к новому строительству и реконструкции объектов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29" w:history="1">
        <w:r w:rsidRPr="00D713AB">
          <w:rPr>
            <w:rStyle w:val="Hyperlink"/>
            <w:noProof/>
          </w:rPr>
          <w:t>2.6.2 Сведения о мерах по предотвращению вредного воздействия на водный бассейн предлагаемых к новому строительству канализационных сетей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30" w:history="1">
        <w:r w:rsidRPr="00D713AB">
          <w:rPr>
            <w:rStyle w:val="Hyperlink"/>
            <w:noProof/>
          </w:rPr>
          <w:t>2.6.3 Сведения о мерах по предотвращению вредного воздействия на окружающую среду при реализации мероприятий по хранению (утилизации) осадка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B4A4E" w:rsidRDefault="00CB4A4E">
      <w:pPr>
        <w:pStyle w:val="TOC2"/>
        <w:rPr>
          <w:rFonts w:ascii="Calibri" w:hAnsi="Calibri"/>
          <w:noProof/>
          <w:sz w:val="22"/>
          <w:lang w:eastAsia="ru-RU"/>
        </w:rPr>
      </w:pPr>
      <w:hyperlink w:anchor="_Toc405450231" w:history="1">
        <w:r w:rsidRPr="00D713AB">
          <w:rPr>
            <w:rStyle w:val="Hyperlink"/>
            <w:noProof/>
          </w:rPr>
          <w:t>2.7 Оценка капитальных вложений в новое строительство, реконструкцию и модернизацию объектов централизованных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32" w:history="1">
        <w:r w:rsidRPr="00D713AB">
          <w:rPr>
            <w:rStyle w:val="Hyperlink"/>
            <w:noProof/>
          </w:rPr>
          <w:t>2.7.1 Оценка капитальных вложений в новое строительство,       реконструкцию и модернизацию объектов централизованных систем водоотведения, выполненную в соответствии с укрупненными сметными нормативами, утвержденными федеральным органом исполнительной власти.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B4A4E" w:rsidRDefault="00CB4A4E" w:rsidP="00225527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05450233" w:history="1">
        <w:r w:rsidRPr="00D713AB">
          <w:rPr>
            <w:rStyle w:val="Hyperlink"/>
            <w:noProof/>
          </w:rPr>
          <w:t>2.7.2 Оценка капитальных вложений, выполненных в ценах, установленных территориальными справочниками на момент выполнения программы с последующим их приведением к текущим прогнозным ценам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_Toc405450233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B4A4E" w:rsidRPr="001C06F5" w:rsidRDefault="00CB4A4E" w:rsidP="00C322EF">
      <w:pPr>
        <w:jc w:val="left"/>
        <w:rPr>
          <w:highlight w:val="yellow"/>
        </w:rPr>
      </w:pPr>
      <w:r w:rsidRPr="001C06F5">
        <w:rPr>
          <w:highlight w:val="yellow"/>
        </w:rPr>
        <w:fldChar w:fldCharType="end"/>
      </w:r>
    </w:p>
    <w:p w:rsidR="00CB4A4E" w:rsidRPr="001C06F5" w:rsidRDefault="00CB4A4E">
      <w:pPr>
        <w:rPr>
          <w:b/>
          <w:bCs/>
          <w:szCs w:val="28"/>
          <w:highlight w:val="yellow"/>
          <w:lang w:eastAsia="ru-RU"/>
        </w:rPr>
      </w:pPr>
      <w:r w:rsidRPr="001C06F5">
        <w:rPr>
          <w:bCs/>
          <w:szCs w:val="28"/>
          <w:highlight w:val="yellow"/>
          <w:lang w:eastAsia="ru-RU"/>
        </w:rPr>
        <w:br w:type="page"/>
      </w:r>
    </w:p>
    <w:p w:rsidR="00CB4A4E" w:rsidRPr="001C06F5" w:rsidRDefault="00CB4A4E" w:rsidP="00C322EF">
      <w:pPr>
        <w:pStyle w:val="Heading1"/>
      </w:pPr>
      <w:bookmarkStart w:id="5" w:name="_Toc405450157"/>
      <w:r w:rsidRPr="001C06F5">
        <w:t>Введение</w:t>
      </w:r>
      <w:bookmarkEnd w:id="5"/>
      <w:bookmarkEnd w:id="0"/>
      <w:bookmarkEnd w:id="1"/>
      <w:bookmarkEnd w:id="2"/>
      <w:bookmarkEnd w:id="3"/>
      <w:bookmarkEnd w:id="4"/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 xml:space="preserve">Схема водоснабжения и водоотведения </w:t>
      </w:r>
      <w:r w:rsidRPr="001C06F5">
        <w:rPr>
          <w:szCs w:val="28"/>
        </w:rPr>
        <w:t>Аршаньзельменскогосельского муниципального образования Республики Калмыкия</w:t>
      </w:r>
      <w:r w:rsidRPr="001C06F5">
        <w:rPr>
          <w:lang w:eastAsia="ru-RU"/>
        </w:rPr>
        <w:t>на период до 2025 года  разработана на основании следующих документов: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 xml:space="preserve">- Технического задания, утверждённого Главой администрации </w:t>
      </w:r>
      <w:r w:rsidRPr="001C06F5">
        <w:rPr>
          <w:szCs w:val="28"/>
        </w:rPr>
        <w:t>Аршаньзельменского сельского муниципального образования Республики Калмыкия</w:t>
      </w:r>
      <w:r w:rsidRPr="001C06F5">
        <w:rPr>
          <w:lang w:eastAsia="ru-RU"/>
        </w:rPr>
        <w:t>;</w:t>
      </w:r>
    </w:p>
    <w:p w:rsidR="00CB4A4E" w:rsidRPr="001C06F5" w:rsidRDefault="00CB4A4E" w:rsidP="00304821">
      <w:pPr>
        <w:spacing w:after="0"/>
      </w:pPr>
      <w:r w:rsidRPr="001C06F5">
        <w:t xml:space="preserve">- </w:t>
      </w:r>
      <w:r w:rsidRPr="001C06F5">
        <w:rPr>
          <w:color w:val="000000"/>
          <w:spacing w:val="2"/>
          <w:szCs w:val="28"/>
        </w:rPr>
        <w:t xml:space="preserve">Генерального плана </w:t>
      </w:r>
      <w:r w:rsidRPr="001C06F5">
        <w:rPr>
          <w:szCs w:val="28"/>
        </w:rPr>
        <w:t>Аршаньзельменскогосельского муниципального образования Республики Калмыкия</w:t>
      </w:r>
      <w:r w:rsidRPr="001C06F5">
        <w:t>;</w:t>
      </w:r>
    </w:p>
    <w:p w:rsidR="00CB4A4E" w:rsidRPr="001C06F5" w:rsidRDefault="00CB4A4E" w:rsidP="00304821">
      <w:pPr>
        <w:spacing w:after="0"/>
        <w:rPr>
          <w:highlight w:val="yellow"/>
          <w:lang w:eastAsia="ru-RU"/>
        </w:rPr>
      </w:pPr>
      <w:r w:rsidRPr="005C5629">
        <w:t>- Договора</w:t>
      </w:r>
      <w:r w:rsidRPr="005C5629">
        <w:rPr>
          <w:lang w:eastAsia="ru-RU"/>
        </w:rPr>
        <w:t xml:space="preserve"> №</w:t>
      </w:r>
      <w:r w:rsidRPr="005C5629">
        <w:t>646</w:t>
      </w:r>
      <w:r w:rsidRPr="001C06F5">
        <w:rPr>
          <w:lang w:eastAsia="ru-RU"/>
        </w:rPr>
        <w:t xml:space="preserve">от </w:t>
      </w:r>
      <w:r>
        <w:rPr>
          <w:lang w:eastAsia="ru-RU"/>
        </w:rPr>
        <w:t>12</w:t>
      </w:r>
      <w:r w:rsidRPr="001C06F5">
        <w:rPr>
          <w:lang w:eastAsia="ru-RU"/>
        </w:rPr>
        <w:t xml:space="preserve">.11.2014 г. с  ООО «Восток – М» на изготовление схемы водоснабжения и водоотведения </w:t>
      </w:r>
      <w:r w:rsidRPr="001C06F5">
        <w:rPr>
          <w:szCs w:val="28"/>
        </w:rPr>
        <w:t>Аршаньзельменскогосельского муниципального образования Республики Калмыкия</w:t>
      </w:r>
      <w:r w:rsidRPr="001C06F5">
        <w:rPr>
          <w:lang w:eastAsia="ru-RU"/>
        </w:rPr>
        <w:t>.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А также в соответствии с требованиями федерального закона от 07.12.2011г.№416-Ф3 (ред. от 30.12.2012г.) «О водоснабжении и водоотведении».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Схема включает в себя первоочередные мероприятия по созданию систем 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Схема водоснабжения и водоотведения содержит: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- основные направления, принципы, задачи и целевые показатели развития централизованных систем водоснабжения;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- показатели качества и балансы потребления воды;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- прогнозные балансы потребления питьевой воды;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- перечень водозаборных сооружений и состояние водопроводных сетей;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- карты (схемы) планируемого размещения объектов централизованных систем холодного водоснабжения;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- границы планируемых зон размещения объектов централизованных систем холодного водоснабжения;</w:t>
      </w:r>
    </w:p>
    <w:p w:rsidR="00CB4A4E" w:rsidRPr="001C06F5" w:rsidRDefault="00CB4A4E" w:rsidP="00304821">
      <w:pPr>
        <w:spacing w:after="0"/>
        <w:rPr>
          <w:lang w:eastAsia="ru-RU"/>
        </w:rPr>
      </w:pPr>
      <w:r w:rsidRPr="001C06F5">
        <w:rPr>
          <w:lang w:eastAsia="ru-RU"/>
        </w:rPr>
        <w:t>- перечень основных мероприятий по реализации схемы водоснабжения в разбивке по годам.</w:t>
      </w:r>
      <w:bookmarkStart w:id="6" w:name="_Toc360187457"/>
      <w:bookmarkStart w:id="7" w:name="_Toc360540810"/>
      <w:bookmarkStart w:id="8" w:name="_Toc360540866"/>
      <w:bookmarkStart w:id="9" w:name="_Toc360540964"/>
      <w:bookmarkStart w:id="10" w:name="_Toc360541027"/>
      <w:bookmarkStart w:id="11" w:name="_Toc360541439"/>
      <w:bookmarkStart w:id="12" w:name="_Toc360611446"/>
      <w:bookmarkStart w:id="13" w:name="_Toc360611480"/>
      <w:bookmarkStart w:id="14" w:name="_Toc360612755"/>
      <w:bookmarkStart w:id="15" w:name="_Toc360613173"/>
      <w:bookmarkStart w:id="16" w:name="_Toc360633075"/>
      <w:bookmarkStart w:id="17" w:name="_Toc361734853"/>
    </w:p>
    <w:p w:rsidR="00CB4A4E" w:rsidRPr="001C06F5" w:rsidRDefault="00CB4A4E" w:rsidP="00304821">
      <w:pPr>
        <w:spacing w:after="0"/>
        <w:rPr>
          <w:b/>
          <w:bCs/>
          <w:highlight w:val="yellow"/>
          <w:lang w:eastAsia="ru-RU"/>
        </w:rPr>
      </w:pPr>
      <w:r w:rsidRPr="001C06F5">
        <w:rPr>
          <w:b/>
          <w:bCs/>
          <w:highlight w:val="yellow"/>
          <w:lang w:eastAsia="ru-RU"/>
        </w:rPr>
        <w:br w:type="page"/>
      </w:r>
    </w:p>
    <w:p w:rsidR="00CB4A4E" w:rsidRPr="001C06F5" w:rsidRDefault="00CB4A4E" w:rsidP="00D63021">
      <w:pPr>
        <w:pStyle w:val="Heading1"/>
        <w:spacing w:before="0"/>
      </w:pPr>
      <w:bookmarkStart w:id="18" w:name="_Toc405450158"/>
      <w:r w:rsidRPr="001C06F5">
        <w:t>Паспорт схемы</w:t>
      </w:r>
      <w:bookmarkEnd w:id="18"/>
    </w:p>
    <w:p w:rsidR="00CB4A4E" w:rsidRPr="001C06F5" w:rsidRDefault="00CB4A4E" w:rsidP="00D63021">
      <w:pPr>
        <w:spacing w:after="0"/>
        <w:rPr>
          <w:b/>
          <w:lang w:eastAsia="ru-RU"/>
        </w:rPr>
      </w:pPr>
      <w:bookmarkStart w:id="19" w:name="_Toc377381353"/>
      <w:r w:rsidRPr="001C06F5">
        <w:rPr>
          <w:b/>
          <w:lang w:eastAsia="ru-RU"/>
        </w:rPr>
        <w:t>Наименование</w:t>
      </w:r>
      <w:bookmarkEnd w:id="19"/>
    </w:p>
    <w:p w:rsidR="00CB4A4E" w:rsidRPr="001C06F5" w:rsidRDefault="00CB4A4E" w:rsidP="00A10630">
      <w:pPr>
        <w:pStyle w:val="Footer"/>
        <w:spacing w:line="360" w:lineRule="auto"/>
        <w:rPr>
          <w:szCs w:val="28"/>
        </w:rPr>
      </w:pPr>
      <w:bookmarkStart w:id="20" w:name="_Toc377381354"/>
      <w:r w:rsidRPr="001C06F5">
        <w:rPr>
          <w:szCs w:val="28"/>
          <w:lang w:eastAsia="ru-RU"/>
        </w:rPr>
        <w:t xml:space="preserve">Схема водоснабжения и водоотведения </w:t>
      </w:r>
      <w:bookmarkStart w:id="21" w:name="_Toc377381355"/>
      <w:bookmarkEnd w:id="20"/>
      <w:r w:rsidRPr="001C06F5">
        <w:rPr>
          <w:szCs w:val="28"/>
        </w:rPr>
        <w:t>Аршаньзельменскогосельского муниципального образования Республики Калмыкия.</w:t>
      </w:r>
    </w:p>
    <w:p w:rsidR="00CB4A4E" w:rsidRPr="001C06F5" w:rsidRDefault="00CB4A4E" w:rsidP="00D63021">
      <w:pPr>
        <w:spacing w:after="0"/>
        <w:rPr>
          <w:b/>
          <w:lang w:eastAsia="ru-RU"/>
        </w:rPr>
      </w:pPr>
      <w:r w:rsidRPr="001C06F5">
        <w:rPr>
          <w:b/>
          <w:lang w:eastAsia="ru-RU"/>
        </w:rPr>
        <w:t>Инициатор проекта (муниципальный заказчик)</w:t>
      </w:r>
      <w:bookmarkEnd w:id="21"/>
    </w:p>
    <w:p w:rsidR="00CB4A4E" w:rsidRPr="00B94ABE" w:rsidRDefault="00CB4A4E" w:rsidP="00D63021">
      <w:pPr>
        <w:spacing w:after="0"/>
        <w:rPr>
          <w:lang w:eastAsia="ru-RU"/>
        </w:rPr>
      </w:pPr>
      <w:bookmarkStart w:id="22" w:name="_Toc377381356"/>
      <w:r w:rsidRPr="001C06F5">
        <w:rPr>
          <w:lang w:eastAsia="ru-RU"/>
        </w:rPr>
        <w:t>Администрация</w:t>
      </w:r>
      <w:r w:rsidRPr="001C06F5">
        <w:rPr>
          <w:szCs w:val="28"/>
        </w:rPr>
        <w:t xml:space="preserve">Аршаньзельменского сельского муниципального </w:t>
      </w:r>
      <w:r w:rsidRPr="00B94ABE">
        <w:rPr>
          <w:szCs w:val="28"/>
        </w:rPr>
        <w:t>образования Республики Калмыкия</w:t>
      </w:r>
      <w:r w:rsidRPr="00B94ABE">
        <w:rPr>
          <w:lang w:eastAsia="ru-RU"/>
        </w:rPr>
        <w:t>.</w:t>
      </w:r>
      <w:bookmarkEnd w:id="22"/>
    </w:p>
    <w:p w:rsidR="00CB4A4E" w:rsidRPr="00B94ABE" w:rsidRDefault="00CB4A4E" w:rsidP="00D63021">
      <w:pPr>
        <w:spacing w:after="0"/>
        <w:rPr>
          <w:b/>
          <w:lang w:eastAsia="ru-RU"/>
        </w:rPr>
      </w:pPr>
      <w:bookmarkStart w:id="23" w:name="_Toc377381357"/>
      <w:r w:rsidRPr="00B94ABE">
        <w:rPr>
          <w:b/>
          <w:lang w:eastAsia="ru-RU"/>
        </w:rPr>
        <w:t>Местонахождение объекта</w:t>
      </w:r>
      <w:bookmarkEnd w:id="23"/>
    </w:p>
    <w:p w:rsidR="00CB4A4E" w:rsidRPr="00B94ABE" w:rsidRDefault="00CB4A4E" w:rsidP="00D63021">
      <w:pPr>
        <w:spacing w:after="0"/>
        <w:rPr>
          <w:lang w:eastAsia="ru-RU"/>
        </w:rPr>
      </w:pPr>
      <w:bookmarkStart w:id="24" w:name="_Toc377381358"/>
      <w:r w:rsidRPr="00B94ABE">
        <w:rPr>
          <w:lang w:eastAsia="ru-RU"/>
        </w:rPr>
        <w:t xml:space="preserve">Россия, Республика Калмыкия, </w:t>
      </w:r>
      <w:r w:rsidRPr="00B94ABE">
        <w:rPr>
          <w:szCs w:val="28"/>
        </w:rPr>
        <w:t>Сарпинский район</w:t>
      </w:r>
      <w:r w:rsidRPr="00B94ABE">
        <w:rPr>
          <w:lang w:eastAsia="ru-RU"/>
        </w:rPr>
        <w:t>,пос. Аршань-Зельмень.</w:t>
      </w:r>
      <w:bookmarkEnd w:id="24"/>
    </w:p>
    <w:p w:rsidR="00CB4A4E" w:rsidRPr="00B94ABE" w:rsidRDefault="00CB4A4E" w:rsidP="00D63021">
      <w:pPr>
        <w:spacing w:after="0"/>
        <w:rPr>
          <w:b/>
          <w:lang w:eastAsia="ru-RU"/>
        </w:rPr>
      </w:pPr>
      <w:bookmarkStart w:id="25" w:name="_Toc377381359"/>
      <w:r w:rsidRPr="00B94ABE">
        <w:rPr>
          <w:b/>
          <w:lang w:eastAsia="ru-RU"/>
        </w:rPr>
        <w:t>Нормативно-правовая база для разработки схемы</w:t>
      </w:r>
      <w:bookmarkEnd w:id="25"/>
    </w:p>
    <w:p w:rsidR="00CB4A4E" w:rsidRPr="00B94ABE" w:rsidRDefault="00CB4A4E" w:rsidP="00D63021">
      <w:pPr>
        <w:spacing w:after="0"/>
        <w:rPr>
          <w:lang w:eastAsia="ru-RU"/>
        </w:rPr>
      </w:pPr>
      <w:bookmarkStart w:id="26" w:name="_Toc377381360"/>
      <w:r w:rsidRPr="00B94ABE">
        <w:rPr>
          <w:lang w:eastAsia="ru-RU"/>
        </w:rPr>
        <w:t>- Постановление Правительства Российской Федерации от 22 февраля 2012 г.  № 154;</w:t>
      </w:r>
      <w:bookmarkEnd w:id="26"/>
    </w:p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- Федеральный закон от 07.12.2011г. №416-Ф3 (ред. от 30.12.2012г.) «О Водоснабжении и водоотведении»;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- 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№635/14;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- 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(Минрегион России) от 29 декабря 2011 г. № 635/11 и введен в действие с 01 января 2013г;</w:t>
      </w:r>
    </w:p>
    <w:p w:rsidR="00CB4A4E" w:rsidRPr="00B94ABE" w:rsidRDefault="00CB4A4E" w:rsidP="00D63021">
      <w:pPr>
        <w:spacing w:after="0"/>
        <w:rPr>
          <w:b/>
          <w:lang w:eastAsia="ru-RU"/>
        </w:rPr>
      </w:pPr>
      <w:r w:rsidRPr="00B94ABE">
        <w:rPr>
          <w:b/>
          <w:lang w:eastAsia="ru-RU"/>
        </w:rPr>
        <w:t>Цели схемы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Целями схемы являются: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 xml:space="preserve">- развитие систем централизованного водоснабжения и водоотведения для существующего и нового строительства жилищного фонда в период до 2025г. 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-увеличение объёмов производства коммунальной продукции, в частности, оказания услуг по водоснабжению и водоотведению при повышении качества оказания услуг, а также сохранение действующей ценовой политики;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- улучшение работы систем водоснабжения и водоотведения;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- обеспечение населения качественной питьевой водой;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- обеспечение центральным водоснабжением 100% населения СМО.</w:t>
      </w:r>
    </w:p>
    <w:p w:rsidR="00CB4A4E" w:rsidRPr="00B94ABE" w:rsidRDefault="00CB4A4E" w:rsidP="00D63021">
      <w:pPr>
        <w:spacing w:after="0"/>
        <w:rPr>
          <w:b/>
          <w:lang w:eastAsia="ru-RU"/>
        </w:rPr>
      </w:pPr>
      <w:r w:rsidRPr="00B94ABE">
        <w:rPr>
          <w:b/>
          <w:lang w:eastAsia="ru-RU"/>
        </w:rPr>
        <w:t>Способ достижения поставленных целей</w:t>
      </w:r>
    </w:p>
    <w:p w:rsidR="00CB4A4E" w:rsidRPr="00B94ABE" w:rsidRDefault="00CB4A4E" w:rsidP="00507D3B">
      <w:pPr>
        <w:spacing w:after="0"/>
        <w:rPr>
          <w:szCs w:val="28"/>
        </w:rPr>
      </w:pPr>
      <w:r w:rsidRPr="00B94ABE">
        <w:rPr>
          <w:lang w:eastAsia="ru-RU"/>
        </w:rPr>
        <w:t xml:space="preserve">Для достижения поставленных целей планируется реализовать </w:t>
      </w:r>
      <w:r w:rsidRPr="00B94ABE">
        <w:rPr>
          <w:szCs w:val="28"/>
        </w:rPr>
        <w:t>мероприятия, предложенные в пояснительной записке схемы водоснабжения и водоотведения.</w:t>
      </w:r>
    </w:p>
    <w:p w:rsidR="00CB4A4E" w:rsidRPr="00B94ABE" w:rsidRDefault="00CB4A4E" w:rsidP="00D63021">
      <w:pPr>
        <w:spacing w:after="0"/>
        <w:rPr>
          <w:b/>
          <w:lang w:eastAsia="ru-RU"/>
        </w:rPr>
      </w:pPr>
      <w:r w:rsidRPr="00B94ABE">
        <w:rPr>
          <w:b/>
          <w:lang w:eastAsia="ru-RU"/>
        </w:rPr>
        <w:t>Ожидаемые результаты от реализации мероприятий схемы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Повышение качества предоставления коммунальных услуг.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>Улучшение экологической ситуации на территории сельского               поселения.</w:t>
      </w:r>
    </w:p>
    <w:p w:rsidR="00CB4A4E" w:rsidRPr="00B94ABE" w:rsidRDefault="00CB4A4E" w:rsidP="00D63021">
      <w:pPr>
        <w:spacing w:after="0"/>
        <w:rPr>
          <w:lang w:eastAsia="ru-RU"/>
        </w:rPr>
      </w:pPr>
      <w:r w:rsidRPr="00B94ABE">
        <w:rPr>
          <w:lang w:eastAsia="ru-RU"/>
        </w:rPr>
        <w:t xml:space="preserve">Создание коммунальной инфраструктуры для комфортного проживания населения, а также дальнейшего развития сельского поселения. </w:t>
      </w:r>
    </w:p>
    <w:p w:rsidR="00CB4A4E" w:rsidRPr="001C06F5" w:rsidRDefault="00CB4A4E" w:rsidP="00D63021">
      <w:pPr>
        <w:spacing w:after="200" w:line="276" w:lineRule="auto"/>
        <w:ind w:firstLine="0"/>
        <w:jc w:val="left"/>
        <w:rPr>
          <w:highlight w:val="yellow"/>
          <w:lang w:eastAsia="ru-RU"/>
        </w:rPr>
      </w:pPr>
      <w:r w:rsidRPr="001C06F5">
        <w:rPr>
          <w:highlight w:val="yellow"/>
          <w:lang w:eastAsia="ru-RU"/>
        </w:rPr>
        <w:br w:type="page"/>
      </w:r>
    </w:p>
    <w:p w:rsidR="00CB4A4E" w:rsidRPr="00A80B45" w:rsidRDefault="00CB4A4E" w:rsidP="008F1B77">
      <w:pPr>
        <w:pStyle w:val="Heading1"/>
      </w:pPr>
      <w:bookmarkStart w:id="27" w:name="_Toc405450159"/>
      <w:r w:rsidRPr="00A80B45">
        <w:t>1 СХЕМА ВОДОСНАБЖЕНИЯ</w:t>
      </w:r>
      <w:bookmarkEnd w:id="27"/>
    </w:p>
    <w:p w:rsidR="00CB4A4E" w:rsidRPr="00A80B45" w:rsidRDefault="00CB4A4E" w:rsidP="008F1B77">
      <w:pPr>
        <w:pStyle w:val="Heading2"/>
        <w:numPr>
          <w:ilvl w:val="0"/>
          <w:numId w:val="0"/>
        </w:numPr>
        <w:ind w:left="709"/>
      </w:pPr>
      <w:bookmarkStart w:id="28" w:name="_Toc405450160"/>
      <w:r w:rsidRPr="00A80B45">
        <w:t>1.1 Характеристика муниципального образования</w:t>
      </w:r>
      <w:bookmarkEnd w:id="28"/>
    </w:p>
    <w:p w:rsidR="00CB4A4E" w:rsidRDefault="00CB4A4E" w:rsidP="00225527">
      <w:pPr>
        <w:pStyle w:val="TOC3"/>
      </w:pPr>
      <w:r w:rsidRPr="00701790">
        <w:t>Аршаньзельменское</w:t>
      </w:r>
      <w:r>
        <w:t xml:space="preserve"> СМО расположено в восточной части Сарпинского РМО на площади 49212 га.</w:t>
      </w:r>
    </w:p>
    <w:p w:rsidR="00CB4A4E" w:rsidRDefault="00CB4A4E" w:rsidP="00225527">
      <w:pPr>
        <w:pStyle w:val="TOC3"/>
      </w:pPr>
      <w:r>
        <w:t>Административным центромАршаньзельменского СМО является пос. Аршань-Зельмень с населением – 717 чел.</w:t>
      </w:r>
    </w:p>
    <w:p w:rsidR="00CB4A4E" w:rsidRDefault="00CB4A4E" w:rsidP="00225527">
      <w:pPr>
        <w:pStyle w:val="TOC3"/>
      </w:pPr>
      <w:r>
        <w:t>В границах СМО расположены два (2) СНП; вторым является пос. Шин с населением – 35 чел.</w:t>
      </w:r>
    </w:p>
    <w:p w:rsidR="00CB4A4E" w:rsidRDefault="00CB4A4E" w:rsidP="00225527">
      <w:pPr>
        <w:pStyle w:val="TOC3"/>
      </w:pPr>
      <w:r>
        <w:t>Плотность населения в АршаньзельменскомСМО составляет 1,5 чел./км</w:t>
      </w:r>
      <w:r>
        <w:rPr>
          <w:vertAlign w:val="superscript"/>
        </w:rPr>
        <w:t>2</w:t>
      </w:r>
      <w:r>
        <w:t>.</w:t>
      </w:r>
    </w:p>
    <w:p w:rsidR="00CB4A4E" w:rsidRPr="00B94ABE" w:rsidRDefault="00CB4A4E" w:rsidP="00225527">
      <w:pPr>
        <w:pStyle w:val="TOC3"/>
      </w:pPr>
      <w:r>
        <w:t>Отмечается естественная убыль населения на уровне -4 чел./год на 1000 жителей.</w:t>
      </w:r>
    </w:p>
    <w:p w:rsidR="00CB4A4E" w:rsidRPr="00172FC2" w:rsidRDefault="00CB4A4E" w:rsidP="00970A00">
      <w:pPr>
        <w:autoSpaceDE w:val="0"/>
        <w:autoSpaceDN w:val="0"/>
        <w:adjustRightInd w:val="0"/>
        <w:spacing w:before="240" w:after="120"/>
        <w:rPr>
          <w:szCs w:val="28"/>
        </w:rPr>
      </w:pPr>
      <w:r w:rsidRPr="00172FC2">
        <w:rPr>
          <w:spacing w:val="26"/>
          <w:szCs w:val="18"/>
        </w:rPr>
        <w:t>Таблица 1.1 -</w:t>
      </w:r>
      <w:r w:rsidRPr="00172FC2">
        <w:rPr>
          <w:szCs w:val="28"/>
        </w:rPr>
        <w:t>Прогноз численности и состава населения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275"/>
        <w:gridCol w:w="1560"/>
        <w:gridCol w:w="1559"/>
        <w:gridCol w:w="1701"/>
      </w:tblGrid>
      <w:tr w:rsidR="00CB4A4E" w:rsidRPr="0001694E" w:rsidTr="006B0456">
        <w:trPr>
          <w:trHeight w:val="362"/>
        </w:trPr>
        <w:tc>
          <w:tcPr>
            <w:tcW w:w="3369" w:type="dxa"/>
            <w:vMerge w:val="restart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Наименование населенного пункта</w:t>
            </w:r>
          </w:p>
          <w:p w:rsidR="00CB4A4E" w:rsidRPr="0001694E" w:rsidRDefault="00CB4A4E" w:rsidP="006C6A49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  <w:p w:rsidR="00CB4A4E" w:rsidRPr="0001694E" w:rsidRDefault="00CB4A4E" w:rsidP="006C6A49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Численность населения, чел.</w:t>
            </w:r>
          </w:p>
        </w:tc>
      </w:tr>
      <w:tr w:rsidR="00CB4A4E" w:rsidRPr="0001694E" w:rsidTr="006B0456">
        <w:trPr>
          <w:trHeight w:val="409"/>
        </w:trPr>
        <w:tc>
          <w:tcPr>
            <w:tcW w:w="3369" w:type="dxa"/>
            <w:vMerge/>
            <w:vAlign w:val="center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Отчетный период</w:t>
            </w:r>
          </w:p>
        </w:tc>
        <w:tc>
          <w:tcPr>
            <w:tcW w:w="1560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Период 1</w:t>
            </w:r>
          </w:p>
        </w:tc>
        <w:tc>
          <w:tcPr>
            <w:tcW w:w="1559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Период 2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Период 3</w:t>
            </w:r>
          </w:p>
        </w:tc>
      </w:tr>
      <w:tr w:rsidR="00CB4A4E" w:rsidRPr="0001694E" w:rsidTr="006B0456">
        <w:trPr>
          <w:trHeight w:val="463"/>
        </w:trPr>
        <w:tc>
          <w:tcPr>
            <w:tcW w:w="3369" w:type="dxa"/>
            <w:vMerge/>
            <w:vAlign w:val="center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2013г</w:t>
            </w:r>
          </w:p>
        </w:tc>
        <w:tc>
          <w:tcPr>
            <w:tcW w:w="1560" w:type="dxa"/>
          </w:tcPr>
          <w:p w:rsidR="00CB4A4E" w:rsidRPr="0001694E" w:rsidRDefault="00CB4A4E" w:rsidP="006B045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2014-2016 гг</w:t>
            </w:r>
          </w:p>
        </w:tc>
        <w:tc>
          <w:tcPr>
            <w:tcW w:w="1559" w:type="dxa"/>
          </w:tcPr>
          <w:p w:rsidR="00CB4A4E" w:rsidRPr="0001694E" w:rsidRDefault="00CB4A4E" w:rsidP="006B0456">
            <w:pPr>
              <w:snapToGri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2017-2020 гг</w:t>
            </w:r>
          </w:p>
        </w:tc>
        <w:tc>
          <w:tcPr>
            <w:tcW w:w="1701" w:type="dxa"/>
          </w:tcPr>
          <w:p w:rsidR="00CB4A4E" w:rsidRPr="0001694E" w:rsidRDefault="00CB4A4E" w:rsidP="006B0456">
            <w:pPr>
              <w:snapToGri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2021-2025 гг</w:t>
            </w:r>
          </w:p>
        </w:tc>
      </w:tr>
      <w:tr w:rsidR="00CB4A4E" w:rsidRPr="0001694E" w:rsidTr="006B0456">
        <w:trPr>
          <w:trHeight w:val="70"/>
        </w:trPr>
        <w:tc>
          <w:tcPr>
            <w:tcW w:w="3369" w:type="dxa"/>
            <w:vAlign w:val="bottom"/>
          </w:tcPr>
          <w:p w:rsidR="00CB4A4E" w:rsidRPr="0001694E" w:rsidRDefault="00CB4A4E" w:rsidP="00172FC2">
            <w:pPr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пос. Аршань-Зельмень</w:t>
            </w:r>
          </w:p>
        </w:tc>
        <w:tc>
          <w:tcPr>
            <w:tcW w:w="1275" w:type="dxa"/>
            <w:vAlign w:val="bottom"/>
          </w:tcPr>
          <w:p w:rsidR="00CB4A4E" w:rsidRPr="0001694E" w:rsidRDefault="00CB4A4E" w:rsidP="00046031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717</w:t>
            </w:r>
          </w:p>
        </w:tc>
        <w:tc>
          <w:tcPr>
            <w:tcW w:w="1560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1559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697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6E0777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686</w:t>
            </w:r>
          </w:p>
        </w:tc>
      </w:tr>
      <w:tr w:rsidR="00CB4A4E" w:rsidRPr="0001694E" w:rsidTr="006B0456">
        <w:trPr>
          <w:trHeight w:val="70"/>
        </w:trPr>
        <w:tc>
          <w:tcPr>
            <w:tcW w:w="3369" w:type="dxa"/>
            <w:vAlign w:val="bottom"/>
          </w:tcPr>
          <w:p w:rsidR="00CB4A4E" w:rsidRPr="0001694E" w:rsidRDefault="00CB4A4E" w:rsidP="006C6A49">
            <w:pPr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пос. Шин</w:t>
            </w:r>
          </w:p>
        </w:tc>
        <w:tc>
          <w:tcPr>
            <w:tcW w:w="1275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560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CB4A4E" w:rsidRPr="0001694E" w:rsidRDefault="00CB4A4E" w:rsidP="006C6A49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6E0777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35</w:t>
            </w:r>
          </w:p>
        </w:tc>
      </w:tr>
    </w:tbl>
    <w:p w:rsidR="00CB4A4E" w:rsidRPr="00172FC2" w:rsidRDefault="00CB4A4E" w:rsidP="00225527">
      <w:pPr>
        <w:pStyle w:val="TOC3"/>
      </w:pPr>
    </w:p>
    <w:p w:rsidR="00CB4A4E" w:rsidRPr="00A80B45" w:rsidRDefault="00CB4A4E" w:rsidP="00A80B45">
      <w:pPr>
        <w:ind w:firstLine="567"/>
        <w:rPr>
          <w:color w:val="000000"/>
        </w:rPr>
      </w:pPr>
      <w:r>
        <w:rPr>
          <w:color w:val="000000"/>
        </w:rPr>
        <w:t>Жилищный фонд Аршаньзельменского СМО составляет 11,82 тыс. м</w:t>
      </w:r>
      <w:r>
        <w:rPr>
          <w:color w:val="000000"/>
          <w:vertAlign w:val="superscript"/>
        </w:rPr>
        <w:t>2</w:t>
      </w:r>
      <w:r>
        <w:rPr>
          <w:color w:val="000000"/>
        </w:rPr>
        <w:t>; жилищная обеспеченность – 16,0 м</w:t>
      </w:r>
      <w:r>
        <w:rPr>
          <w:color w:val="000000"/>
          <w:vertAlign w:val="superscript"/>
        </w:rPr>
        <w:t>2</w:t>
      </w:r>
      <w:r>
        <w:rPr>
          <w:color w:val="000000"/>
        </w:rPr>
        <w:t>/чел.</w:t>
      </w:r>
    </w:p>
    <w:p w:rsidR="00CB4A4E" w:rsidRPr="00B94ABE" w:rsidRDefault="00CB4A4E" w:rsidP="00A80B45">
      <w:pPr>
        <w:pStyle w:val="ListParagraph"/>
        <w:spacing w:after="0"/>
        <w:ind w:left="0"/>
      </w:pPr>
      <w:r w:rsidRPr="00B94ABE">
        <w:t>На территории Аршаньзельменского СМО существует:</w:t>
      </w:r>
    </w:p>
    <w:p w:rsidR="00CB4A4E" w:rsidRPr="00172FC2" w:rsidRDefault="00CB4A4E" w:rsidP="00A80B45">
      <w:pPr>
        <w:pStyle w:val="ListParagraph"/>
        <w:spacing w:after="0"/>
        <w:ind w:left="0"/>
        <w:rPr>
          <w:szCs w:val="28"/>
        </w:rPr>
      </w:pPr>
      <w:bookmarkStart w:id="29" w:name="_Toc380061525"/>
      <w:bookmarkStart w:id="30" w:name="_Toc380068625"/>
      <w:r w:rsidRPr="00172FC2">
        <w:rPr>
          <w:szCs w:val="28"/>
        </w:rPr>
        <w:t>-сельскохозяйственное предприятие</w:t>
      </w:r>
      <w:r w:rsidRPr="00172FC2">
        <w:t xml:space="preserve"> СПК «Аршань-Зельменский»</w:t>
      </w:r>
      <w:r w:rsidRPr="00172FC2">
        <w:rPr>
          <w:szCs w:val="28"/>
        </w:rPr>
        <w:t>;</w:t>
      </w:r>
    </w:p>
    <w:p w:rsidR="00CB4A4E" w:rsidRPr="00172FC2" w:rsidRDefault="00CB4A4E" w:rsidP="00A80B45">
      <w:pPr>
        <w:pStyle w:val="ListParagraph"/>
        <w:spacing w:after="0"/>
        <w:ind w:left="0"/>
        <w:rPr>
          <w:szCs w:val="28"/>
        </w:rPr>
      </w:pPr>
      <w:r w:rsidRPr="00172FC2">
        <w:rPr>
          <w:szCs w:val="28"/>
        </w:rPr>
        <w:t>- 24КФХ, а так же 35 ЛПХ;</w:t>
      </w:r>
    </w:p>
    <w:p w:rsidR="00CB4A4E" w:rsidRPr="00172FC2" w:rsidRDefault="00CB4A4E" w:rsidP="00A80B45">
      <w:pPr>
        <w:pStyle w:val="ListParagraph"/>
        <w:spacing w:after="0"/>
        <w:ind w:left="0"/>
        <w:rPr>
          <w:szCs w:val="28"/>
        </w:rPr>
      </w:pPr>
      <w:r w:rsidRPr="00172FC2">
        <w:rPr>
          <w:szCs w:val="28"/>
        </w:rPr>
        <w:t>- Администрация (4 работника);</w:t>
      </w:r>
    </w:p>
    <w:p w:rsidR="00CB4A4E" w:rsidRDefault="00CB4A4E" w:rsidP="00A80B45">
      <w:pPr>
        <w:pStyle w:val="ListParagraph"/>
        <w:spacing w:after="0"/>
        <w:ind w:left="0"/>
        <w:rPr>
          <w:color w:val="000000"/>
        </w:rPr>
      </w:pPr>
      <w:r w:rsidRPr="00172FC2">
        <w:rPr>
          <w:szCs w:val="28"/>
        </w:rPr>
        <w:t xml:space="preserve">- </w:t>
      </w:r>
      <w:r w:rsidRPr="00172FC2">
        <w:rPr>
          <w:color w:val="000000"/>
        </w:rPr>
        <w:t>Аршаньзельменская</w:t>
      </w:r>
      <w:r>
        <w:rPr>
          <w:color w:val="000000"/>
        </w:rPr>
        <w:t xml:space="preserve"> средняя школа на 300 мест (30 работников, 72 учащихся); </w:t>
      </w:r>
    </w:p>
    <w:p w:rsidR="00CB4A4E" w:rsidRDefault="00CB4A4E" w:rsidP="00A80B45">
      <w:pPr>
        <w:pStyle w:val="ListParagraph"/>
        <w:spacing w:after="0"/>
        <w:ind w:left="0"/>
        <w:rPr>
          <w:color w:val="000000"/>
        </w:rPr>
      </w:pPr>
      <w:r>
        <w:rPr>
          <w:color w:val="000000"/>
        </w:rPr>
        <w:t>- врачебная амбулатория (7 работников);</w:t>
      </w:r>
    </w:p>
    <w:p w:rsidR="00CB4A4E" w:rsidRPr="003C2755" w:rsidRDefault="00CB4A4E" w:rsidP="003C2755">
      <w:pPr>
        <w:pStyle w:val="ListParagraph"/>
        <w:spacing w:after="0"/>
        <w:ind w:left="0"/>
        <w:rPr>
          <w:color w:val="000000"/>
        </w:rPr>
      </w:pPr>
      <w:r>
        <w:rPr>
          <w:color w:val="000000"/>
        </w:rPr>
        <w:t>- МУК «Социально-культурный центр Аршаньзельменского СМО» (3 работника, зал на 120 мест).</w:t>
      </w:r>
    </w:p>
    <w:p w:rsidR="00CB4A4E" w:rsidRPr="003C2755" w:rsidRDefault="00CB4A4E" w:rsidP="00BE2DA0">
      <w:r w:rsidRPr="003C2755">
        <w:rPr>
          <w:spacing w:val="26"/>
          <w:szCs w:val="18"/>
        </w:rPr>
        <w:t>Таблица 1.2 -</w:t>
      </w:r>
      <w:r w:rsidRPr="003C2755">
        <w:t>Численность поголовья скота и птицы, являющихся собственностью населения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</w:tblGrid>
      <w:tr w:rsidR="00CB4A4E" w:rsidRPr="0001694E" w:rsidTr="0001694E">
        <w:trPr>
          <w:jc w:val="center"/>
        </w:trPr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Количество</w:t>
            </w:r>
          </w:p>
        </w:tc>
      </w:tr>
      <w:tr w:rsidR="00CB4A4E" w:rsidRPr="0001694E" w:rsidTr="0001694E">
        <w:trPr>
          <w:jc w:val="center"/>
        </w:trPr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КРС</w:t>
            </w:r>
          </w:p>
        </w:tc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2124</w:t>
            </w:r>
          </w:p>
        </w:tc>
      </w:tr>
      <w:tr w:rsidR="00CB4A4E" w:rsidRPr="0001694E" w:rsidTr="0001694E">
        <w:trPr>
          <w:jc w:val="center"/>
        </w:trPr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Свиньи</w:t>
            </w:r>
          </w:p>
        </w:tc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41</w:t>
            </w:r>
          </w:p>
        </w:tc>
      </w:tr>
      <w:tr w:rsidR="00CB4A4E" w:rsidRPr="0001694E" w:rsidTr="0001694E">
        <w:trPr>
          <w:jc w:val="center"/>
        </w:trPr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Овцы и козы</w:t>
            </w:r>
          </w:p>
        </w:tc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450</w:t>
            </w:r>
          </w:p>
        </w:tc>
      </w:tr>
      <w:tr w:rsidR="00CB4A4E" w:rsidRPr="0001694E" w:rsidTr="0001694E">
        <w:trPr>
          <w:jc w:val="center"/>
        </w:trPr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Птицы</w:t>
            </w:r>
          </w:p>
        </w:tc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868</w:t>
            </w:r>
          </w:p>
        </w:tc>
      </w:tr>
      <w:tr w:rsidR="00CB4A4E" w:rsidRPr="0001694E" w:rsidTr="0001694E">
        <w:trPr>
          <w:jc w:val="center"/>
        </w:trPr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Лошади</w:t>
            </w:r>
          </w:p>
        </w:tc>
        <w:tc>
          <w:tcPr>
            <w:tcW w:w="3190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15</w:t>
            </w:r>
          </w:p>
        </w:tc>
      </w:tr>
    </w:tbl>
    <w:p w:rsidR="00CB4A4E" w:rsidRPr="001C06F5" w:rsidRDefault="00CB4A4E" w:rsidP="00C414E8">
      <w:pPr>
        <w:rPr>
          <w:highlight w:val="yellow"/>
        </w:rPr>
      </w:pPr>
    </w:p>
    <w:p w:rsidR="00CB4A4E" w:rsidRPr="003C2755" w:rsidRDefault="00CB4A4E" w:rsidP="00C414E8">
      <w:pPr>
        <w:pStyle w:val="Heading2"/>
        <w:numPr>
          <w:ilvl w:val="0"/>
          <w:numId w:val="0"/>
        </w:numPr>
        <w:ind w:firstLine="709"/>
      </w:pPr>
      <w:bookmarkStart w:id="31" w:name="_Toc405450161"/>
      <w:r w:rsidRPr="003C2755">
        <w:t>1.2 Технико-экономическое состояние централизованных систем водоснабжения сельского поселения</w:t>
      </w:r>
      <w:bookmarkEnd w:id="29"/>
      <w:bookmarkEnd w:id="30"/>
      <w:bookmarkEnd w:id="31"/>
    </w:p>
    <w:p w:rsidR="00CB4A4E" w:rsidRPr="003C2755" w:rsidRDefault="00CB4A4E" w:rsidP="00C76A5E">
      <w:pPr>
        <w:pStyle w:val="Heading3"/>
        <w:numPr>
          <w:ilvl w:val="0"/>
          <w:numId w:val="0"/>
        </w:numPr>
        <w:ind w:firstLine="709"/>
      </w:pPr>
      <w:bookmarkStart w:id="32" w:name="_Toc380061526"/>
      <w:bookmarkStart w:id="33" w:name="_Toc380068626"/>
      <w:bookmarkStart w:id="34" w:name="_Toc405450162"/>
      <w:r w:rsidRPr="003C2755">
        <w:t xml:space="preserve">1.2.1 Описание </w:t>
      </w:r>
      <w:r w:rsidRPr="003C2755">
        <w:rPr>
          <w:rStyle w:val="SubtleEmphasis"/>
          <w:i w:val="0"/>
          <w:iCs w:val="0"/>
          <w:color w:val="auto"/>
        </w:rPr>
        <w:t>структуры</w:t>
      </w:r>
      <w:r w:rsidRPr="003C2755">
        <w:t xml:space="preserve"> водоснабжения муниципального образования</w:t>
      </w:r>
      <w:bookmarkEnd w:id="32"/>
      <w:bookmarkEnd w:id="33"/>
      <w:bookmarkEnd w:id="34"/>
    </w:p>
    <w:p w:rsidR="00CB4A4E" w:rsidRPr="003C2755" w:rsidRDefault="00CB4A4E" w:rsidP="00225527">
      <w:pPr>
        <w:pStyle w:val="TOC3"/>
      </w:pPr>
      <w:r w:rsidRPr="003C2755">
        <w:t xml:space="preserve">На территории </w:t>
      </w:r>
      <w:r w:rsidRPr="003C2755">
        <w:rPr>
          <w:color w:val="000000"/>
        </w:rPr>
        <w:t>Аршаньзельменского</w:t>
      </w:r>
      <w:r w:rsidRPr="003C2755">
        <w:t xml:space="preserve">СМО вода соответствует требованиям СанПиН 2.1.4. -1074-01 «Питьевая вода. Гигиенические требования к качеству воды централизованных систем питьевого водоснабжения». </w:t>
      </w:r>
    </w:p>
    <w:p w:rsidR="00CB4A4E" w:rsidRPr="001C06F5" w:rsidRDefault="00CB4A4E" w:rsidP="00225527">
      <w:pPr>
        <w:pStyle w:val="TOC3"/>
        <w:rPr>
          <w:highlight w:val="yellow"/>
        </w:rPr>
      </w:pPr>
      <w:r w:rsidRPr="00555F0A">
        <w:t xml:space="preserve">Снабжение пос. Аршань-Зельменьхозяйственно-питьевойводой осуществляется от артезианских скважин с </w:t>
      </w:r>
      <w:r>
        <w:t>резервуаром чистой воды</w:t>
      </w:r>
      <w:r w:rsidRPr="00555F0A">
        <w:t>. От двух</w:t>
      </w:r>
      <w:r>
        <w:t>артскважин вода поступает взакрытый резервуар чистой воды</w:t>
      </w:r>
      <w:r w:rsidRPr="00555F0A">
        <w:t>, а далее по водопроводным сетям поступает к потребителям.</w:t>
      </w:r>
      <w:r>
        <w:t xml:space="preserve"> Протяженность водовода от артезианских скважин до пос. Аршань-Зельмень составляет 5 км.</w:t>
      </w:r>
      <w:r w:rsidRPr="00555F0A">
        <w:t xml:space="preserve"> Протяженность водопроводных сетей пос. Аршань-Зельменьсоставляет 13 км. Централизованное водоснабжение в пос. Аршань-Зельменьимеет </w:t>
      </w:r>
      <w:r>
        <w:t>65</w:t>
      </w:r>
      <w:r w:rsidRPr="00555F0A">
        <w:t xml:space="preserve"> % жилых домов. </w:t>
      </w:r>
    </w:p>
    <w:p w:rsidR="00CB4A4E" w:rsidRPr="00555F0A" w:rsidRDefault="00CB4A4E" w:rsidP="00BB5FD2">
      <w:pPr>
        <w:spacing w:after="0"/>
      </w:pPr>
      <w:r w:rsidRPr="00555F0A">
        <w:t>В пос. Шин центральное водоснабжение отсутствует.Население пос. Шинпользуется привозной водой.</w:t>
      </w:r>
    </w:p>
    <w:p w:rsidR="00CB4A4E" w:rsidRPr="00555F0A" w:rsidRDefault="00CB4A4E" w:rsidP="00BB5FD2">
      <w:pPr>
        <w:spacing w:after="0"/>
        <w:rPr>
          <w:szCs w:val="28"/>
        </w:rPr>
      </w:pPr>
      <w:r w:rsidRPr="00555F0A">
        <w:t xml:space="preserve">Централизованной канализации в СМО нет. В жилой застройке имеются дворовые уборные и выгребные ямы. </w:t>
      </w:r>
    </w:p>
    <w:p w:rsidR="00CB4A4E" w:rsidRPr="00555F0A" w:rsidRDefault="00CB4A4E" w:rsidP="00DD1004">
      <w:pPr>
        <w:pStyle w:val="Heading3"/>
        <w:numPr>
          <w:ilvl w:val="0"/>
          <w:numId w:val="0"/>
        </w:numPr>
        <w:ind w:firstLine="709"/>
      </w:pPr>
      <w:bookmarkStart w:id="35" w:name="_Toc380061527"/>
      <w:bookmarkStart w:id="36" w:name="_Toc380068627"/>
      <w:bookmarkStart w:id="37" w:name="_Toc405450163"/>
      <w:r w:rsidRPr="00555F0A">
        <w:t>1.2.2 Описание территорий муниципального образования, неохваченных централизованными системами водоснабжения</w:t>
      </w:r>
      <w:bookmarkEnd w:id="35"/>
      <w:bookmarkEnd w:id="36"/>
      <w:bookmarkEnd w:id="37"/>
    </w:p>
    <w:p w:rsidR="00CB4A4E" w:rsidRPr="00555F0A" w:rsidRDefault="00CB4A4E" w:rsidP="0067122A">
      <w:pPr>
        <w:pStyle w:val="ListParagraph"/>
        <w:numPr>
          <w:ilvl w:val="0"/>
          <w:numId w:val="2"/>
        </w:numPr>
        <w:spacing w:after="0"/>
        <w:ind w:left="0" w:firstLine="709"/>
        <w:rPr>
          <w:szCs w:val="28"/>
          <w:lang w:eastAsia="ru-RU"/>
        </w:rPr>
      </w:pPr>
      <w:bookmarkStart w:id="38" w:name="_Toc380061528"/>
      <w:bookmarkStart w:id="39" w:name="_Toc380412375"/>
      <w:r w:rsidRPr="00555F0A">
        <w:rPr>
          <w:szCs w:val="28"/>
          <w:lang w:eastAsia="ru-RU"/>
        </w:rPr>
        <w:t xml:space="preserve">В </w:t>
      </w:r>
      <w:r w:rsidRPr="00555F0A">
        <w:t>пос. Аршань-Зельменьпроцент жилого фонда, неохваченного централизованной системой водоснабжения, составляет – 35 %.</w:t>
      </w:r>
    </w:p>
    <w:p w:rsidR="00CB4A4E" w:rsidRPr="00555F0A" w:rsidRDefault="00CB4A4E" w:rsidP="0092461A">
      <w:pPr>
        <w:pStyle w:val="Heading3"/>
        <w:numPr>
          <w:ilvl w:val="0"/>
          <w:numId w:val="0"/>
        </w:numPr>
        <w:tabs>
          <w:tab w:val="left" w:pos="8250"/>
        </w:tabs>
        <w:spacing w:before="0" w:after="0"/>
        <w:ind w:firstLine="709"/>
      </w:pPr>
      <w:bookmarkStart w:id="40" w:name="_Toc405450164"/>
      <w:r w:rsidRPr="00555F0A">
        <w:t>1.2.3 Описание технологических зон водоснабжения</w:t>
      </w:r>
      <w:bookmarkEnd w:id="38"/>
      <w:bookmarkEnd w:id="39"/>
      <w:bookmarkEnd w:id="40"/>
      <w:r w:rsidRPr="00555F0A">
        <w:tab/>
      </w:r>
    </w:p>
    <w:p w:rsidR="00CB4A4E" w:rsidRPr="001C06F5" w:rsidRDefault="00CB4A4E" w:rsidP="002C28E7">
      <w:pPr>
        <w:pStyle w:val="ListParagraph"/>
        <w:spacing w:after="0"/>
        <w:ind w:left="0"/>
        <w:rPr>
          <w:highlight w:val="yellow"/>
          <w:lang w:eastAsia="ru-RU"/>
        </w:rPr>
      </w:pPr>
      <w:r w:rsidRPr="00555F0A">
        <w:rPr>
          <w:color w:val="000000"/>
        </w:rPr>
        <w:t>Аршаньзельменское</w:t>
      </w:r>
      <w:r w:rsidRPr="00555F0A">
        <w:rPr>
          <w:lang w:eastAsia="ru-RU"/>
        </w:rPr>
        <w:t>СМО РК состоит из одной технологической зоны водоснабжения.Она охватывает административные, социально-культурные, образовательные учреждения</w:t>
      </w:r>
      <w:r w:rsidRPr="00555F0A">
        <w:t>,</w:t>
      </w:r>
      <w:r w:rsidRPr="00555F0A">
        <w:rPr>
          <w:lang w:eastAsia="ru-RU"/>
        </w:rPr>
        <w:t xml:space="preserve"> а также частный сектор </w:t>
      </w:r>
      <w:r w:rsidRPr="00555F0A">
        <w:t>пос. Аршань-Зельмень</w:t>
      </w:r>
      <w:r w:rsidRPr="00555F0A">
        <w:rPr>
          <w:lang w:eastAsia="ru-RU"/>
        </w:rPr>
        <w:t xml:space="preserve">. Протяженность водопроводных сетей составляет </w:t>
      </w:r>
      <w:r w:rsidRPr="00555F0A">
        <w:t>13</w:t>
      </w:r>
      <w:r w:rsidRPr="00555F0A">
        <w:rPr>
          <w:lang w:eastAsia="ru-RU"/>
        </w:rPr>
        <w:t xml:space="preserve">км. Водоснабжение обеспечивается артезианскими скважинами №1, №05/11с одним </w:t>
      </w:r>
      <w:r>
        <w:rPr>
          <w:lang w:eastAsia="ru-RU"/>
        </w:rPr>
        <w:t xml:space="preserve">закрытым </w:t>
      </w:r>
      <w:r w:rsidRPr="00555F0A">
        <w:rPr>
          <w:lang w:eastAsia="ru-RU"/>
        </w:rPr>
        <w:t>резервуаром чистой воды объемом 50м</w:t>
      </w:r>
      <w:r w:rsidRPr="00555F0A">
        <w:rPr>
          <w:vertAlign w:val="superscript"/>
          <w:lang w:eastAsia="ru-RU"/>
        </w:rPr>
        <w:t>3</w:t>
      </w:r>
      <w:r w:rsidRPr="00555F0A">
        <w:rPr>
          <w:lang w:eastAsia="ru-RU"/>
        </w:rPr>
        <w:t>.</w:t>
      </w:r>
    </w:p>
    <w:p w:rsidR="00CB4A4E" w:rsidRPr="00CA2B67" w:rsidRDefault="00CB4A4E" w:rsidP="002C28E7">
      <w:pPr>
        <w:pStyle w:val="Heading3"/>
        <w:numPr>
          <w:ilvl w:val="0"/>
          <w:numId w:val="0"/>
        </w:numPr>
        <w:ind w:firstLine="709"/>
      </w:pPr>
      <w:bookmarkStart w:id="41" w:name="_Toc380061529"/>
      <w:bookmarkStart w:id="42" w:name="_Toc380068629"/>
      <w:bookmarkStart w:id="43" w:name="_Toc405450165"/>
      <w:r w:rsidRPr="00CA2B67">
        <w:t>1.2.4 Описание состояния существующих источников водоснабжения и водозаборных сооружений</w:t>
      </w:r>
      <w:bookmarkEnd w:id="41"/>
      <w:bookmarkEnd w:id="42"/>
      <w:bookmarkEnd w:id="43"/>
    </w:p>
    <w:p w:rsidR="00CB4A4E" w:rsidRPr="00CA2B67" w:rsidRDefault="00CB4A4E" w:rsidP="00491951">
      <w:pPr>
        <w:spacing w:after="0"/>
        <w:rPr>
          <w:szCs w:val="28"/>
        </w:rPr>
      </w:pPr>
      <w:r w:rsidRPr="00CA2B67">
        <w:rPr>
          <w:szCs w:val="28"/>
        </w:rPr>
        <w:t xml:space="preserve">На  территории </w:t>
      </w:r>
      <w:r w:rsidRPr="00CA2B67">
        <w:rPr>
          <w:color w:val="000000"/>
        </w:rPr>
        <w:t>Аршаньзельменского</w:t>
      </w:r>
      <w:r w:rsidRPr="00CA2B67">
        <w:rPr>
          <w:szCs w:val="28"/>
        </w:rPr>
        <w:t>СМО РК</w:t>
      </w:r>
      <w:r w:rsidRPr="00CA2B67">
        <w:rPr>
          <w:noProof/>
          <w:szCs w:val="28"/>
        </w:rPr>
        <w:t>:</w:t>
      </w:r>
    </w:p>
    <w:p w:rsidR="00CB4A4E" w:rsidRPr="00CA2B67" w:rsidRDefault="00CB4A4E" w:rsidP="00491951">
      <w:pPr>
        <w:pStyle w:val="1"/>
        <w:spacing w:line="360" w:lineRule="auto"/>
        <w:ind w:left="0" w:firstLine="709"/>
        <w:contextualSpacing w:val="0"/>
        <w:rPr>
          <w:szCs w:val="24"/>
        </w:rPr>
      </w:pPr>
      <w:r w:rsidRPr="00CA2B67">
        <w:rPr>
          <w:szCs w:val="24"/>
        </w:rPr>
        <w:t>Протяженность уличных водопроводных сетей  –13км;</w:t>
      </w:r>
    </w:p>
    <w:p w:rsidR="00CB4A4E" w:rsidRPr="00CA2B67" w:rsidRDefault="00CB4A4E" w:rsidP="00B1726F">
      <w:pPr>
        <w:pStyle w:val="1"/>
        <w:spacing w:line="360" w:lineRule="auto"/>
        <w:ind w:left="0" w:firstLine="709"/>
        <w:contextualSpacing w:val="0"/>
        <w:rPr>
          <w:szCs w:val="24"/>
        </w:rPr>
      </w:pPr>
      <w:r w:rsidRPr="00CA2B67">
        <w:rPr>
          <w:szCs w:val="24"/>
        </w:rPr>
        <w:t>Протяженность магистрального водовода  – 5 км;</w:t>
      </w:r>
    </w:p>
    <w:p w:rsidR="00CB4A4E" w:rsidRPr="00CA2B67" w:rsidRDefault="00CB4A4E" w:rsidP="00491951">
      <w:pPr>
        <w:pStyle w:val="1"/>
        <w:spacing w:line="360" w:lineRule="auto"/>
        <w:ind w:left="0" w:firstLine="709"/>
        <w:contextualSpacing w:val="0"/>
        <w:rPr>
          <w:szCs w:val="24"/>
        </w:rPr>
      </w:pPr>
      <w:r w:rsidRPr="00CA2B67">
        <w:rPr>
          <w:szCs w:val="24"/>
        </w:rPr>
        <w:t>Источник водоснабжения – подземные воды;</w:t>
      </w:r>
    </w:p>
    <w:p w:rsidR="00CB4A4E" w:rsidRPr="00CA2B67" w:rsidRDefault="00CB4A4E" w:rsidP="00491951">
      <w:pPr>
        <w:pStyle w:val="1"/>
        <w:spacing w:line="360" w:lineRule="auto"/>
        <w:ind w:left="0" w:firstLine="709"/>
        <w:contextualSpacing w:val="0"/>
        <w:rPr>
          <w:szCs w:val="24"/>
        </w:rPr>
      </w:pPr>
      <w:r w:rsidRPr="00CA2B67">
        <w:rPr>
          <w:szCs w:val="24"/>
        </w:rPr>
        <w:t>Резервуаров:</w:t>
      </w:r>
    </w:p>
    <w:p w:rsidR="00CB4A4E" w:rsidRPr="00CA2B67" w:rsidRDefault="00CB4A4E" w:rsidP="006F528B">
      <w:pPr>
        <w:pStyle w:val="1"/>
        <w:numPr>
          <w:ilvl w:val="0"/>
          <w:numId w:val="0"/>
        </w:numPr>
        <w:spacing w:line="360" w:lineRule="auto"/>
        <w:ind w:firstLine="709"/>
        <w:contextualSpacing w:val="0"/>
        <w:rPr>
          <w:szCs w:val="24"/>
        </w:rPr>
      </w:pPr>
      <w:r w:rsidRPr="00CA2B67">
        <w:rPr>
          <w:szCs w:val="24"/>
        </w:rPr>
        <w:t>- 1 закрытыйрезервуар чистой водыобъемом50 м</w:t>
      </w:r>
      <w:r w:rsidRPr="00CA2B67">
        <w:rPr>
          <w:szCs w:val="24"/>
          <w:vertAlign w:val="superscript"/>
        </w:rPr>
        <w:t>3</w:t>
      </w:r>
      <w:r w:rsidRPr="00CA2B67">
        <w:rPr>
          <w:szCs w:val="24"/>
        </w:rPr>
        <w:t>.</w:t>
      </w:r>
    </w:p>
    <w:p w:rsidR="00CB4A4E" w:rsidRPr="000A0B60" w:rsidRDefault="00CB4A4E" w:rsidP="00491951">
      <w:pPr>
        <w:pStyle w:val="1"/>
        <w:spacing w:line="360" w:lineRule="auto"/>
        <w:ind w:left="0" w:firstLine="709"/>
        <w:contextualSpacing w:val="0"/>
        <w:rPr>
          <w:szCs w:val="24"/>
        </w:rPr>
      </w:pPr>
      <w:r w:rsidRPr="000A0B60">
        <w:rPr>
          <w:szCs w:val="24"/>
        </w:rPr>
        <w:t>Артезианских скважин:</w:t>
      </w:r>
    </w:p>
    <w:p w:rsidR="00CB4A4E" w:rsidRPr="000A0B60" w:rsidRDefault="00CB4A4E" w:rsidP="00225527">
      <w:pPr>
        <w:pStyle w:val="TOC3"/>
      </w:pPr>
      <w:r w:rsidRPr="000A0B60">
        <w:t xml:space="preserve">Артезианская скважина №1. Скважина расположена в 5 км </w:t>
      </w:r>
      <w:r>
        <w:t xml:space="preserve">на северо-запад </w:t>
      </w:r>
      <w:r w:rsidRPr="000A0B60">
        <w:t xml:space="preserve">отпос. Аршань-Зельмень. </w:t>
      </w:r>
    </w:p>
    <w:p w:rsidR="00CB4A4E" w:rsidRPr="001C06F5" w:rsidRDefault="00CB4A4E" w:rsidP="00225527">
      <w:pPr>
        <w:pStyle w:val="TOC3"/>
        <w:rPr>
          <w:highlight w:val="yellow"/>
        </w:rPr>
      </w:pPr>
      <w:r w:rsidRPr="000A0B60">
        <w:t xml:space="preserve">Артезианская скважина №05/11. Скважина расположена в 5 км </w:t>
      </w:r>
      <w:r>
        <w:t xml:space="preserve">на северо-запад </w:t>
      </w:r>
      <w:r w:rsidRPr="000A0B60">
        <w:t xml:space="preserve">от пос. Аршань-Зельмень. Местоположение скважины определяется координатами: СШ 47° 37´ 08” ВД 44° 33´ 21”. Абсолютная отметка устья скважины составляет 81 м.Глубина </w:t>
      </w:r>
      <w:r>
        <w:t>скважины – 16,6</w:t>
      </w:r>
      <w:r w:rsidRPr="000A0B60">
        <w:t xml:space="preserve"> м</w:t>
      </w:r>
    </w:p>
    <w:p w:rsidR="00CB4A4E" w:rsidRPr="00B06AC0" w:rsidRDefault="00CB4A4E" w:rsidP="00970A00">
      <w:pPr>
        <w:pStyle w:val="1"/>
        <w:numPr>
          <w:ilvl w:val="0"/>
          <w:numId w:val="0"/>
        </w:numPr>
        <w:spacing w:after="120" w:line="360" w:lineRule="auto"/>
        <w:ind w:firstLine="709"/>
      </w:pPr>
      <w:r w:rsidRPr="00B06AC0">
        <w:rPr>
          <w:spacing w:val="26"/>
        </w:rPr>
        <w:t>Таблица 1.3</w:t>
      </w:r>
      <w:r w:rsidRPr="00B06AC0">
        <w:t xml:space="preserve"> - Характеристика насосов водозаборов</w:t>
      </w:r>
    </w:p>
    <w:tbl>
      <w:tblPr>
        <w:tblW w:w="7190" w:type="dxa"/>
        <w:jc w:val="center"/>
        <w:tblLayout w:type="fixed"/>
        <w:tblLook w:val="00A0"/>
      </w:tblPr>
      <w:tblGrid>
        <w:gridCol w:w="817"/>
        <w:gridCol w:w="1554"/>
        <w:gridCol w:w="1703"/>
        <w:gridCol w:w="1558"/>
        <w:gridCol w:w="1558"/>
      </w:tblGrid>
      <w:tr w:rsidR="00CB4A4E" w:rsidRPr="0001694E" w:rsidTr="00B551AE">
        <w:trPr>
          <w:trHeight w:val="300"/>
          <w:tblHeader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bookmarkStart w:id="44" w:name="_Hlk399751473"/>
            <w:r w:rsidRPr="00B06AC0">
              <w:rPr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6AC0">
              <w:rPr>
                <w:b/>
                <w:bCs/>
                <w:sz w:val="24"/>
                <w:szCs w:val="24"/>
                <w:lang w:eastAsia="ru-RU"/>
              </w:rPr>
              <w:t>Местораспо-ложение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6AC0">
              <w:rPr>
                <w:b/>
                <w:bCs/>
                <w:sz w:val="24"/>
                <w:szCs w:val="24"/>
                <w:lang w:eastAsia="ru-RU"/>
              </w:rPr>
              <w:t>№ артезианской скважины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6AC0">
              <w:rPr>
                <w:b/>
                <w:bCs/>
                <w:sz w:val="24"/>
                <w:szCs w:val="24"/>
                <w:lang w:eastAsia="ru-RU"/>
              </w:rPr>
              <w:t xml:space="preserve">Оборудование </w:t>
            </w:r>
          </w:p>
        </w:tc>
      </w:tr>
      <w:tr w:rsidR="00CB4A4E" w:rsidRPr="0001694E" w:rsidTr="00B551AE">
        <w:trPr>
          <w:trHeight w:val="849"/>
          <w:tblHeader/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6AC0">
              <w:rPr>
                <w:b/>
                <w:bCs/>
                <w:sz w:val="24"/>
                <w:szCs w:val="24"/>
                <w:lang w:eastAsia="ru-RU"/>
              </w:rPr>
              <w:t>марка насоса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6AC0">
              <w:rPr>
                <w:b/>
                <w:bCs/>
                <w:sz w:val="24"/>
                <w:szCs w:val="24"/>
                <w:lang w:eastAsia="ru-RU"/>
              </w:rPr>
              <w:t>Дебит, м</w:t>
            </w:r>
            <w:r w:rsidRPr="00B06AC0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Pr="00B06AC0">
              <w:rPr>
                <w:b/>
                <w:bCs/>
                <w:sz w:val="24"/>
                <w:szCs w:val="24"/>
                <w:lang w:eastAsia="ru-RU"/>
              </w:rPr>
              <w:t>/ч</w:t>
            </w:r>
          </w:p>
        </w:tc>
      </w:tr>
      <w:tr w:rsidR="00CB4A4E" w:rsidRPr="0001694E" w:rsidTr="00B551AE">
        <w:trPr>
          <w:trHeight w:hRule="exact" w:val="830"/>
          <w:jc w:val="center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06AC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B36BB0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01694E">
              <w:rPr>
                <w:sz w:val="24"/>
                <w:szCs w:val="24"/>
              </w:rPr>
              <w:t>пос. Аршань-Зельмень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rPr>
                <w:sz w:val="24"/>
                <w:szCs w:val="24"/>
                <w:lang w:eastAsia="ru-RU"/>
              </w:rPr>
            </w:pPr>
          </w:p>
          <w:p w:rsidR="00CB4A4E" w:rsidRPr="00B06AC0" w:rsidRDefault="00CB4A4E" w:rsidP="00672A56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01694E">
              <w:rPr>
                <w:sz w:val="24"/>
                <w:szCs w:val="24"/>
              </w:rPr>
              <w:t>№1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A4E" w:rsidRPr="00B06AC0" w:rsidRDefault="00CB4A4E" w:rsidP="00B06AC0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06AC0">
              <w:rPr>
                <w:sz w:val="24"/>
                <w:szCs w:val="24"/>
                <w:lang w:eastAsia="ru-RU"/>
              </w:rPr>
              <w:t xml:space="preserve">ЭЦВ </w:t>
            </w:r>
          </w:p>
          <w:p w:rsidR="00CB4A4E" w:rsidRPr="00B06AC0" w:rsidRDefault="00CB4A4E" w:rsidP="00B06AC0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06AC0">
              <w:rPr>
                <w:sz w:val="24"/>
                <w:szCs w:val="24"/>
                <w:lang w:eastAsia="ru-RU"/>
              </w:rPr>
              <w:t>4-2,5-80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A4E" w:rsidRPr="00B06AC0" w:rsidRDefault="00CB4A4E" w:rsidP="00A50ACF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06AC0">
              <w:rPr>
                <w:sz w:val="24"/>
                <w:szCs w:val="24"/>
                <w:lang w:eastAsia="ru-RU"/>
              </w:rPr>
              <w:t>2,5</w:t>
            </w:r>
          </w:p>
        </w:tc>
      </w:tr>
      <w:tr w:rsidR="00CB4A4E" w:rsidRPr="0001694E" w:rsidTr="00E12AA6">
        <w:trPr>
          <w:trHeight w:val="468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F77B0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B06AC0" w:rsidRDefault="00CB4A4E" w:rsidP="00672A56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01694E">
              <w:rPr>
                <w:sz w:val="24"/>
                <w:szCs w:val="24"/>
              </w:rPr>
              <w:t>№05/11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4A4E" w:rsidRPr="00B06AC0" w:rsidRDefault="00CB4A4E" w:rsidP="00B551A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06AC0">
              <w:rPr>
                <w:sz w:val="24"/>
                <w:szCs w:val="24"/>
                <w:lang w:eastAsia="ru-RU"/>
              </w:rPr>
              <w:t>ЭЦВ</w:t>
            </w:r>
          </w:p>
          <w:p w:rsidR="00CB4A4E" w:rsidRPr="00B06AC0" w:rsidRDefault="00CB4A4E" w:rsidP="00B551AE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06AC0">
              <w:rPr>
                <w:sz w:val="24"/>
                <w:szCs w:val="24"/>
                <w:lang w:eastAsia="ru-RU"/>
              </w:rPr>
              <w:t>4-2,5-80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4A4E" w:rsidRPr="009C59C6" w:rsidRDefault="00CB4A4E" w:rsidP="00F77B05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06AC0">
              <w:rPr>
                <w:sz w:val="24"/>
                <w:szCs w:val="24"/>
                <w:lang w:eastAsia="ru-RU"/>
              </w:rPr>
              <w:t>2,5</w:t>
            </w:r>
          </w:p>
        </w:tc>
      </w:tr>
    </w:tbl>
    <w:p w:rsidR="00CB4A4E" w:rsidRPr="00B06AC0" w:rsidRDefault="00CB4A4E" w:rsidP="00E76953">
      <w:pPr>
        <w:pStyle w:val="Heading3"/>
        <w:numPr>
          <w:ilvl w:val="0"/>
          <w:numId w:val="0"/>
        </w:numPr>
        <w:ind w:firstLine="709"/>
      </w:pPr>
      <w:bookmarkStart w:id="45" w:name="_Toc380061530"/>
      <w:bookmarkStart w:id="46" w:name="_Toc380068630"/>
      <w:bookmarkStart w:id="47" w:name="_Toc405450166"/>
      <w:bookmarkEnd w:id="44"/>
      <w:r w:rsidRPr="00B06AC0">
        <w:t>1.2.5 Описание существующих сооружений очистки и подготовки воды</w:t>
      </w:r>
      <w:bookmarkEnd w:id="45"/>
      <w:bookmarkEnd w:id="46"/>
      <w:bookmarkEnd w:id="47"/>
    </w:p>
    <w:p w:rsidR="00CB4A4E" w:rsidRPr="00B551AE" w:rsidRDefault="00CB4A4E" w:rsidP="00B06AC0">
      <w:pPr>
        <w:keepNext/>
        <w:keepLines/>
        <w:spacing w:after="0"/>
        <w:contextualSpacing/>
        <w:rPr>
          <w:bCs/>
          <w:szCs w:val="28"/>
          <w:lang w:eastAsia="ru-RU"/>
        </w:rPr>
      </w:pPr>
      <w:bookmarkStart w:id="48" w:name="_Toc380061531"/>
      <w:bookmarkStart w:id="49" w:name="_Toc380412378"/>
      <w:r w:rsidRPr="00B551AE">
        <w:rPr>
          <w:bCs/>
          <w:szCs w:val="28"/>
          <w:lang w:eastAsia="ru-RU"/>
        </w:rPr>
        <w:t xml:space="preserve">Сооружения очистки и подготовки воды в </w:t>
      </w:r>
      <w:r w:rsidRPr="00F07B9F">
        <w:rPr>
          <w:color w:val="000000"/>
        </w:rPr>
        <w:t>Аршаньзельменско</w:t>
      </w:r>
      <w:r>
        <w:rPr>
          <w:color w:val="000000"/>
        </w:rPr>
        <w:t>м</w:t>
      </w:r>
      <w:r w:rsidRPr="00B551AE">
        <w:rPr>
          <w:bCs/>
          <w:szCs w:val="28"/>
          <w:lang w:eastAsia="ru-RU"/>
        </w:rPr>
        <w:t xml:space="preserve">СМО отсутствуют. </w:t>
      </w:r>
    </w:p>
    <w:p w:rsidR="00CB4A4E" w:rsidRPr="00F07B9F" w:rsidRDefault="00CB4A4E" w:rsidP="00E76953">
      <w:pPr>
        <w:pStyle w:val="Heading3"/>
        <w:numPr>
          <w:ilvl w:val="0"/>
          <w:numId w:val="0"/>
        </w:numPr>
        <w:ind w:firstLine="709"/>
        <w:rPr>
          <w:lang w:eastAsia="ru-RU"/>
        </w:rPr>
      </w:pPr>
      <w:bookmarkStart w:id="50" w:name="_Toc405450167"/>
      <w:r w:rsidRPr="00F07B9F">
        <w:t xml:space="preserve">1.2.6 Описание состояния и функционирования существующих </w:t>
      </w:r>
      <w:r w:rsidRPr="00F07B9F">
        <w:rPr>
          <w:lang w:eastAsia="ru-RU"/>
        </w:rPr>
        <w:t>насосных станций</w:t>
      </w:r>
      <w:bookmarkEnd w:id="48"/>
      <w:bookmarkEnd w:id="49"/>
      <w:bookmarkEnd w:id="50"/>
    </w:p>
    <w:p w:rsidR="00CB4A4E" w:rsidRPr="00F07B9F" w:rsidRDefault="00CB4A4E" w:rsidP="00E76953">
      <w:pPr>
        <w:keepNext/>
        <w:keepLines/>
        <w:spacing w:after="0"/>
        <w:contextualSpacing/>
        <w:rPr>
          <w:bCs/>
          <w:szCs w:val="28"/>
          <w:lang w:eastAsia="ru-RU"/>
        </w:rPr>
      </w:pPr>
      <w:r w:rsidRPr="00F07B9F">
        <w:rPr>
          <w:bCs/>
          <w:szCs w:val="28"/>
          <w:lang w:eastAsia="ru-RU"/>
        </w:rPr>
        <w:t xml:space="preserve">Насосная станция, как отдельное звено системы водоснабжения </w:t>
      </w:r>
      <w:r w:rsidRPr="00F07B9F">
        <w:rPr>
          <w:color w:val="000000"/>
        </w:rPr>
        <w:t>Аршаньзельменского</w:t>
      </w:r>
      <w:r w:rsidRPr="00F07B9F">
        <w:rPr>
          <w:szCs w:val="28"/>
        </w:rPr>
        <w:t xml:space="preserve"> СМО</w:t>
      </w:r>
      <w:r w:rsidRPr="00F07B9F">
        <w:rPr>
          <w:bCs/>
          <w:szCs w:val="28"/>
          <w:lang w:eastAsia="ru-RU"/>
        </w:rPr>
        <w:t xml:space="preserve">, отсутствует. Вода из артезианского источника с помощью насосного оборудования подается в резервуар чистой воды. </w:t>
      </w:r>
    </w:p>
    <w:p w:rsidR="00CB4A4E" w:rsidRPr="00F07B9F" w:rsidRDefault="00CB4A4E" w:rsidP="00E76953">
      <w:pPr>
        <w:pStyle w:val="Heading3"/>
        <w:numPr>
          <w:ilvl w:val="0"/>
          <w:numId w:val="0"/>
        </w:numPr>
        <w:ind w:firstLine="709"/>
      </w:pPr>
      <w:bookmarkStart w:id="51" w:name="_Toc380061532"/>
      <w:bookmarkStart w:id="52" w:name="_Toc380068632"/>
      <w:bookmarkStart w:id="53" w:name="_Toc405450168"/>
      <w:r w:rsidRPr="00F07B9F">
        <w:rPr>
          <w:iCs/>
        </w:rPr>
        <w:t>1.2.7</w:t>
      </w:r>
      <w:r w:rsidRPr="00F07B9F">
        <w:t>Описание состояния и функционирования водопроводных сетей систем водоснабжения</w:t>
      </w:r>
      <w:bookmarkEnd w:id="51"/>
      <w:bookmarkEnd w:id="52"/>
      <w:bookmarkEnd w:id="53"/>
    </w:p>
    <w:p w:rsidR="00CB4A4E" w:rsidRPr="00F07B9F" w:rsidRDefault="00CB4A4E" w:rsidP="00060A83">
      <w:pPr>
        <w:pStyle w:val="1"/>
        <w:numPr>
          <w:ilvl w:val="0"/>
          <w:numId w:val="0"/>
        </w:numPr>
        <w:spacing w:line="360" w:lineRule="auto"/>
        <w:ind w:firstLine="709"/>
        <w:contextualSpacing w:val="0"/>
      </w:pPr>
      <w:r w:rsidRPr="00F07B9F">
        <w:t>Протяженность существующего водовода составляет 5 км.</w:t>
      </w:r>
    </w:p>
    <w:p w:rsidR="00CB4A4E" w:rsidRPr="001C06F5" w:rsidRDefault="00CB4A4E" w:rsidP="00060A83">
      <w:pPr>
        <w:pStyle w:val="1"/>
        <w:numPr>
          <w:ilvl w:val="0"/>
          <w:numId w:val="0"/>
        </w:numPr>
        <w:spacing w:line="360" w:lineRule="auto"/>
        <w:ind w:firstLine="709"/>
        <w:contextualSpacing w:val="0"/>
        <w:rPr>
          <w:highlight w:val="yellow"/>
        </w:rPr>
      </w:pPr>
      <w:r w:rsidRPr="00F07B9F">
        <w:t xml:space="preserve">Существующая водопроводная сеть пос. Аршань-Зельмень – тупиковая, материал труб –чугун, асбестоцемент, стальдиаметры разводящих </w:t>
      </w:r>
      <w:r w:rsidRPr="004F6DF6">
        <w:t xml:space="preserve">сетей 100 мм, </w:t>
      </w:r>
      <w:r w:rsidRPr="00F07B9F">
        <w:t>протяженность 13 км;</w:t>
      </w:r>
    </w:p>
    <w:p w:rsidR="00CB4A4E" w:rsidRPr="00F07B9F" w:rsidRDefault="00CB4A4E" w:rsidP="00060A83">
      <w:pPr>
        <w:pStyle w:val="1"/>
        <w:numPr>
          <w:ilvl w:val="0"/>
          <w:numId w:val="0"/>
        </w:numPr>
        <w:spacing w:line="360" w:lineRule="auto"/>
        <w:ind w:firstLine="709"/>
        <w:contextualSpacing w:val="0"/>
      </w:pPr>
      <w:r w:rsidRPr="00F07B9F">
        <w:t>Износ водопроводной сети пос. Аршань-Зельменьсоставляет 80%;</w:t>
      </w:r>
    </w:p>
    <w:p w:rsidR="00CB4A4E" w:rsidRPr="001C06F5" w:rsidRDefault="00CB4A4E" w:rsidP="00121159">
      <w:pPr>
        <w:pStyle w:val="1"/>
        <w:numPr>
          <w:ilvl w:val="0"/>
          <w:numId w:val="0"/>
        </w:numPr>
        <w:spacing w:line="360" w:lineRule="auto"/>
        <w:ind w:firstLine="709"/>
        <w:contextualSpacing w:val="0"/>
        <w:rPr>
          <w:highlight w:val="yellow"/>
        </w:rPr>
      </w:pPr>
      <w:r w:rsidRPr="00F07B9F">
        <w:t xml:space="preserve">Протяженность сетей нуждающихся в замене – </w:t>
      </w:r>
      <w:r>
        <w:t>18</w:t>
      </w:r>
      <w:r w:rsidRPr="00F07B9F">
        <w:t xml:space="preserve"> км.</w:t>
      </w:r>
    </w:p>
    <w:p w:rsidR="00CB4A4E" w:rsidRPr="00966C62" w:rsidRDefault="00CB4A4E" w:rsidP="00E76953">
      <w:pPr>
        <w:pStyle w:val="22"/>
        <w:numPr>
          <w:ilvl w:val="0"/>
          <w:numId w:val="2"/>
        </w:numPr>
        <w:spacing w:before="240" w:line="360" w:lineRule="auto"/>
        <w:ind w:left="0" w:firstLine="709"/>
        <w:rPr>
          <w:sz w:val="28"/>
          <w:szCs w:val="28"/>
        </w:rPr>
      </w:pPr>
      <w:r w:rsidRPr="00966C62">
        <w:rPr>
          <w:spacing w:val="26"/>
          <w:sz w:val="28"/>
          <w:szCs w:val="28"/>
        </w:rPr>
        <w:t xml:space="preserve">Таблица 1.4 - </w:t>
      </w:r>
      <w:r w:rsidRPr="00966C62">
        <w:rPr>
          <w:sz w:val="28"/>
          <w:szCs w:val="28"/>
        </w:rPr>
        <w:t>Характеристика водопроводных сетей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5"/>
        <w:gridCol w:w="1776"/>
        <w:gridCol w:w="1559"/>
        <w:gridCol w:w="2127"/>
      </w:tblGrid>
      <w:tr w:rsidR="00CB4A4E" w:rsidRPr="0001694E" w:rsidTr="0001694E">
        <w:trPr>
          <w:tblHeader/>
        </w:trPr>
        <w:tc>
          <w:tcPr>
            <w:tcW w:w="2325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Месторасположение</w:t>
            </w:r>
          </w:p>
        </w:tc>
        <w:tc>
          <w:tcPr>
            <w:tcW w:w="1546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Материал труб</w:t>
            </w:r>
          </w:p>
        </w:tc>
        <w:tc>
          <w:tcPr>
            <w:tcW w:w="1559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Диаметр труб, мм</w:t>
            </w:r>
          </w:p>
        </w:tc>
        <w:tc>
          <w:tcPr>
            <w:tcW w:w="2127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Протяженность сети,пог. м</w:t>
            </w:r>
          </w:p>
        </w:tc>
      </w:tr>
      <w:tr w:rsidR="00CB4A4E" w:rsidRPr="0001694E" w:rsidTr="0001694E">
        <w:trPr>
          <w:trHeight w:val="573"/>
        </w:trPr>
        <w:tc>
          <w:tcPr>
            <w:tcW w:w="2325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пос. Аршань-Зельмень</w:t>
            </w:r>
          </w:p>
        </w:tc>
        <w:tc>
          <w:tcPr>
            <w:tcW w:w="1546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чугун, асбестоцемент, сталь</w:t>
            </w:r>
          </w:p>
        </w:tc>
        <w:tc>
          <w:tcPr>
            <w:tcW w:w="1559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100</w:t>
            </w:r>
          </w:p>
        </w:tc>
        <w:tc>
          <w:tcPr>
            <w:tcW w:w="2127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13000</w:t>
            </w:r>
          </w:p>
        </w:tc>
      </w:tr>
    </w:tbl>
    <w:p w:rsidR="00CB4A4E" w:rsidRPr="001C06F5" w:rsidRDefault="00CB4A4E" w:rsidP="00E76953">
      <w:pPr>
        <w:pStyle w:val="Heading3"/>
        <w:keepNext w:val="0"/>
        <w:widowControl w:val="0"/>
        <w:numPr>
          <w:ilvl w:val="2"/>
          <w:numId w:val="2"/>
        </w:numPr>
        <w:ind w:left="0" w:firstLine="709"/>
        <w:rPr>
          <w:bCs/>
          <w:iCs/>
          <w:szCs w:val="28"/>
          <w:highlight w:val="yellow"/>
        </w:rPr>
      </w:pPr>
    </w:p>
    <w:p w:rsidR="00CB4A4E" w:rsidRPr="00316EA5" w:rsidRDefault="00CB4A4E" w:rsidP="00E76953">
      <w:pPr>
        <w:pStyle w:val="22"/>
        <w:spacing w:after="0" w:line="360" w:lineRule="auto"/>
        <w:ind w:left="0" w:firstLine="729"/>
        <w:rPr>
          <w:sz w:val="28"/>
          <w:szCs w:val="28"/>
        </w:rPr>
      </w:pPr>
      <w:r w:rsidRPr="00316EA5">
        <w:rPr>
          <w:sz w:val="28"/>
          <w:szCs w:val="28"/>
        </w:rPr>
        <w:t>В пос. Аршань-Зельменьсреднее количество аварий в год на 1,0 км составляет 0,167;</w:t>
      </w:r>
    </w:p>
    <w:p w:rsidR="00CB4A4E" w:rsidRPr="00AA1B44" w:rsidRDefault="00CB4A4E" w:rsidP="00131C51">
      <w:pPr>
        <w:pStyle w:val="Heading3"/>
        <w:numPr>
          <w:ilvl w:val="0"/>
          <w:numId w:val="0"/>
        </w:numPr>
        <w:ind w:firstLine="709"/>
      </w:pPr>
      <w:bookmarkStart w:id="54" w:name="_Toc380061533"/>
      <w:bookmarkStart w:id="55" w:name="_Toc380412380"/>
      <w:bookmarkStart w:id="56" w:name="_Toc405450169"/>
      <w:r w:rsidRPr="00AA1B44">
        <w:t>1.2.8 Описание существующих технических и технологических проблем в водоснабжении муниципального образования</w:t>
      </w:r>
      <w:bookmarkEnd w:id="54"/>
      <w:bookmarkEnd w:id="55"/>
      <w:bookmarkEnd w:id="56"/>
    </w:p>
    <w:p w:rsidR="00CB4A4E" w:rsidRPr="00AA1B44" w:rsidRDefault="00CB4A4E" w:rsidP="00AB1F56">
      <w:pPr>
        <w:pStyle w:val="ListParagraph"/>
        <w:numPr>
          <w:ilvl w:val="0"/>
          <w:numId w:val="2"/>
        </w:numPr>
        <w:spacing w:after="0"/>
        <w:ind w:left="0" w:firstLine="709"/>
        <w:rPr>
          <w:szCs w:val="28"/>
          <w:lang w:eastAsia="ru-RU"/>
        </w:rPr>
      </w:pPr>
      <w:bookmarkStart w:id="57" w:name="_Toc380061534"/>
      <w:bookmarkStart w:id="58" w:name="_Toc380068634"/>
      <w:r w:rsidRPr="00AA1B44">
        <w:t>1. В пос. Шин центральное водоснабжение отсутствует;</w:t>
      </w:r>
    </w:p>
    <w:p w:rsidR="00CB4A4E" w:rsidRDefault="00CB4A4E" w:rsidP="00D167E4">
      <w:pPr>
        <w:spacing w:after="0"/>
        <w:contextualSpacing/>
        <w:rPr>
          <w:szCs w:val="28"/>
          <w:lang w:eastAsia="ru-RU"/>
        </w:rPr>
      </w:pPr>
      <w:r>
        <w:t>2</w:t>
      </w:r>
      <w:r w:rsidRPr="00AA1B44">
        <w:t xml:space="preserve">. Уровень износа, как магистральных водоводов, так и уличных водопроводных </w:t>
      </w:r>
      <w:r w:rsidRPr="00AA1B44">
        <w:rPr>
          <w:szCs w:val="28"/>
        </w:rPr>
        <w:t>пос. Аршань-Зельмень</w:t>
      </w:r>
      <w:r w:rsidRPr="00AA1B44">
        <w:t xml:space="preserve"> составляет – 80 %.</w:t>
      </w:r>
      <w:r w:rsidRPr="00AA1B44">
        <w:rPr>
          <w:szCs w:val="28"/>
          <w:lang w:eastAsia="ru-RU"/>
        </w:rPr>
        <w:t xml:space="preserve"> Требуется поэтапная перекладка изношенных водопроводных сетей.</w:t>
      </w:r>
    </w:p>
    <w:p w:rsidR="00CB4A4E" w:rsidRPr="00AA1B44" w:rsidRDefault="00CB4A4E" w:rsidP="00D167E4">
      <w:pPr>
        <w:spacing w:after="0"/>
        <w:contextualSpacing/>
        <w:rPr>
          <w:szCs w:val="28"/>
          <w:lang w:eastAsia="ru-RU"/>
        </w:rPr>
      </w:pPr>
      <w:r>
        <w:rPr>
          <w:szCs w:val="28"/>
          <w:lang w:eastAsia="ru-RU"/>
        </w:rPr>
        <w:t xml:space="preserve">3. В пос. </w:t>
      </w:r>
      <w:r w:rsidRPr="00AA1B44">
        <w:rPr>
          <w:szCs w:val="28"/>
        </w:rPr>
        <w:t>Аршань-Зельмень</w:t>
      </w:r>
      <w:r>
        <w:rPr>
          <w:szCs w:val="28"/>
        </w:rPr>
        <w:t xml:space="preserve">существует дефицит воды, особенно в летний период. </w:t>
      </w:r>
    </w:p>
    <w:p w:rsidR="00CB4A4E" w:rsidRPr="00AA1B44" w:rsidRDefault="00CB4A4E" w:rsidP="00235B97">
      <w:pPr>
        <w:pStyle w:val="Heading2"/>
        <w:numPr>
          <w:ilvl w:val="0"/>
          <w:numId w:val="0"/>
        </w:numPr>
        <w:ind w:left="709"/>
      </w:pPr>
      <w:bookmarkStart w:id="59" w:name="_Toc405450170"/>
      <w:r w:rsidRPr="00AA1B44">
        <w:t>1.3 Баланс водоснабжения и потребления воды</w:t>
      </w:r>
      <w:bookmarkEnd w:id="57"/>
      <w:bookmarkEnd w:id="58"/>
      <w:bookmarkEnd w:id="59"/>
    </w:p>
    <w:p w:rsidR="00CB4A4E" w:rsidRPr="00AA1B44" w:rsidRDefault="00CB4A4E" w:rsidP="00235B97">
      <w:pPr>
        <w:pStyle w:val="Heading3"/>
        <w:numPr>
          <w:ilvl w:val="0"/>
          <w:numId w:val="0"/>
        </w:numPr>
        <w:ind w:left="709"/>
      </w:pPr>
      <w:bookmarkStart w:id="60" w:name="_Toc380061535"/>
      <w:bookmarkStart w:id="61" w:name="_Toc380068635"/>
      <w:bookmarkStart w:id="62" w:name="_Toc405450171"/>
      <w:r w:rsidRPr="00AA1B44">
        <w:t>1.3.1 Общий баланс подачи и реализации воды</w:t>
      </w:r>
      <w:bookmarkEnd w:id="60"/>
      <w:bookmarkEnd w:id="61"/>
      <w:bookmarkEnd w:id="62"/>
    </w:p>
    <w:p w:rsidR="00CB4A4E" w:rsidRPr="00AA1B44" w:rsidRDefault="00CB4A4E" w:rsidP="00235B97">
      <w:pPr>
        <w:pStyle w:val="22"/>
        <w:spacing w:before="240" w:line="360" w:lineRule="auto"/>
        <w:ind w:left="0"/>
        <w:rPr>
          <w:bCs/>
          <w:iCs/>
          <w:sz w:val="28"/>
          <w:szCs w:val="28"/>
        </w:rPr>
      </w:pPr>
      <w:r w:rsidRPr="00AA1B44">
        <w:rPr>
          <w:bCs/>
          <w:iCs/>
          <w:spacing w:val="26"/>
          <w:sz w:val="28"/>
          <w:szCs w:val="28"/>
        </w:rPr>
        <w:t>Таблица 1.5 -</w:t>
      </w:r>
      <w:r w:rsidRPr="00AA1B44">
        <w:rPr>
          <w:bCs/>
          <w:iCs/>
          <w:sz w:val="28"/>
          <w:szCs w:val="28"/>
        </w:rPr>
        <w:t xml:space="preserve"> Объемные показатели по водоснабжению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7"/>
        <w:gridCol w:w="2964"/>
        <w:gridCol w:w="2184"/>
      </w:tblGrid>
      <w:tr w:rsidR="00CB4A4E" w:rsidRPr="0001694E" w:rsidTr="0002524B">
        <w:trPr>
          <w:trHeight w:val="915"/>
          <w:jc w:val="center"/>
        </w:trPr>
        <w:tc>
          <w:tcPr>
            <w:tcW w:w="687" w:type="dxa"/>
            <w:vMerge w:val="restart"/>
            <w:vAlign w:val="center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№</w:t>
            </w:r>
          </w:p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2964" w:type="dxa"/>
            <w:vMerge w:val="restart"/>
            <w:vAlign w:val="center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Показатели водопользования</w:t>
            </w:r>
          </w:p>
        </w:tc>
        <w:tc>
          <w:tcPr>
            <w:tcW w:w="21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Водопотребление, м</w:t>
            </w:r>
            <w:r w:rsidRPr="00AA1B44">
              <w:rPr>
                <w:bCs/>
                <w:iCs/>
                <w:sz w:val="24"/>
                <w:szCs w:val="24"/>
                <w:vertAlign w:val="superscript"/>
              </w:rPr>
              <w:t>3</w:t>
            </w:r>
            <w:r w:rsidRPr="00AA1B44">
              <w:rPr>
                <w:bCs/>
                <w:iCs/>
                <w:sz w:val="24"/>
                <w:szCs w:val="24"/>
              </w:rPr>
              <w:t>/год</w:t>
            </w:r>
            <w:r w:rsidRPr="00AA1B44">
              <w:rPr>
                <w:bCs/>
                <w:iCs/>
                <w:sz w:val="24"/>
                <w:szCs w:val="24"/>
              </w:rPr>
              <w:br/>
              <w:t>за 2013</w:t>
            </w:r>
          </w:p>
        </w:tc>
      </w:tr>
      <w:tr w:rsidR="00CB4A4E" w:rsidRPr="0001694E" w:rsidTr="0002524B">
        <w:trPr>
          <w:trHeight w:val="255"/>
          <w:jc w:val="center"/>
        </w:trPr>
        <w:tc>
          <w:tcPr>
            <w:tcW w:w="687" w:type="dxa"/>
            <w:vMerge/>
            <w:vAlign w:val="center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964" w:type="dxa"/>
            <w:vMerge/>
            <w:vAlign w:val="center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4A4E" w:rsidRPr="00AA1B44" w:rsidRDefault="00CB4A4E" w:rsidP="005E573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sz w:val="24"/>
                <w:szCs w:val="24"/>
              </w:rPr>
              <w:t>пос. Аршань-Зельмень</w:t>
            </w:r>
          </w:p>
        </w:tc>
      </w:tr>
      <w:tr w:rsidR="00CB4A4E" w:rsidRPr="0001694E" w:rsidTr="0002524B">
        <w:trPr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Поднято воды, всего</w:t>
            </w:r>
          </w:p>
        </w:tc>
        <w:tc>
          <w:tcPr>
            <w:tcW w:w="2184" w:type="dxa"/>
            <w:tcBorders>
              <w:right w:val="single" w:sz="4" w:space="0" w:color="auto"/>
            </w:tcBorders>
          </w:tcPr>
          <w:p w:rsidR="00CB4A4E" w:rsidRPr="00AA1B44" w:rsidRDefault="00CB4A4E" w:rsidP="00466EE4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8760</w:t>
            </w:r>
          </w:p>
        </w:tc>
      </w:tr>
      <w:tr w:rsidR="00CB4A4E" w:rsidRPr="0001694E" w:rsidTr="0002524B">
        <w:trPr>
          <w:trHeight w:val="638"/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Расходы на собственные нужды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CB4A4E" w:rsidRPr="0001694E" w:rsidTr="0002524B">
        <w:trPr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Подано воды в сеть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8760</w:t>
            </w:r>
          </w:p>
        </w:tc>
      </w:tr>
      <w:tr w:rsidR="00CB4A4E" w:rsidRPr="0001694E" w:rsidTr="0002524B">
        <w:trPr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Реализовано воды, всего: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8740</w:t>
            </w:r>
          </w:p>
        </w:tc>
      </w:tr>
      <w:tr w:rsidR="00CB4A4E" w:rsidRPr="0001694E" w:rsidTr="0002524B">
        <w:trPr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в т.ч. населению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8296</w:t>
            </w:r>
          </w:p>
        </w:tc>
      </w:tr>
      <w:tr w:rsidR="00CB4A4E" w:rsidRPr="0001694E" w:rsidTr="0002524B">
        <w:trPr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организациям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444</w:t>
            </w:r>
          </w:p>
        </w:tc>
      </w:tr>
      <w:tr w:rsidR="00CB4A4E" w:rsidRPr="0001694E" w:rsidTr="0002524B">
        <w:trPr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бюджетной сфере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170A0E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CB4A4E" w:rsidRPr="0001694E" w:rsidTr="0002524B">
        <w:trPr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Неучтенные расходы  и потери в сетях при транспортировке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20</w:t>
            </w:r>
          </w:p>
        </w:tc>
      </w:tr>
      <w:tr w:rsidR="00CB4A4E" w:rsidRPr="0001694E" w:rsidTr="0002524B">
        <w:trPr>
          <w:trHeight w:val="249"/>
          <w:jc w:val="center"/>
        </w:trPr>
        <w:tc>
          <w:tcPr>
            <w:tcW w:w="687" w:type="dxa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964" w:type="dxa"/>
          </w:tcPr>
          <w:p w:rsidR="00CB4A4E" w:rsidRPr="00AA1B44" w:rsidRDefault="00CB4A4E" w:rsidP="000C3007">
            <w:pPr>
              <w:pStyle w:val="22"/>
              <w:spacing w:after="0" w:line="240" w:lineRule="auto"/>
              <w:ind w:left="0" w:firstLine="0"/>
              <w:jc w:val="left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в % к поднятой воде</w:t>
            </w:r>
          </w:p>
        </w:tc>
        <w:tc>
          <w:tcPr>
            <w:tcW w:w="2184" w:type="dxa"/>
            <w:tcBorders>
              <w:right w:val="single" w:sz="4" w:space="0" w:color="auto"/>
            </w:tcBorders>
            <w:vAlign w:val="center"/>
          </w:tcPr>
          <w:p w:rsidR="00CB4A4E" w:rsidRPr="00AA1B44" w:rsidRDefault="00CB4A4E" w:rsidP="008E5951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0,2</w:t>
            </w:r>
          </w:p>
        </w:tc>
      </w:tr>
    </w:tbl>
    <w:p w:rsidR="00CB4A4E" w:rsidRPr="00AA1B44" w:rsidRDefault="00CB4A4E" w:rsidP="00235B97"/>
    <w:p w:rsidR="00CB4A4E" w:rsidRPr="00AA1B44" w:rsidRDefault="00CB4A4E" w:rsidP="006A16B0">
      <w:pPr>
        <w:spacing w:after="0"/>
      </w:pPr>
      <w:r w:rsidRPr="00AA1B44">
        <w:t>Анализ баланса водоснабжения в целом выявил, что за 2013 год объем  поднятой воды  составил8760 м</w:t>
      </w:r>
      <w:r w:rsidRPr="00AA1B44">
        <w:rPr>
          <w:vertAlign w:val="superscript"/>
        </w:rPr>
        <w:t>3</w:t>
      </w:r>
      <w:r w:rsidRPr="00AA1B44">
        <w:t>/год;</w:t>
      </w:r>
    </w:p>
    <w:p w:rsidR="00CB4A4E" w:rsidRPr="00AA1B44" w:rsidRDefault="00CB4A4E" w:rsidP="006A16B0">
      <w:pPr>
        <w:spacing w:after="0"/>
      </w:pPr>
      <w:r w:rsidRPr="00AA1B44">
        <w:t>Реализация воды потребителям8740</w:t>
      </w:r>
      <w:r w:rsidRPr="00AA1B44">
        <w:rPr>
          <w:szCs w:val="28"/>
        </w:rPr>
        <w:t>м</w:t>
      </w:r>
      <w:r w:rsidRPr="00AA1B44">
        <w:rPr>
          <w:szCs w:val="28"/>
          <w:vertAlign w:val="superscript"/>
        </w:rPr>
        <w:t>3</w:t>
      </w:r>
      <w:r w:rsidRPr="00AA1B44">
        <w:rPr>
          <w:szCs w:val="28"/>
        </w:rPr>
        <w:t>/год (99,8% от подъема воды);</w:t>
      </w:r>
    </w:p>
    <w:p w:rsidR="00CB4A4E" w:rsidRPr="00AA1B44" w:rsidRDefault="00CB4A4E" w:rsidP="006A16B0">
      <w:pPr>
        <w:spacing w:after="0"/>
        <w:rPr>
          <w:szCs w:val="28"/>
        </w:rPr>
      </w:pPr>
      <w:r w:rsidRPr="00AA1B44">
        <w:rPr>
          <w:szCs w:val="28"/>
        </w:rPr>
        <w:t>Объем утечек и неучтенных расходов за 2013 год в среднем составил20</w:t>
      </w:r>
      <w:r w:rsidRPr="00AA1B44">
        <w:t xml:space="preserve"> м</w:t>
      </w:r>
      <w:r w:rsidRPr="00AA1B44">
        <w:rPr>
          <w:vertAlign w:val="superscript"/>
        </w:rPr>
        <w:t>3</w:t>
      </w:r>
      <w:r w:rsidRPr="00AA1B44">
        <w:t>/год (0,2 % от подъема воды).</w:t>
      </w:r>
    </w:p>
    <w:p w:rsidR="00CB4A4E" w:rsidRPr="00AA1B44" w:rsidRDefault="00CB4A4E" w:rsidP="00235B97">
      <w:pPr>
        <w:pStyle w:val="Heading3"/>
        <w:numPr>
          <w:ilvl w:val="0"/>
          <w:numId w:val="0"/>
        </w:numPr>
        <w:ind w:firstLine="709"/>
      </w:pPr>
      <w:bookmarkStart w:id="63" w:name="_Toc380061536"/>
      <w:bookmarkStart w:id="64" w:name="_Toc380412383"/>
      <w:bookmarkStart w:id="65" w:name="_Toc405450172"/>
      <w:r w:rsidRPr="00AA1B44">
        <w:t>1.3.2 Территориальный баланс подачи воды по технологическим зонам водоснабжения</w:t>
      </w:r>
      <w:bookmarkEnd w:id="63"/>
      <w:bookmarkEnd w:id="64"/>
      <w:bookmarkEnd w:id="65"/>
    </w:p>
    <w:p w:rsidR="00CB4A4E" w:rsidRPr="00AA1B44" w:rsidRDefault="00CB4A4E" w:rsidP="00235B97">
      <w:pPr>
        <w:pStyle w:val="22"/>
        <w:spacing w:after="0" w:line="360" w:lineRule="auto"/>
        <w:ind w:left="0"/>
        <w:rPr>
          <w:bCs/>
          <w:iCs/>
          <w:sz w:val="28"/>
          <w:szCs w:val="28"/>
        </w:rPr>
      </w:pPr>
      <w:r w:rsidRPr="00AA1B44">
        <w:rPr>
          <w:bCs/>
          <w:iCs/>
          <w:spacing w:val="26"/>
          <w:sz w:val="28"/>
          <w:szCs w:val="28"/>
        </w:rPr>
        <w:t>Таблица 1.6</w:t>
      </w:r>
      <w:r w:rsidRPr="00AA1B44">
        <w:rPr>
          <w:bCs/>
          <w:iCs/>
          <w:sz w:val="28"/>
          <w:szCs w:val="28"/>
        </w:rPr>
        <w:t>– Территориальный баланс подачи воды по технологическим зонам водоснабжения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2551"/>
        <w:gridCol w:w="2268"/>
      </w:tblGrid>
      <w:tr w:rsidR="00CB4A4E" w:rsidRPr="0001694E" w:rsidTr="0001694E">
        <w:trPr>
          <w:jc w:val="center"/>
        </w:trPr>
        <w:tc>
          <w:tcPr>
            <w:tcW w:w="3936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jc w:val="left"/>
              <w:rPr>
                <w:b/>
                <w:bCs/>
                <w:iCs/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551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left"/>
              <w:rPr>
                <w:bCs/>
                <w:noProof/>
                <w:sz w:val="24"/>
                <w:szCs w:val="24"/>
                <w:lang w:eastAsia="ru-RU"/>
              </w:rPr>
            </w:pPr>
            <w:r w:rsidRPr="0001694E">
              <w:rPr>
                <w:bCs/>
                <w:noProof/>
                <w:sz w:val="24"/>
                <w:szCs w:val="24"/>
                <w:lang w:eastAsia="ru-RU"/>
              </w:rPr>
              <w:t>Годовое потребление, м</w:t>
            </w:r>
            <w:r w:rsidRPr="0001694E">
              <w:rPr>
                <w:bCs/>
                <w:noProof/>
                <w:sz w:val="24"/>
                <w:szCs w:val="24"/>
                <w:vertAlign w:val="superscript"/>
                <w:lang w:eastAsia="ru-RU"/>
              </w:rPr>
              <w:t>3</w:t>
            </w:r>
            <w:r w:rsidRPr="0001694E">
              <w:rPr>
                <w:bCs/>
                <w:noProof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2268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left"/>
              <w:rPr>
                <w:bCs/>
                <w:noProof/>
                <w:sz w:val="24"/>
                <w:szCs w:val="24"/>
                <w:lang w:eastAsia="ru-RU"/>
              </w:rPr>
            </w:pPr>
            <w:r w:rsidRPr="0001694E">
              <w:rPr>
                <w:bCs/>
                <w:noProof/>
                <w:sz w:val="24"/>
                <w:szCs w:val="24"/>
                <w:lang w:eastAsia="ru-RU"/>
              </w:rPr>
              <w:t>Среднесуточное потребление, м</w:t>
            </w:r>
            <w:r w:rsidRPr="0001694E">
              <w:rPr>
                <w:bCs/>
                <w:noProof/>
                <w:sz w:val="24"/>
                <w:szCs w:val="24"/>
                <w:vertAlign w:val="superscript"/>
                <w:lang w:eastAsia="ru-RU"/>
              </w:rPr>
              <w:t>3</w:t>
            </w:r>
            <w:r w:rsidRPr="0001694E">
              <w:rPr>
                <w:bCs/>
                <w:noProof/>
                <w:sz w:val="24"/>
                <w:szCs w:val="24"/>
                <w:lang w:eastAsia="ru-RU"/>
              </w:rPr>
              <w:t>/сут</w:t>
            </w:r>
          </w:p>
        </w:tc>
      </w:tr>
      <w:tr w:rsidR="00CB4A4E" w:rsidRPr="0001694E" w:rsidTr="0001694E">
        <w:trPr>
          <w:jc w:val="center"/>
        </w:trPr>
        <w:tc>
          <w:tcPr>
            <w:tcW w:w="3936" w:type="dxa"/>
          </w:tcPr>
          <w:p w:rsidR="00CB4A4E" w:rsidRPr="0001694E" w:rsidRDefault="00CB4A4E" w:rsidP="0001694E">
            <w:pPr>
              <w:pStyle w:val="22"/>
              <w:spacing w:after="0" w:line="240" w:lineRule="auto"/>
              <w:ind w:left="0" w:firstLine="0"/>
              <w:rPr>
                <w:b/>
                <w:bCs/>
                <w:iCs/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пос. Аршань-Зельмень</w:t>
            </w:r>
          </w:p>
        </w:tc>
        <w:tc>
          <w:tcPr>
            <w:tcW w:w="2551" w:type="dxa"/>
          </w:tcPr>
          <w:p w:rsidR="00CB4A4E" w:rsidRPr="0001694E" w:rsidRDefault="00CB4A4E" w:rsidP="0001694E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8740</w:t>
            </w:r>
          </w:p>
        </w:tc>
        <w:tc>
          <w:tcPr>
            <w:tcW w:w="2268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color w:val="000000"/>
                <w:sz w:val="24"/>
                <w:szCs w:val="24"/>
              </w:rPr>
              <w:t>23,95</w:t>
            </w:r>
          </w:p>
        </w:tc>
      </w:tr>
    </w:tbl>
    <w:p w:rsidR="00CB4A4E" w:rsidRPr="00AA1B44" w:rsidRDefault="00CB4A4E" w:rsidP="00B46FF3">
      <w:pPr>
        <w:pStyle w:val="Heading3"/>
        <w:numPr>
          <w:ilvl w:val="0"/>
          <w:numId w:val="0"/>
        </w:numPr>
        <w:ind w:firstLine="709"/>
      </w:pPr>
      <w:bookmarkStart w:id="66" w:name="_Toc380061537"/>
      <w:bookmarkStart w:id="67" w:name="_Toc380412384"/>
      <w:bookmarkStart w:id="68" w:name="_Toc405450173"/>
      <w:r w:rsidRPr="00AA1B44">
        <w:rPr>
          <w:iCs/>
        </w:rPr>
        <w:t xml:space="preserve">1.3.3 </w:t>
      </w:r>
      <w:r w:rsidRPr="00AA1B44">
        <w:t>Структурный водный баланс реализации воды по группам потребителей</w:t>
      </w:r>
      <w:bookmarkEnd w:id="66"/>
      <w:bookmarkEnd w:id="67"/>
      <w:bookmarkEnd w:id="68"/>
    </w:p>
    <w:p w:rsidR="00CB4A4E" w:rsidRPr="00AA1B44" w:rsidRDefault="00CB4A4E" w:rsidP="00B46FF3">
      <w:pPr>
        <w:keepNext/>
        <w:keepLines/>
        <w:spacing w:after="0"/>
        <w:contextualSpacing/>
        <w:rPr>
          <w:bCs/>
          <w:szCs w:val="28"/>
          <w:lang w:eastAsia="ru-RU"/>
        </w:rPr>
      </w:pPr>
      <w:r w:rsidRPr="00AA1B44">
        <w:rPr>
          <w:bCs/>
          <w:szCs w:val="28"/>
          <w:lang w:eastAsia="ru-RU"/>
        </w:rPr>
        <w:t>В таблице 1.7 представлен структурный водный баланс реализации воды по группам  потребителей</w:t>
      </w:r>
    </w:p>
    <w:p w:rsidR="00CB4A4E" w:rsidRPr="00AA1B44" w:rsidRDefault="00CB4A4E" w:rsidP="00B46FF3">
      <w:pPr>
        <w:keepNext/>
        <w:keepLines/>
        <w:spacing w:after="0"/>
        <w:contextualSpacing/>
        <w:rPr>
          <w:bCs/>
          <w:szCs w:val="28"/>
          <w:lang w:eastAsia="ru-RU"/>
        </w:rPr>
      </w:pPr>
      <w:r w:rsidRPr="00AA1B44">
        <w:rPr>
          <w:bCs/>
          <w:iCs/>
          <w:spacing w:val="26"/>
          <w:szCs w:val="28"/>
        </w:rPr>
        <w:t>Таблица 1.7 -</w:t>
      </w:r>
      <w:r w:rsidRPr="00AA1B44">
        <w:rPr>
          <w:bCs/>
          <w:szCs w:val="28"/>
          <w:lang w:eastAsia="ru-RU"/>
        </w:rPr>
        <w:t>Структурный водный баланс реализации воды по группам  потребителей</w:t>
      </w:r>
    </w:p>
    <w:tbl>
      <w:tblPr>
        <w:tblW w:w="8726" w:type="dxa"/>
        <w:tblInd w:w="2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98"/>
        <w:gridCol w:w="3828"/>
      </w:tblGrid>
      <w:tr w:rsidR="00CB4A4E" w:rsidRPr="0001694E" w:rsidTr="008E5951">
        <w:tc>
          <w:tcPr>
            <w:tcW w:w="48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B4A4E" w:rsidRPr="00AA1B44" w:rsidRDefault="00CB4A4E" w:rsidP="00600FFD">
            <w:pPr>
              <w:pStyle w:val="a0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AA1B44">
              <w:rPr>
                <w:sz w:val="24"/>
                <w:szCs w:val="24"/>
              </w:rPr>
              <w:t>Наименованиегруппы потребителей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A4E" w:rsidRPr="00AA1B44" w:rsidRDefault="00CB4A4E" w:rsidP="00B46FF3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AA1B44">
              <w:rPr>
                <w:sz w:val="24"/>
                <w:szCs w:val="24"/>
              </w:rPr>
              <w:t>Существующее (фактическое) водопотребление, м</w:t>
            </w:r>
            <w:r w:rsidRPr="00AA1B44">
              <w:rPr>
                <w:sz w:val="24"/>
                <w:szCs w:val="24"/>
                <w:vertAlign w:val="superscript"/>
              </w:rPr>
              <w:t>3</w:t>
            </w:r>
            <w:r w:rsidRPr="00AA1B44">
              <w:rPr>
                <w:sz w:val="24"/>
                <w:szCs w:val="24"/>
              </w:rPr>
              <w:t>/год (2013 г.)</w:t>
            </w:r>
          </w:p>
        </w:tc>
      </w:tr>
      <w:tr w:rsidR="00CB4A4E" w:rsidRPr="0001694E" w:rsidTr="00303706">
        <w:tc>
          <w:tcPr>
            <w:tcW w:w="489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CB4A4E" w:rsidRPr="0001694E" w:rsidRDefault="00CB4A4E" w:rsidP="00F513B0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bCs/>
                <w:iCs/>
                <w:sz w:val="24"/>
                <w:szCs w:val="24"/>
              </w:rPr>
              <w:t>Хозяйственно-бытовые нужды</w:t>
            </w:r>
          </w:p>
        </w:tc>
        <w:tc>
          <w:tcPr>
            <w:tcW w:w="382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AA1B44" w:rsidRDefault="00CB4A4E" w:rsidP="00303706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AA1B44">
              <w:rPr>
                <w:bCs/>
                <w:iCs/>
                <w:sz w:val="24"/>
                <w:szCs w:val="24"/>
              </w:rPr>
              <w:t>8</w:t>
            </w:r>
            <w:r>
              <w:rPr>
                <w:bCs/>
                <w:iCs/>
                <w:sz w:val="24"/>
                <w:szCs w:val="24"/>
              </w:rPr>
              <w:t>296</w:t>
            </w:r>
          </w:p>
        </w:tc>
      </w:tr>
      <w:tr w:rsidR="00CB4A4E" w:rsidRPr="0001694E" w:rsidTr="00303706">
        <w:tc>
          <w:tcPr>
            <w:tcW w:w="489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Образовательные учреждения (школа)</w:t>
            </w:r>
          </w:p>
        </w:tc>
        <w:tc>
          <w:tcPr>
            <w:tcW w:w="382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AA1B44" w:rsidRDefault="00CB4A4E" w:rsidP="00B46FF3">
            <w:pPr>
              <w:pStyle w:val="a0"/>
              <w:ind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336</w:t>
            </w:r>
          </w:p>
        </w:tc>
      </w:tr>
      <w:tr w:rsidR="00CB4A4E" w:rsidRPr="0001694E" w:rsidTr="00303706">
        <w:tc>
          <w:tcPr>
            <w:tcW w:w="489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 xml:space="preserve">Учреждения административные </w:t>
            </w:r>
          </w:p>
        </w:tc>
        <w:tc>
          <w:tcPr>
            <w:tcW w:w="382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AA1B44" w:rsidRDefault="00CB4A4E" w:rsidP="00B46FF3">
            <w:pPr>
              <w:pStyle w:val="a0"/>
              <w:ind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36</w:t>
            </w:r>
          </w:p>
        </w:tc>
      </w:tr>
      <w:tr w:rsidR="00CB4A4E" w:rsidRPr="0001694E" w:rsidTr="00303706">
        <w:tc>
          <w:tcPr>
            <w:tcW w:w="489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Учреждения культурно-бытового обслуживания</w:t>
            </w:r>
          </w:p>
        </w:tc>
        <w:tc>
          <w:tcPr>
            <w:tcW w:w="382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AA1B44" w:rsidRDefault="00CB4A4E" w:rsidP="00B46FF3">
            <w:pPr>
              <w:pStyle w:val="a0"/>
              <w:ind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36</w:t>
            </w:r>
          </w:p>
        </w:tc>
      </w:tr>
      <w:tr w:rsidR="00CB4A4E" w:rsidRPr="0001694E" w:rsidTr="00303706">
        <w:trPr>
          <w:trHeight w:val="263"/>
        </w:trPr>
        <w:tc>
          <w:tcPr>
            <w:tcW w:w="48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Медицинские учреждения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A4E" w:rsidRPr="00AA1B44" w:rsidRDefault="00CB4A4E" w:rsidP="00B46FF3">
            <w:pPr>
              <w:pStyle w:val="a0"/>
              <w:ind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36</w:t>
            </w:r>
          </w:p>
        </w:tc>
      </w:tr>
    </w:tbl>
    <w:p w:rsidR="00CB4A4E" w:rsidRPr="004321FE" w:rsidRDefault="00CB4A4E" w:rsidP="005C2E61">
      <w:pPr>
        <w:pStyle w:val="Heading3"/>
        <w:numPr>
          <w:ilvl w:val="0"/>
          <w:numId w:val="0"/>
        </w:numPr>
        <w:ind w:firstLine="709"/>
      </w:pPr>
      <w:bookmarkStart w:id="69" w:name="_Toc380061538"/>
      <w:bookmarkStart w:id="70" w:name="_Toc380068638"/>
      <w:bookmarkStart w:id="71" w:name="_Toc405450174"/>
      <w:r w:rsidRPr="004321FE">
        <w:t>1.3.4 Сведения о фактическом потреблении воды</w:t>
      </w:r>
      <w:bookmarkEnd w:id="69"/>
      <w:bookmarkEnd w:id="70"/>
      <w:bookmarkEnd w:id="71"/>
    </w:p>
    <w:p w:rsidR="00CB4A4E" w:rsidRPr="00EE713E" w:rsidRDefault="00CB4A4E" w:rsidP="00EE713E">
      <w:pPr>
        <w:keepNext/>
        <w:keepLines/>
        <w:spacing w:before="120" w:after="240"/>
        <w:contextualSpacing/>
        <w:rPr>
          <w:szCs w:val="28"/>
        </w:rPr>
      </w:pPr>
      <w:r w:rsidRPr="004321FE">
        <w:rPr>
          <w:szCs w:val="28"/>
        </w:rPr>
        <w:t xml:space="preserve">Фактическое водопотребление </w:t>
      </w:r>
      <w:r w:rsidRPr="004321FE">
        <w:rPr>
          <w:color w:val="000000"/>
        </w:rPr>
        <w:t>Аршаньзельменского</w:t>
      </w:r>
      <w:r w:rsidRPr="004321FE">
        <w:rPr>
          <w:szCs w:val="28"/>
        </w:rPr>
        <w:t>СМО РК представлено в таблице 1.8.</w:t>
      </w:r>
    </w:p>
    <w:p w:rsidR="00CB4A4E" w:rsidRPr="004321FE" w:rsidRDefault="00CB4A4E" w:rsidP="00225527">
      <w:pPr>
        <w:pStyle w:val="TOC3"/>
      </w:pPr>
      <w:r w:rsidRPr="004321FE">
        <w:rPr>
          <w:bCs/>
          <w:iCs/>
          <w:spacing w:val="26"/>
        </w:rPr>
        <w:t xml:space="preserve">Таблица 1.8 - </w:t>
      </w:r>
      <w:r w:rsidRPr="004321FE">
        <w:t xml:space="preserve">Фактическое водопотребление </w:t>
      </w:r>
      <w:r w:rsidRPr="004321FE">
        <w:rPr>
          <w:color w:val="000000"/>
        </w:rPr>
        <w:t>Аршаньзельменского</w:t>
      </w:r>
      <w:r w:rsidRPr="004321FE">
        <w:t>СМО РК</w:t>
      </w:r>
    </w:p>
    <w:tbl>
      <w:tblPr>
        <w:tblW w:w="8730" w:type="dxa"/>
        <w:tblInd w:w="2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900"/>
        <w:gridCol w:w="3830"/>
      </w:tblGrid>
      <w:tr w:rsidR="00CB4A4E" w:rsidRPr="0001694E" w:rsidTr="008E5951">
        <w:trPr>
          <w:tblHeader/>
        </w:trPr>
        <w:tc>
          <w:tcPr>
            <w:tcW w:w="4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CB4A4E" w:rsidRPr="00B56187" w:rsidRDefault="00CB4A4E" w:rsidP="004177E9">
            <w:pPr>
              <w:pStyle w:val="a0"/>
              <w:snapToGrid w:val="0"/>
              <w:ind w:firstLine="0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22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Существующее (фактическое) водопотребление, м</w:t>
            </w:r>
            <w:r w:rsidRPr="00B56187">
              <w:rPr>
                <w:sz w:val="24"/>
                <w:szCs w:val="24"/>
                <w:vertAlign w:val="superscript"/>
              </w:rPr>
              <w:t>3</w:t>
            </w:r>
            <w:r w:rsidRPr="00B56187">
              <w:rPr>
                <w:sz w:val="24"/>
                <w:szCs w:val="24"/>
              </w:rPr>
              <w:t>/год (2013 г.)</w:t>
            </w:r>
          </w:p>
        </w:tc>
      </w:tr>
      <w:tr w:rsidR="00CB4A4E" w:rsidRPr="0001694E" w:rsidTr="008E5951">
        <w:tc>
          <w:tcPr>
            <w:tcW w:w="4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A4E" w:rsidRPr="0001694E" w:rsidRDefault="00CB4A4E" w:rsidP="00466EE4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пос. Аршань-Зельменьвсего, в том числе:</w:t>
            </w:r>
          </w:p>
        </w:tc>
        <w:tc>
          <w:tcPr>
            <w:tcW w:w="38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8760</w:t>
            </w:r>
          </w:p>
        </w:tc>
      </w:tr>
      <w:tr w:rsidR="00CB4A4E" w:rsidRPr="0001694E" w:rsidTr="00B56187">
        <w:tc>
          <w:tcPr>
            <w:tcW w:w="4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4A4E" w:rsidRPr="0001694E" w:rsidRDefault="00CB4A4E" w:rsidP="0086271B">
            <w:pPr>
              <w:spacing w:after="0" w:line="240" w:lineRule="auto"/>
              <w:ind w:left="567"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- население</w:t>
            </w:r>
          </w:p>
        </w:tc>
        <w:tc>
          <w:tcPr>
            <w:tcW w:w="38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8296</w:t>
            </w:r>
          </w:p>
        </w:tc>
      </w:tr>
      <w:tr w:rsidR="00CB4A4E" w:rsidRPr="0001694E" w:rsidTr="00B56187">
        <w:tc>
          <w:tcPr>
            <w:tcW w:w="4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318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 xml:space="preserve">    - клуб</w:t>
            </w:r>
          </w:p>
        </w:tc>
        <w:tc>
          <w:tcPr>
            <w:tcW w:w="38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36</w:t>
            </w:r>
          </w:p>
        </w:tc>
      </w:tr>
      <w:tr w:rsidR="00CB4A4E" w:rsidRPr="0001694E" w:rsidTr="00B56187">
        <w:tc>
          <w:tcPr>
            <w:tcW w:w="4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318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 xml:space="preserve">    - школа</w:t>
            </w:r>
          </w:p>
        </w:tc>
        <w:tc>
          <w:tcPr>
            <w:tcW w:w="38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336</w:t>
            </w:r>
          </w:p>
        </w:tc>
      </w:tr>
      <w:tr w:rsidR="00CB4A4E" w:rsidRPr="0001694E" w:rsidTr="00B56187">
        <w:tc>
          <w:tcPr>
            <w:tcW w:w="4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318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 xml:space="preserve">    - администрация</w:t>
            </w:r>
          </w:p>
        </w:tc>
        <w:tc>
          <w:tcPr>
            <w:tcW w:w="38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36</w:t>
            </w:r>
          </w:p>
        </w:tc>
      </w:tr>
      <w:tr w:rsidR="00CB4A4E" w:rsidRPr="0001694E" w:rsidTr="00B56187">
        <w:trPr>
          <w:trHeight w:val="285"/>
        </w:trPr>
        <w:tc>
          <w:tcPr>
            <w:tcW w:w="4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318"/>
              <w:rPr>
                <w:sz w:val="24"/>
                <w:szCs w:val="24"/>
              </w:rPr>
            </w:pPr>
            <w:r w:rsidRPr="0001694E">
              <w:rPr>
                <w:spacing w:val="-14"/>
                <w:sz w:val="24"/>
                <w:szCs w:val="24"/>
              </w:rPr>
              <w:t xml:space="preserve">     - амбулатория</w:t>
            </w:r>
          </w:p>
        </w:tc>
        <w:tc>
          <w:tcPr>
            <w:tcW w:w="38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36</w:t>
            </w:r>
          </w:p>
        </w:tc>
      </w:tr>
      <w:tr w:rsidR="00CB4A4E" w:rsidRPr="0001694E" w:rsidTr="00B56187">
        <w:trPr>
          <w:trHeight w:val="285"/>
        </w:trPr>
        <w:tc>
          <w:tcPr>
            <w:tcW w:w="4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B4A4E" w:rsidRPr="0001694E" w:rsidRDefault="00CB4A4E" w:rsidP="00F374C2">
            <w:pPr>
              <w:spacing w:after="0" w:line="240" w:lineRule="auto"/>
              <w:ind w:firstLine="318"/>
              <w:rPr>
                <w:spacing w:val="-14"/>
                <w:sz w:val="24"/>
                <w:szCs w:val="24"/>
              </w:rPr>
            </w:pPr>
            <w:r w:rsidRPr="0001694E">
              <w:rPr>
                <w:spacing w:val="-14"/>
                <w:sz w:val="24"/>
                <w:szCs w:val="24"/>
              </w:rPr>
              <w:t xml:space="preserve">    - </w:t>
            </w:r>
            <w:r w:rsidRPr="0001694E">
              <w:rPr>
                <w:bCs/>
                <w:iCs/>
                <w:sz w:val="24"/>
                <w:szCs w:val="24"/>
              </w:rPr>
              <w:t>неучтенные расходы  и потери в сетях при транспортировке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B4A4E" w:rsidRPr="00B56187" w:rsidRDefault="00CB4A4E" w:rsidP="008E5951">
            <w:pPr>
              <w:pStyle w:val="a0"/>
              <w:ind w:firstLine="0"/>
              <w:jc w:val="center"/>
              <w:rPr>
                <w:sz w:val="24"/>
                <w:szCs w:val="24"/>
              </w:rPr>
            </w:pPr>
            <w:r w:rsidRPr="00B56187">
              <w:rPr>
                <w:sz w:val="24"/>
                <w:szCs w:val="24"/>
              </w:rPr>
              <w:t>20</w:t>
            </w:r>
          </w:p>
        </w:tc>
      </w:tr>
    </w:tbl>
    <w:p w:rsidR="00CB4A4E" w:rsidRPr="004321FE" w:rsidRDefault="00CB4A4E" w:rsidP="005C2E61">
      <w:pPr>
        <w:pStyle w:val="Heading3"/>
        <w:numPr>
          <w:ilvl w:val="0"/>
          <w:numId w:val="0"/>
        </w:numPr>
        <w:ind w:firstLine="709"/>
        <w:rPr>
          <w:bCs/>
        </w:rPr>
      </w:pPr>
      <w:bookmarkStart w:id="72" w:name="_Toc405450175"/>
      <w:r w:rsidRPr="004321FE">
        <w:t>1.3.5Описание системы коммерческого приборного учета воды, отпущенной из сетей абонентам и анализ планов по установке приборов учета</w:t>
      </w:r>
      <w:bookmarkEnd w:id="72"/>
    </w:p>
    <w:p w:rsidR="00CB4A4E" w:rsidRPr="00120D2F" w:rsidRDefault="00CB4A4E" w:rsidP="005C2E61">
      <w:pPr>
        <w:keepNext/>
        <w:keepLines/>
        <w:spacing w:after="0"/>
        <w:contextualSpacing/>
        <w:rPr>
          <w:bCs/>
          <w:szCs w:val="28"/>
          <w:lang w:eastAsia="ru-RU"/>
        </w:rPr>
      </w:pPr>
      <w:r w:rsidRPr="00120D2F">
        <w:t xml:space="preserve">В пос. Аршань-Зельменьприборы коммерческого учета воды не установлены. </w:t>
      </w:r>
    </w:p>
    <w:p w:rsidR="00CB4A4E" w:rsidRPr="00120D2F" w:rsidRDefault="00CB4A4E" w:rsidP="005C2E61">
      <w:pPr>
        <w:pStyle w:val="Heading3"/>
        <w:numPr>
          <w:ilvl w:val="0"/>
          <w:numId w:val="0"/>
        </w:numPr>
        <w:ind w:firstLine="709"/>
      </w:pPr>
      <w:bookmarkStart w:id="73" w:name="_Toc380061540"/>
      <w:bookmarkStart w:id="74" w:name="_Toc380068640"/>
      <w:bookmarkStart w:id="75" w:name="_Toc405450176"/>
      <w:r w:rsidRPr="00120D2F">
        <w:t>1.3.6 Анализ резервов и дефицитов производственных мощностей системы водоснабжения</w:t>
      </w:r>
      <w:bookmarkEnd w:id="73"/>
      <w:bookmarkEnd w:id="74"/>
      <w:bookmarkEnd w:id="75"/>
    </w:p>
    <w:p w:rsidR="00CB4A4E" w:rsidRPr="00120D2F" w:rsidRDefault="00CB4A4E" w:rsidP="00235B97">
      <w:pPr>
        <w:spacing w:after="0"/>
      </w:pPr>
      <w:r w:rsidRPr="00120D2F">
        <w:t>Анализ резервов и дефицитов производственных мощностей системы водоснабжения приведен в таблице 1.9.</w:t>
      </w:r>
    </w:p>
    <w:p w:rsidR="00CB4A4E" w:rsidRPr="00120D2F" w:rsidRDefault="00CB4A4E" w:rsidP="00970A00">
      <w:pPr>
        <w:pStyle w:val="22"/>
        <w:spacing w:before="240" w:line="360" w:lineRule="auto"/>
        <w:ind w:left="0"/>
        <w:rPr>
          <w:bCs/>
          <w:iCs/>
          <w:sz w:val="28"/>
          <w:szCs w:val="28"/>
        </w:rPr>
      </w:pPr>
      <w:r w:rsidRPr="00120D2F">
        <w:rPr>
          <w:bCs/>
          <w:iCs/>
          <w:spacing w:val="26"/>
          <w:sz w:val="28"/>
          <w:szCs w:val="28"/>
        </w:rPr>
        <w:t>Таблица 1.9</w:t>
      </w:r>
      <w:r w:rsidRPr="00120D2F">
        <w:rPr>
          <w:bCs/>
          <w:iCs/>
          <w:sz w:val="28"/>
          <w:szCs w:val="28"/>
        </w:rPr>
        <w:t xml:space="preserve"> - Анализ резервов и дефицитов производственных мощностей системы водоснабжения</w:t>
      </w:r>
    </w:p>
    <w:tbl>
      <w:tblPr>
        <w:tblW w:w="9781" w:type="dxa"/>
        <w:tblInd w:w="-34" w:type="dxa"/>
        <w:tblLayout w:type="fixed"/>
        <w:tblLook w:val="0000"/>
      </w:tblPr>
      <w:tblGrid>
        <w:gridCol w:w="1985"/>
        <w:gridCol w:w="1843"/>
        <w:gridCol w:w="2126"/>
        <w:gridCol w:w="2268"/>
        <w:gridCol w:w="1559"/>
      </w:tblGrid>
      <w:tr w:rsidR="00CB4A4E" w:rsidRPr="0001694E" w:rsidTr="001F07E2">
        <w:trPr>
          <w:trHeight w:val="11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A4E" w:rsidRPr="00120D2F" w:rsidRDefault="00CB4A4E" w:rsidP="00CC75AE">
            <w:pPr>
              <w:pStyle w:val="22"/>
              <w:spacing w:after="0" w:line="240" w:lineRule="auto"/>
              <w:ind w:left="0" w:firstLine="34"/>
              <w:jc w:val="center"/>
              <w:rPr>
                <w:bCs/>
                <w:iCs/>
                <w:sz w:val="24"/>
                <w:szCs w:val="24"/>
              </w:rPr>
            </w:pPr>
            <w:r w:rsidRPr="00120D2F">
              <w:rPr>
                <w:bCs/>
                <w:iCs/>
                <w:sz w:val="24"/>
                <w:szCs w:val="24"/>
              </w:rPr>
              <w:t>Период потребления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A4E" w:rsidRPr="00120D2F" w:rsidRDefault="00CB4A4E" w:rsidP="00CC75AE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120D2F">
              <w:rPr>
                <w:bCs/>
                <w:iCs/>
                <w:sz w:val="24"/>
                <w:szCs w:val="24"/>
              </w:rPr>
              <w:t>Мощность источника водоснабжения, м</w:t>
            </w:r>
            <w:r w:rsidRPr="00120D2F">
              <w:rPr>
                <w:bCs/>
                <w:iCs/>
                <w:sz w:val="24"/>
                <w:szCs w:val="24"/>
                <w:vertAlign w:val="superscript"/>
              </w:rPr>
              <w:t>3</w:t>
            </w:r>
            <w:r w:rsidRPr="00120D2F">
              <w:rPr>
                <w:bCs/>
                <w:iCs/>
                <w:sz w:val="24"/>
                <w:szCs w:val="24"/>
              </w:rPr>
              <w:t>/сут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A4E" w:rsidRPr="00120D2F" w:rsidRDefault="00CB4A4E" w:rsidP="00CD4AB1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120D2F">
              <w:rPr>
                <w:bCs/>
                <w:iCs/>
                <w:sz w:val="24"/>
                <w:szCs w:val="24"/>
              </w:rPr>
              <w:t>Существующая</w:t>
            </w:r>
            <w:r w:rsidRPr="00120D2F">
              <w:rPr>
                <w:bCs/>
                <w:iCs/>
                <w:sz w:val="24"/>
                <w:szCs w:val="24"/>
              </w:rPr>
              <w:br/>
              <w:t>норма водопотребления, м</w:t>
            </w:r>
            <w:r w:rsidRPr="00120D2F">
              <w:rPr>
                <w:bCs/>
                <w:iCs/>
                <w:sz w:val="24"/>
                <w:szCs w:val="24"/>
                <w:vertAlign w:val="superscript"/>
              </w:rPr>
              <w:t>3</w:t>
            </w:r>
            <w:r w:rsidRPr="00120D2F">
              <w:rPr>
                <w:bCs/>
                <w:iCs/>
                <w:sz w:val="24"/>
                <w:szCs w:val="24"/>
              </w:rPr>
              <w:t>/сут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B4A4E" w:rsidRPr="00120D2F" w:rsidRDefault="00CB4A4E" w:rsidP="00CC75AE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120D2F">
              <w:rPr>
                <w:bCs/>
                <w:iCs/>
                <w:sz w:val="24"/>
                <w:szCs w:val="24"/>
              </w:rPr>
              <w:t>Резерв производственных мощностей, м</w:t>
            </w:r>
            <w:r w:rsidRPr="00120D2F">
              <w:rPr>
                <w:bCs/>
                <w:iCs/>
                <w:sz w:val="24"/>
                <w:szCs w:val="24"/>
                <w:vertAlign w:val="superscript"/>
              </w:rPr>
              <w:t>3</w:t>
            </w:r>
            <w:r w:rsidRPr="00120D2F">
              <w:rPr>
                <w:bCs/>
                <w:iCs/>
                <w:sz w:val="24"/>
                <w:szCs w:val="24"/>
              </w:rPr>
              <w:t>/сут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4A4E" w:rsidRPr="00120D2F" w:rsidRDefault="00CB4A4E" w:rsidP="00CC75AE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120D2F">
              <w:rPr>
                <w:bCs/>
                <w:sz w:val="24"/>
                <w:szCs w:val="24"/>
                <w:lang w:eastAsia="ru-RU"/>
              </w:rPr>
              <w:t>Дефицитпроизводст-венных мощностей, м</w:t>
            </w:r>
            <w:r w:rsidRPr="00120D2F">
              <w:rPr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Pr="00120D2F">
              <w:rPr>
                <w:bCs/>
                <w:sz w:val="24"/>
                <w:szCs w:val="24"/>
                <w:lang w:eastAsia="ru-RU"/>
              </w:rPr>
              <w:t>/сут</w:t>
            </w:r>
          </w:p>
        </w:tc>
      </w:tr>
      <w:tr w:rsidR="00CB4A4E" w:rsidRPr="0001694E" w:rsidTr="001F07E2">
        <w:trPr>
          <w:trHeight w:val="4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120D2F" w:rsidRDefault="00CB4A4E" w:rsidP="001F07E2">
            <w:pPr>
              <w:pStyle w:val="22"/>
              <w:spacing w:after="0" w:line="240" w:lineRule="auto"/>
              <w:ind w:left="0" w:firstLine="34"/>
              <w:jc w:val="left"/>
              <w:rPr>
                <w:bCs/>
                <w:iCs/>
                <w:sz w:val="24"/>
                <w:szCs w:val="24"/>
              </w:rPr>
            </w:pPr>
            <w:r w:rsidRPr="00120D2F">
              <w:rPr>
                <w:sz w:val="24"/>
                <w:szCs w:val="24"/>
              </w:rPr>
              <w:t xml:space="preserve">Летний период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A4E" w:rsidRPr="00120D2F" w:rsidRDefault="00CB4A4E" w:rsidP="00CC75AE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120D2F" w:rsidRDefault="00CB4A4E" w:rsidP="00CC75AE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120D2F">
              <w:rPr>
                <w:bCs/>
                <w:iCs/>
                <w:sz w:val="24"/>
                <w:szCs w:val="24"/>
              </w:rPr>
              <w:t>195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4A4E" w:rsidRPr="0001694E" w:rsidRDefault="00CB4A4E">
            <w:r w:rsidRPr="0001694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4A4E" w:rsidRPr="00120D2F" w:rsidRDefault="00CB4A4E" w:rsidP="00CC75AE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</w:tr>
      <w:tr w:rsidR="00CB4A4E" w:rsidRPr="0001694E" w:rsidTr="001F07E2">
        <w:trPr>
          <w:trHeight w:val="4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120D2F" w:rsidRDefault="00CB4A4E" w:rsidP="009243D0">
            <w:pPr>
              <w:pStyle w:val="22"/>
              <w:spacing w:after="0" w:line="240" w:lineRule="auto"/>
              <w:ind w:left="0" w:firstLine="34"/>
              <w:jc w:val="left"/>
              <w:rPr>
                <w:sz w:val="24"/>
                <w:szCs w:val="24"/>
              </w:rPr>
            </w:pPr>
            <w:r w:rsidRPr="00120D2F">
              <w:rPr>
                <w:sz w:val="24"/>
                <w:szCs w:val="24"/>
              </w:rPr>
              <w:t>Зимний период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A4E" w:rsidRPr="00120D2F" w:rsidRDefault="00CB4A4E" w:rsidP="00CC75AE">
            <w:pPr>
              <w:pStyle w:val="22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120D2F" w:rsidRDefault="00CB4A4E" w:rsidP="00CC75AE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bCs/>
                <w:iCs/>
                <w:sz w:val="24"/>
                <w:szCs w:val="24"/>
              </w:rPr>
            </w:pPr>
            <w:r w:rsidRPr="00120D2F">
              <w:rPr>
                <w:bCs/>
                <w:iCs/>
                <w:sz w:val="24"/>
                <w:szCs w:val="24"/>
              </w:rPr>
              <w:t>165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4A4E" w:rsidRPr="0001694E" w:rsidRDefault="00CB4A4E">
            <w:r w:rsidRPr="0001694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4A4E" w:rsidRPr="00120D2F" w:rsidRDefault="00CB4A4E" w:rsidP="00120D2F">
            <w:pPr>
              <w:pStyle w:val="22"/>
              <w:snapToGrid w:val="0"/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</w:tr>
    </w:tbl>
    <w:p w:rsidR="00CB4A4E" w:rsidRPr="004321FE" w:rsidRDefault="00CB4A4E" w:rsidP="005C2E61">
      <w:pPr>
        <w:pStyle w:val="Heading3"/>
        <w:numPr>
          <w:ilvl w:val="0"/>
          <w:numId w:val="0"/>
        </w:numPr>
        <w:ind w:left="709"/>
      </w:pPr>
      <w:bookmarkStart w:id="76" w:name="_Toc380061541"/>
      <w:bookmarkStart w:id="77" w:name="_Toc380068641"/>
      <w:bookmarkStart w:id="78" w:name="_Toc405450177"/>
      <w:r w:rsidRPr="004321FE">
        <w:t>1.3.7  Прогнозные балансы потребления воды</w:t>
      </w:r>
      <w:bookmarkEnd w:id="76"/>
      <w:bookmarkEnd w:id="77"/>
      <w:bookmarkEnd w:id="78"/>
    </w:p>
    <w:p w:rsidR="00CB4A4E" w:rsidRPr="004321FE" w:rsidRDefault="00CB4A4E" w:rsidP="005C2E61">
      <w:pPr>
        <w:spacing w:after="0"/>
        <w:rPr>
          <w:lang w:eastAsia="ru-RU"/>
        </w:rPr>
      </w:pPr>
      <w:r w:rsidRPr="004321FE">
        <w:rPr>
          <w:lang w:eastAsia="ru-RU"/>
        </w:rPr>
        <w:t xml:space="preserve">Сведения о фактическом и ожидаемом потреблении воды, начиная с 2013 года по 2025 год, представлены в таблице 1.10. </w:t>
      </w:r>
    </w:p>
    <w:p w:rsidR="00CB4A4E" w:rsidRPr="004321FE" w:rsidRDefault="00CB4A4E" w:rsidP="005C2E61">
      <w:pPr>
        <w:keepNext/>
        <w:keepLines/>
        <w:spacing w:before="240" w:after="120"/>
        <w:contextualSpacing/>
        <w:rPr>
          <w:bCs/>
          <w:i/>
          <w:szCs w:val="28"/>
        </w:rPr>
      </w:pPr>
      <w:r w:rsidRPr="004321FE">
        <w:rPr>
          <w:bCs/>
          <w:spacing w:val="26"/>
          <w:szCs w:val="28"/>
          <w:lang w:eastAsia="ru-RU"/>
        </w:rPr>
        <w:t>Таблица 1.10</w:t>
      </w:r>
      <w:r w:rsidRPr="004321FE">
        <w:rPr>
          <w:bCs/>
          <w:szCs w:val="28"/>
          <w:lang w:eastAsia="ru-RU"/>
        </w:rPr>
        <w:t xml:space="preserve"> - Перспективное потребление коммунальных ресурсов в сфере водоснабжения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CB4A4E" w:rsidRPr="0001694E" w:rsidTr="0001694E">
        <w:trPr>
          <w:trHeight w:val="820"/>
          <w:tblHeader/>
        </w:trPr>
        <w:tc>
          <w:tcPr>
            <w:tcW w:w="1951" w:type="dxa"/>
            <w:vMerge w:val="restart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sz w:val="20"/>
                <w:szCs w:val="20"/>
                <w:lang w:eastAsia="ru-RU"/>
              </w:rPr>
            </w:pPr>
            <w:r w:rsidRPr="0001694E">
              <w:rPr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sz w:val="20"/>
                <w:szCs w:val="20"/>
                <w:lang w:eastAsia="ru-RU"/>
              </w:rPr>
            </w:pPr>
            <w:r w:rsidRPr="0001694E">
              <w:rPr>
                <w:bCs/>
                <w:sz w:val="20"/>
                <w:szCs w:val="20"/>
                <w:lang w:eastAsia="ru-RU"/>
              </w:rPr>
              <w:t>расхода</w:t>
            </w:r>
          </w:p>
        </w:tc>
        <w:tc>
          <w:tcPr>
            <w:tcW w:w="1985" w:type="dxa"/>
            <w:gridSpan w:val="2"/>
          </w:tcPr>
          <w:p w:rsidR="00CB4A4E" w:rsidRPr="0001694E" w:rsidRDefault="00CB4A4E" w:rsidP="0001694E">
            <w:pPr>
              <w:keepNext/>
              <w:keepLines/>
              <w:spacing w:after="0" w:line="240" w:lineRule="auto"/>
              <w:ind w:firstLine="0"/>
              <w:contextualSpacing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 xml:space="preserve">Существующее положение </w:t>
            </w:r>
          </w:p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2013 г.</w:t>
            </w:r>
          </w:p>
        </w:tc>
        <w:tc>
          <w:tcPr>
            <w:tcW w:w="1984" w:type="dxa"/>
            <w:gridSpan w:val="2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Первый этап 2014- 2016гг.</w:t>
            </w:r>
          </w:p>
        </w:tc>
        <w:tc>
          <w:tcPr>
            <w:tcW w:w="1985" w:type="dxa"/>
            <w:gridSpan w:val="2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Второй этап 2017- 2020гг.</w:t>
            </w:r>
          </w:p>
        </w:tc>
        <w:tc>
          <w:tcPr>
            <w:tcW w:w="1984" w:type="dxa"/>
            <w:gridSpan w:val="2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Третий этап 2021- 2025гг.</w:t>
            </w:r>
          </w:p>
        </w:tc>
      </w:tr>
      <w:tr w:rsidR="00CB4A4E" w:rsidRPr="0001694E" w:rsidTr="0001694E">
        <w:trPr>
          <w:trHeight w:val="268"/>
          <w:tblHeader/>
        </w:trPr>
        <w:tc>
          <w:tcPr>
            <w:tcW w:w="1951" w:type="dxa"/>
            <w:vMerge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 w:rsidRPr="0001694E">
              <w:rPr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92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 w:rsidRPr="0001694E">
              <w:rPr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92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 w:rsidRPr="0001694E">
              <w:rPr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  <w:tc>
          <w:tcPr>
            <w:tcW w:w="992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Годовое потребление,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</w:tcPr>
          <w:p w:rsidR="00CB4A4E" w:rsidRPr="0001694E" w:rsidRDefault="00CB4A4E" w:rsidP="0001694E">
            <w:pPr>
              <w:tabs>
                <w:tab w:val="left" w:pos="6962"/>
                <w:tab w:val="left" w:pos="8647"/>
              </w:tabs>
              <w:spacing w:after="0" w:line="240" w:lineRule="auto"/>
              <w:ind w:firstLine="0"/>
              <w:rPr>
                <w:bCs/>
                <w:noProof/>
                <w:sz w:val="20"/>
                <w:szCs w:val="20"/>
                <w:lang w:eastAsia="ru-RU"/>
              </w:rPr>
            </w:pPr>
            <w:r w:rsidRPr="0001694E">
              <w:rPr>
                <w:bCs/>
                <w:noProof/>
                <w:sz w:val="20"/>
                <w:szCs w:val="20"/>
                <w:lang w:eastAsia="ru-RU"/>
              </w:rPr>
              <w:t>Среднесуточное, м</w:t>
            </w:r>
            <w:r w:rsidRPr="0001694E">
              <w:rPr>
                <w:bCs/>
                <w:noProof/>
                <w:sz w:val="20"/>
                <w:szCs w:val="20"/>
                <w:vertAlign w:val="superscript"/>
                <w:lang w:eastAsia="ru-RU"/>
              </w:rPr>
              <w:t>3</w:t>
            </w:r>
            <w:r w:rsidRPr="0001694E">
              <w:rPr>
                <w:bCs/>
                <w:noProof/>
                <w:sz w:val="20"/>
                <w:szCs w:val="20"/>
                <w:lang w:eastAsia="ru-RU"/>
              </w:rPr>
              <w:t>/сут</w:t>
            </w:r>
          </w:p>
        </w:tc>
      </w:tr>
      <w:tr w:rsidR="00CB4A4E" w:rsidRPr="0001694E" w:rsidTr="0001694E">
        <w:tc>
          <w:tcPr>
            <w:tcW w:w="195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1694E">
              <w:rPr>
                <w:sz w:val="20"/>
                <w:szCs w:val="20"/>
              </w:rPr>
              <w:t>пос. Аршань-Зельменьвсего, в том числе: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8740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23,95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8644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23,68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8499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23,29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8367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22,92</w:t>
            </w:r>
          </w:p>
        </w:tc>
      </w:tr>
      <w:tr w:rsidR="00CB4A4E" w:rsidRPr="0001694E" w:rsidTr="0001694E">
        <w:tc>
          <w:tcPr>
            <w:tcW w:w="195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left="227" w:firstLine="0"/>
              <w:rPr>
                <w:sz w:val="20"/>
                <w:szCs w:val="20"/>
              </w:rPr>
            </w:pPr>
            <w:r w:rsidRPr="0001694E">
              <w:rPr>
                <w:sz w:val="20"/>
                <w:szCs w:val="20"/>
              </w:rPr>
              <w:t>- население</w:t>
            </w:r>
          </w:p>
        </w:tc>
        <w:tc>
          <w:tcPr>
            <w:tcW w:w="992" w:type="dxa"/>
          </w:tcPr>
          <w:p w:rsidR="00CB4A4E" w:rsidRPr="004321FE" w:rsidRDefault="00CB4A4E" w:rsidP="0001694E">
            <w:pPr>
              <w:pStyle w:val="a0"/>
              <w:ind w:firstLine="0"/>
              <w:jc w:val="center"/>
            </w:pPr>
            <w:r w:rsidRPr="004321FE">
              <w:t>8</w:t>
            </w:r>
            <w:r>
              <w:t>296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22,73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8203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22,48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8065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22,09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7937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21,75</w:t>
            </w:r>
          </w:p>
        </w:tc>
      </w:tr>
      <w:tr w:rsidR="00CB4A4E" w:rsidRPr="0001694E" w:rsidTr="0001694E">
        <w:tc>
          <w:tcPr>
            <w:tcW w:w="195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left="227" w:firstLine="0"/>
              <w:rPr>
                <w:sz w:val="20"/>
                <w:szCs w:val="20"/>
              </w:rPr>
            </w:pPr>
            <w:r w:rsidRPr="0001694E">
              <w:rPr>
                <w:sz w:val="20"/>
                <w:szCs w:val="20"/>
              </w:rPr>
              <w:t>- клуб</w:t>
            </w:r>
          </w:p>
        </w:tc>
        <w:tc>
          <w:tcPr>
            <w:tcW w:w="992" w:type="dxa"/>
          </w:tcPr>
          <w:p w:rsidR="00CB4A4E" w:rsidRPr="004321FE" w:rsidRDefault="00CB4A4E" w:rsidP="0001694E">
            <w:pPr>
              <w:pStyle w:val="a0"/>
              <w:ind w:firstLine="0"/>
              <w:jc w:val="center"/>
            </w:pPr>
            <w:r>
              <w:t>36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</w:tr>
      <w:tr w:rsidR="00CB4A4E" w:rsidRPr="0001694E" w:rsidTr="0001694E">
        <w:tc>
          <w:tcPr>
            <w:tcW w:w="195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left="227" w:firstLine="0"/>
              <w:rPr>
                <w:sz w:val="20"/>
                <w:szCs w:val="20"/>
              </w:rPr>
            </w:pPr>
            <w:r w:rsidRPr="0001694E">
              <w:rPr>
                <w:sz w:val="20"/>
                <w:szCs w:val="20"/>
              </w:rPr>
              <w:t>- школа</w:t>
            </w:r>
          </w:p>
        </w:tc>
        <w:tc>
          <w:tcPr>
            <w:tcW w:w="992" w:type="dxa"/>
          </w:tcPr>
          <w:p w:rsidR="00CB4A4E" w:rsidRPr="004321FE" w:rsidRDefault="00CB4A4E" w:rsidP="0001694E">
            <w:pPr>
              <w:pStyle w:val="a0"/>
              <w:ind w:firstLine="0"/>
              <w:jc w:val="center"/>
            </w:pPr>
            <w:r>
              <w:t>336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332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327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1,21</w:t>
            </w:r>
          </w:p>
        </w:tc>
      </w:tr>
      <w:tr w:rsidR="00CB4A4E" w:rsidRPr="0001694E" w:rsidTr="0001694E">
        <w:tc>
          <w:tcPr>
            <w:tcW w:w="195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left="227" w:firstLine="0"/>
              <w:rPr>
                <w:sz w:val="20"/>
                <w:szCs w:val="20"/>
              </w:rPr>
            </w:pPr>
            <w:r w:rsidRPr="0001694E">
              <w:rPr>
                <w:sz w:val="20"/>
                <w:szCs w:val="20"/>
              </w:rPr>
              <w:t>- администрация</w:t>
            </w:r>
          </w:p>
        </w:tc>
        <w:tc>
          <w:tcPr>
            <w:tcW w:w="992" w:type="dxa"/>
          </w:tcPr>
          <w:p w:rsidR="00CB4A4E" w:rsidRPr="004321FE" w:rsidRDefault="00CB4A4E" w:rsidP="0001694E">
            <w:pPr>
              <w:pStyle w:val="a0"/>
              <w:ind w:firstLine="0"/>
              <w:jc w:val="center"/>
            </w:pPr>
            <w:r w:rsidRPr="004321FE">
              <w:t>36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</w:tr>
      <w:tr w:rsidR="00CB4A4E" w:rsidRPr="0001694E" w:rsidTr="0001694E">
        <w:tc>
          <w:tcPr>
            <w:tcW w:w="195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left="227" w:firstLine="0"/>
              <w:rPr>
                <w:sz w:val="20"/>
                <w:szCs w:val="20"/>
              </w:rPr>
            </w:pPr>
            <w:r w:rsidRPr="0001694E">
              <w:rPr>
                <w:spacing w:val="-14"/>
                <w:sz w:val="20"/>
                <w:szCs w:val="20"/>
              </w:rPr>
              <w:t>- амбулатория</w:t>
            </w:r>
          </w:p>
        </w:tc>
        <w:tc>
          <w:tcPr>
            <w:tcW w:w="992" w:type="dxa"/>
          </w:tcPr>
          <w:p w:rsidR="00CB4A4E" w:rsidRPr="004321FE" w:rsidRDefault="00CB4A4E" w:rsidP="0001694E">
            <w:pPr>
              <w:pStyle w:val="a0"/>
              <w:ind w:firstLine="0"/>
              <w:jc w:val="center"/>
            </w:pPr>
            <w:r w:rsidRPr="004321FE">
              <w:t>36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92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1694E">
              <w:rPr>
                <w:color w:val="000000"/>
                <w:sz w:val="20"/>
                <w:szCs w:val="20"/>
              </w:rPr>
              <w:t>0,14</w:t>
            </w:r>
          </w:p>
        </w:tc>
      </w:tr>
    </w:tbl>
    <w:p w:rsidR="00CB4A4E" w:rsidRPr="00A03ED8" w:rsidRDefault="00CB4A4E" w:rsidP="00886D87">
      <w:pPr>
        <w:pStyle w:val="Heading3"/>
        <w:numPr>
          <w:ilvl w:val="0"/>
          <w:numId w:val="0"/>
        </w:numPr>
        <w:ind w:left="709"/>
      </w:pPr>
      <w:bookmarkStart w:id="79" w:name="_Toc380061543"/>
      <w:bookmarkStart w:id="80" w:name="_Toc380068643"/>
      <w:bookmarkStart w:id="81" w:name="_Toc405450178"/>
      <w:r w:rsidRPr="00A03ED8">
        <w:t>1.3.8Оценка расходов воды на водоснабжение по типам абонентов</w:t>
      </w:r>
      <w:bookmarkEnd w:id="79"/>
      <w:bookmarkEnd w:id="80"/>
      <w:bookmarkEnd w:id="81"/>
    </w:p>
    <w:p w:rsidR="00CB4A4E" w:rsidRPr="00A03ED8" w:rsidRDefault="00CB4A4E" w:rsidP="00886D87">
      <w:pPr>
        <w:pStyle w:val="ListParagraph"/>
        <w:spacing w:after="0"/>
        <w:ind w:left="0"/>
        <w:rPr>
          <w:bCs/>
          <w:szCs w:val="28"/>
          <w:lang w:eastAsia="ru-RU"/>
        </w:rPr>
      </w:pPr>
      <w:r w:rsidRPr="00A03ED8">
        <w:rPr>
          <w:lang w:eastAsia="ru-RU"/>
        </w:rPr>
        <w:t>Расход воды по абонентам распределяется следующим образом:</w:t>
      </w:r>
    </w:p>
    <w:p w:rsidR="00CB4A4E" w:rsidRPr="00A03ED8" w:rsidRDefault="00CB4A4E" w:rsidP="00805434">
      <w:pPr>
        <w:pStyle w:val="ListParagraph"/>
        <w:tabs>
          <w:tab w:val="left" w:pos="7080"/>
        </w:tabs>
        <w:spacing w:after="0"/>
        <w:ind w:left="0"/>
        <w:rPr>
          <w:bCs/>
          <w:szCs w:val="28"/>
          <w:lang w:eastAsia="ru-RU"/>
        </w:rPr>
      </w:pPr>
      <w:r w:rsidRPr="00A03ED8">
        <w:rPr>
          <w:bCs/>
          <w:szCs w:val="28"/>
          <w:lang w:eastAsia="ru-RU"/>
        </w:rPr>
        <w:t>-Хозяйственно-бытовые нужды – 94,7 %.</w:t>
      </w:r>
      <w:r w:rsidRPr="00A03ED8">
        <w:rPr>
          <w:bCs/>
          <w:szCs w:val="28"/>
          <w:lang w:eastAsia="ru-RU"/>
        </w:rPr>
        <w:tab/>
      </w:r>
    </w:p>
    <w:p w:rsidR="00CB4A4E" w:rsidRPr="00A03ED8" w:rsidRDefault="00CB4A4E" w:rsidP="00805434">
      <w:pPr>
        <w:pStyle w:val="ListParagraph"/>
        <w:tabs>
          <w:tab w:val="left" w:pos="7080"/>
        </w:tabs>
        <w:spacing w:after="0"/>
        <w:ind w:left="0"/>
        <w:rPr>
          <w:szCs w:val="28"/>
        </w:rPr>
      </w:pPr>
      <w:r w:rsidRPr="00A03ED8">
        <w:rPr>
          <w:szCs w:val="28"/>
        </w:rPr>
        <w:t>- Образовательные учреждения (школа)</w:t>
      </w:r>
      <w:r>
        <w:rPr>
          <w:szCs w:val="28"/>
        </w:rPr>
        <w:t xml:space="preserve"> – 3,84 %;</w:t>
      </w:r>
    </w:p>
    <w:p w:rsidR="00CB4A4E" w:rsidRPr="00A03ED8" w:rsidRDefault="00CB4A4E" w:rsidP="00805434">
      <w:pPr>
        <w:pStyle w:val="ListParagraph"/>
        <w:tabs>
          <w:tab w:val="left" w:pos="7080"/>
        </w:tabs>
        <w:spacing w:after="0"/>
        <w:ind w:left="0"/>
        <w:rPr>
          <w:szCs w:val="28"/>
        </w:rPr>
      </w:pPr>
      <w:r w:rsidRPr="00A03ED8">
        <w:rPr>
          <w:szCs w:val="28"/>
        </w:rPr>
        <w:t>- Учреждения административные</w:t>
      </w:r>
      <w:r>
        <w:rPr>
          <w:szCs w:val="28"/>
        </w:rPr>
        <w:t xml:space="preserve"> – 0,41 %;</w:t>
      </w:r>
    </w:p>
    <w:p w:rsidR="00CB4A4E" w:rsidRPr="00A03ED8" w:rsidRDefault="00CB4A4E" w:rsidP="00805434">
      <w:pPr>
        <w:pStyle w:val="ListParagraph"/>
        <w:tabs>
          <w:tab w:val="left" w:pos="7080"/>
        </w:tabs>
        <w:spacing w:after="0"/>
        <w:ind w:left="0"/>
        <w:rPr>
          <w:szCs w:val="28"/>
        </w:rPr>
      </w:pPr>
      <w:r w:rsidRPr="00A03ED8">
        <w:rPr>
          <w:szCs w:val="28"/>
        </w:rPr>
        <w:t>- Учреждения культурно-бытового обслуживания</w:t>
      </w:r>
      <w:r>
        <w:rPr>
          <w:szCs w:val="28"/>
        </w:rPr>
        <w:t>– 0,41 %;</w:t>
      </w:r>
    </w:p>
    <w:p w:rsidR="00CB4A4E" w:rsidRPr="00A03ED8" w:rsidRDefault="00CB4A4E" w:rsidP="00805434">
      <w:pPr>
        <w:pStyle w:val="ListParagraph"/>
        <w:tabs>
          <w:tab w:val="left" w:pos="7080"/>
        </w:tabs>
        <w:spacing w:after="0"/>
        <w:ind w:left="0"/>
        <w:rPr>
          <w:szCs w:val="28"/>
        </w:rPr>
      </w:pPr>
      <w:r w:rsidRPr="00A03ED8">
        <w:rPr>
          <w:szCs w:val="28"/>
        </w:rPr>
        <w:t>- Медицинские учреждения</w:t>
      </w:r>
      <w:r>
        <w:rPr>
          <w:szCs w:val="28"/>
        </w:rPr>
        <w:t>– 0,41 %;</w:t>
      </w:r>
    </w:p>
    <w:p w:rsidR="00CB4A4E" w:rsidRDefault="00CB4A4E" w:rsidP="00805434">
      <w:pPr>
        <w:pStyle w:val="ListParagraph"/>
        <w:tabs>
          <w:tab w:val="left" w:pos="7080"/>
        </w:tabs>
        <w:spacing w:after="0"/>
        <w:ind w:left="0"/>
        <w:rPr>
          <w:bCs/>
          <w:iCs/>
          <w:szCs w:val="28"/>
        </w:rPr>
      </w:pPr>
      <w:r w:rsidRPr="00A03ED8">
        <w:rPr>
          <w:bCs/>
          <w:iCs/>
          <w:szCs w:val="28"/>
        </w:rPr>
        <w:t>- Неучтенные расходы  и потери в сетях при транспортировке</w:t>
      </w:r>
      <w:r>
        <w:rPr>
          <w:bCs/>
          <w:iCs/>
          <w:szCs w:val="28"/>
        </w:rPr>
        <w:t xml:space="preserve"> – 0,23</w:t>
      </w:r>
      <w:r>
        <w:rPr>
          <w:szCs w:val="28"/>
        </w:rPr>
        <w:t xml:space="preserve"> %.</w:t>
      </w:r>
    </w:p>
    <w:p w:rsidR="00CB4A4E" w:rsidRPr="00A03ED8" w:rsidRDefault="00CB4A4E" w:rsidP="00D74C2D">
      <w:pPr>
        <w:pStyle w:val="Heading3"/>
        <w:numPr>
          <w:ilvl w:val="0"/>
          <w:numId w:val="0"/>
        </w:numPr>
        <w:ind w:firstLine="709"/>
      </w:pPr>
      <w:bookmarkStart w:id="82" w:name="_Toc380061544"/>
      <w:bookmarkStart w:id="83" w:name="_Toc380068644"/>
      <w:bookmarkStart w:id="84" w:name="_Toc405450179"/>
      <w:r w:rsidRPr="00A03ED8">
        <w:t>1.3.9 Сведения о фактических и планируемых потерях воды при ее транспортировке</w:t>
      </w:r>
      <w:bookmarkEnd w:id="82"/>
      <w:bookmarkEnd w:id="83"/>
      <w:bookmarkEnd w:id="84"/>
    </w:p>
    <w:p w:rsidR="00CB4A4E" w:rsidRPr="004977EC" w:rsidRDefault="00CB4A4E" w:rsidP="00D74C2D">
      <w:pPr>
        <w:keepNext/>
        <w:keepLines/>
        <w:spacing w:after="0"/>
        <w:contextualSpacing/>
        <w:rPr>
          <w:bCs/>
          <w:i/>
          <w:szCs w:val="28"/>
          <w:lang w:eastAsia="ru-RU"/>
        </w:rPr>
      </w:pPr>
      <w:r w:rsidRPr="00A03ED8">
        <w:rPr>
          <w:bCs/>
          <w:szCs w:val="28"/>
          <w:lang w:eastAsia="ru-RU"/>
        </w:rPr>
        <w:t>Фактические потери воды при транспортировке составляют</w:t>
      </w:r>
      <w:r>
        <w:rPr>
          <w:bCs/>
          <w:szCs w:val="28"/>
          <w:lang w:eastAsia="ru-RU"/>
        </w:rPr>
        <w:t>0</w:t>
      </w:r>
      <w:r w:rsidRPr="00A03ED8">
        <w:rPr>
          <w:bCs/>
          <w:szCs w:val="28"/>
          <w:lang w:eastAsia="ru-RU"/>
        </w:rPr>
        <w:t xml:space="preserve"> % от </w:t>
      </w:r>
      <w:r w:rsidRPr="004977EC">
        <w:rPr>
          <w:bCs/>
          <w:szCs w:val="28"/>
          <w:lang w:eastAsia="ru-RU"/>
        </w:rPr>
        <w:t xml:space="preserve">поднятой воды. </w:t>
      </w:r>
    </w:p>
    <w:p w:rsidR="00CB4A4E" w:rsidRPr="004977EC" w:rsidRDefault="00CB4A4E" w:rsidP="00D74C2D">
      <w:pPr>
        <w:pStyle w:val="Heading3"/>
        <w:numPr>
          <w:ilvl w:val="0"/>
          <w:numId w:val="0"/>
        </w:numPr>
        <w:ind w:left="709"/>
      </w:pPr>
      <w:bookmarkStart w:id="85" w:name="_Toc380061545"/>
      <w:bookmarkStart w:id="86" w:name="_Toc380068645"/>
      <w:bookmarkStart w:id="87" w:name="_Toc405450180"/>
      <w:r w:rsidRPr="004977EC">
        <w:t>1.3.10 Перспективные водные балансы</w:t>
      </w:r>
      <w:bookmarkEnd w:id="85"/>
      <w:bookmarkEnd w:id="86"/>
      <w:bookmarkEnd w:id="87"/>
    </w:p>
    <w:p w:rsidR="00CB4A4E" w:rsidRPr="004977EC" w:rsidRDefault="00CB4A4E" w:rsidP="00D74C2D">
      <w:pPr>
        <w:keepNext/>
        <w:keepLines/>
        <w:spacing w:after="0"/>
        <w:contextualSpacing/>
        <w:rPr>
          <w:bCs/>
          <w:szCs w:val="28"/>
          <w:lang w:eastAsia="ru-RU"/>
        </w:rPr>
      </w:pPr>
      <w:r w:rsidRPr="004977EC">
        <w:rPr>
          <w:bCs/>
          <w:szCs w:val="28"/>
          <w:lang w:eastAsia="ru-RU"/>
        </w:rPr>
        <w:t>Перспективные водные балансы приведены в таблице 1.11.</w:t>
      </w:r>
    </w:p>
    <w:p w:rsidR="00CB4A4E" w:rsidRPr="004977EC" w:rsidRDefault="00CB4A4E" w:rsidP="00175AC8">
      <w:pPr>
        <w:keepNext/>
        <w:keepLines/>
        <w:spacing w:after="0"/>
        <w:contextualSpacing/>
        <w:rPr>
          <w:bCs/>
          <w:szCs w:val="28"/>
          <w:lang w:eastAsia="ru-RU"/>
        </w:rPr>
      </w:pPr>
      <w:r w:rsidRPr="004977EC">
        <w:rPr>
          <w:bCs/>
          <w:spacing w:val="26"/>
          <w:szCs w:val="28"/>
          <w:lang w:eastAsia="ru-RU"/>
        </w:rPr>
        <w:t>Таблица 1.11</w:t>
      </w:r>
      <w:r w:rsidRPr="004977EC">
        <w:rPr>
          <w:bCs/>
          <w:szCs w:val="28"/>
          <w:lang w:eastAsia="ru-RU"/>
        </w:rPr>
        <w:t xml:space="preserve"> - Нормативные показатели потребления </w:t>
      </w:r>
      <w:r w:rsidRPr="004977EC">
        <w:rPr>
          <w:szCs w:val="28"/>
        </w:rPr>
        <w:t>пос. Аршань-Зельмень</w:t>
      </w:r>
      <w:r w:rsidRPr="004977EC">
        <w:rPr>
          <w:bCs/>
          <w:szCs w:val="28"/>
          <w:lang w:eastAsia="ru-RU"/>
        </w:rPr>
        <w:t>с перспективой на будущее.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4"/>
        <w:gridCol w:w="1134"/>
        <w:gridCol w:w="1701"/>
        <w:gridCol w:w="1693"/>
        <w:gridCol w:w="8"/>
        <w:gridCol w:w="1134"/>
      </w:tblGrid>
      <w:tr w:rsidR="00CB4A4E" w:rsidRPr="0001694E" w:rsidTr="0001694E">
        <w:trPr>
          <w:trHeight w:val="654"/>
        </w:trPr>
        <w:tc>
          <w:tcPr>
            <w:tcW w:w="3794" w:type="dxa"/>
            <w:vMerge w:val="restart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Водопотребители</w:t>
            </w:r>
          </w:p>
          <w:p w:rsidR="00CB4A4E" w:rsidRPr="0001694E" w:rsidRDefault="00CB4A4E" w:rsidP="0001694E">
            <w:pPr>
              <w:spacing w:after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vertAlign w:val="superscript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Показатели потребления, м</w:t>
            </w:r>
            <w:r w:rsidRPr="0001694E">
              <w:rPr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CB4A4E" w:rsidRPr="0001694E" w:rsidTr="0001694E">
        <w:tc>
          <w:tcPr>
            <w:tcW w:w="3794" w:type="dxa"/>
            <w:vMerge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701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2014-2016 гг.</w:t>
            </w:r>
          </w:p>
        </w:tc>
        <w:tc>
          <w:tcPr>
            <w:tcW w:w="1701" w:type="dxa"/>
            <w:gridSpan w:val="2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2017-2020 гг.</w:t>
            </w:r>
          </w:p>
        </w:tc>
        <w:tc>
          <w:tcPr>
            <w:tcW w:w="113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2021-2025 гг.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01694E">
              <w:rPr>
                <w:sz w:val="24"/>
                <w:szCs w:val="24"/>
              </w:rPr>
              <w:t>пос. Аршань-Зельмень</w:t>
            </w:r>
          </w:p>
        </w:tc>
        <w:tc>
          <w:tcPr>
            <w:tcW w:w="113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65714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64982</w:t>
            </w:r>
          </w:p>
        </w:tc>
        <w:tc>
          <w:tcPr>
            <w:tcW w:w="1701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63882</w:t>
            </w:r>
          </w:p>
        </w:tc>
        <w:tc>
          <w:tcPr>
            <w:tcW w:w="113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57077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  <w:highlight w:val="yellow"/>
                <w:lang w:eastAsia="ru-RU"/>
              </w:rPr>
            </w:pPr>
            <w:r w:rsidRPr="0001694E">
              <w:rPr>
                <w:bCs/>
                <w:sz w:val="26"/>
                <w:szCs w:val="26"/>
                <w:lang w:eastAsia="ru-RU"/>
              </w:rPr>
              <w:t>Хозяйственно-питьевые нужды населения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22245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21997</w:t>
            </w:r>
          </w:p>
        </w:tc>
        <w:tc>
          <w:tcPr>
            <w:tcW w:w="1701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21624</w:t>
            </w:r>
          </w:p>
        </w:tc>
        <w:tc>
          <w:tcPr>
            <w:tcW w:w="113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21283</w:t>
            </w:r>
          </w:p>
        </w:tc>
      </w:tr>
      <w:tr w:rsidR="00CB4A4E" w:rsidRPr="0001694E" w:rsidTr="0001694E">
        <w:tc>
          <w:tcPr>
            <w:tcW w:w="379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Клуб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</w:pPr>
            <w:r w:rsidRPr="000169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</w:pPr>
            <w:r w:rsidRPr="0001694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</w:pPr>
            <w:r w:rsidRPr="0001694E">
              <w:rPr>
                <w:color w:val="000000"/>
                <w:sz w:val="24"/>
                <w:szCs w:val="24"/>
              </w:rPr>
              <w:t>7</w:t>
            </w:r>
          </w:p>
        </w:tc>
      </w:tr>
      <w:tr w:rsidR="00CB4A4E" w:rsidRPr="0001694E" w:rsidTr="0001694E">
        <w:tc>
          <w:tcPr>
            <w:tcW w:w="379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Школа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1701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315</w:t>
            </w:r>
          </w:p>
        </w:tc>
        <w:tc>
          <w:tcPr>
            <w:tcW w:w="113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310</w:t>
            </w:r>
          </w:p>
        </w:tc>
      </w:tr>
      <w:tr w:rsidR="00CB4A4E" w:rsidRPr="0001694E" w:rsidTr="0001694E">
        <w:tc>
          <w:tcPr>
            <w:tcW w:w="379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13</w:t>
            </w:r>
          </w:p>
        </w:tc>
      </w:tr>
      <w:tr w:rsidR="00CB4A4E" w:rsidRPr="0001694E" w:rsidTr="0001694E">
        <w:tc>
          <w:tcPr>
            <w:tcW w:w="379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pacing w:val="-14"/>
                <w:sz w:val="24"/>
                <w:szCs w:val="24"/>
              </w:rPr>
              <w:t>Амбулатория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701" w:type="dxa"/>
            <w:gridSpan w:val="2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48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Полив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5413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5353</w:t>
            </w:r>
          </w:p>
        </w:tc>
        <w:tc>
          <w:tcPr>
            <w:tcW w:w="1701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5262</w:t>
            </w:r>
          </w:p>
        </w:tc>
        <w:tc>
          <w:tcPr>
            <w:tcW w:w="113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5179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left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bCs/>
                <w:sz w:val="24"/>
                <w:szCs w:val="24"/>
                <w:lang w:eastAsia="ru-RU"/>
              </w:rPr>
              <w:t>Мытье легковых автомобилей, принадлежащих населению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260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257</w:t>
            </w:r>
          </w:p>
        </w:tc>
        <w:tc>
          <w:tcPr>
            <w:tcW w:w="1701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113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249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  <w:r w:rsidRPr="0001694E">
              <w:rPr>
                <w:sz w:val="24"/>
                <w:szCs w:val="24"/>
              </w:rPr>
              <w:t>КРС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35986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35584</w:t>
            </w:r>
          </w:p>
        </w:tc>
        <w:tc>
          <w:tcPr>
            <w:tcW w:w="16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34982</w:t>
            </w:r>
          </w:p>
        </w:tc>
        <w:tc>
          <w:tcPr>
            <w:tcW w:w="1142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34430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Свиньи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16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42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212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Овцы и козы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801</w:t>
            </w:r>
          </w:p>
        </w:tc>
        <w:tc>
          <w:tcPr>
            <w:tcW w:w="16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1142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775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Лошади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6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42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67</w:t>
            </w:r>
          </w:p>
        </w:tc>
      </w:tr>
      <w:tr w:rsidR="00CB4A4E" w:rsidRPr="0001694E" w:rsidTr="0001694E">
        <w:tc>
          <w:tcPr>
            <w:tcW w:w="379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Птицы</w:t>
            </w:r>
          </w:p>
        </w:tc>
        <w:tc>
          <w:tcPr>
            <w:tcW w:w="1134" w:type="dxa"/>
            <w:vAlign w:val="center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1701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693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42" w:type="dxa"/>
            <w:gridSpan w:val="2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694E">
              <w:rPr>
                <w:color w:val="000000"/>
                <w:sz w:val="24"/>
                <w:szCs w:val="24"/>
              </w:rPr>
              <w:t>303</w:t>
            </w:r>
          </w:p>
        </w:tc>
      </w:tr>
    </w:tbl>
    <w:p w:rsidR="00CB4A4E" w:rsidRPr="00491617" w:rsidRDefault="00CB4A4E" w:rsidP="00D74C2D">
      <w:pPr>
        <w:pStyle w:val="Heading3"/>
        <w:numPr>
          <w:ilvl w:val="0"/>
          <w:numId w:val="0"/>
        </w:numPr>
        <w:ind w:firstLine="709"/>
      </w:pPr>
      <w:bookmarkStart w:id="88" w:name="_Toc380061546"/>
      <w:bookmarkStart w:id="89" w:name="_Toc380068646"/>
      <w:bookmarkStart w:id="90" w:name="_Toc405450181"/>
      <w:r w:rsidRPr="00491617">
        <w:t>1.3.11 Расчет требуемой мощности водозаборных и очистных сооружений исходя из данных о перспективном потреблении воды и величины неучтенных расходов и потерь воды при ее транспортировке</w:t>
      </w:r>
      <w:bookmarkEnd w:id="88"/>
      <w:bookmarkEnd w:id="89"/>
      <w:bookmarkEnd w:id="90"/>
    </w:p>
    <w:p w:rsidR="00CB4A4E" w:rsidRPr="00491617" w:rsidRDefault="00CB4A4E" w:rsidP="00C470E7">
      <w:pPr>
        <w:keepNext/>
        <w:keepLines/>
        <w:spacing w:after="0"/>
        <w:contextualSpacing/>
        <w:rPr>
          <w:bCs/>
          <w:szCs w:val="28"/>
          <w:highlight w:val="yellow"/>
          <w:lang w:eastAsia="ru-RU"/>
        </w:rPr>
      </w:pPr>
      <w:r w:rsidRPr="00491617">
        <w:rPr>
          <w:bCs/>
          <w:szCs w:val="28"/>
          <w:lang w:eastAsia="ru-RU"/>
        </w:rPr>
        <w:t xml:space="preserve">Из таблицы 1.9видно, что нормативные показатели потребления </w:t>
      </w:r>
      <w:r w:rsidRPr="00491617">
        <w:rPr>
          <w:szCs w:val="28"/>
        </w:rPr>
        <w:t>пос. Аршань-Зельменьвыше чем мощность источника водоснабжения</w:t>
      </w:r>
      <w:r w:rsidRPr="00491617">
        <w:rPr>
          <w:bCs/>
          <w:szCs w:val="28"/>
          <w:lang w:eastAsia="ru-RU"/>
        </w:rPr>
        <w:t xml:space="preserve">. Дефицит воды в летнее время составляет </w:t>
      </w:r>
      <w:r>
        <w:rPr>
          <w:bCs/>
          <w:szCs w:val="28"/>
          <w:lang w:eastAsia="ru-RU"/>
        </w:rPr>
        <w:t>171</w:t>
      </w:r>
      <w:r w:rsidRPr="00491617">
        <w:rPr>
          <w:bCs/>
          <w:szCs w:val="28"/>
          <w:lang w:eastAsia="ru-RU"/>
        </w:rPr>
        <w:t xml:space="preserve"> м</w:t>
      </w:r>
      <w:r w:rsidRPr="00491617">
        <w:rPr>
          <w:bCs/>
          <w:szCs w:val="28"/>
          <w:vertAlign w:val="superscript"/>
          <w:lang w:eastAsia="ru-RU"/>
        </w:rPr>
        <w:t>3</w:t>
      </w:r>
      <w:r w:rsidRPr="00491617">
        <w:rPr>
          <w:bCs/>
          <w:szCs w:val="28"/>
          <w:lang w:eastAsia="ru-RU"/>
        </w:rPr>
        <w:t xml:space="preserve">/сут, в зимнее время </w:t>
      </w:r>
      <w:r>
        <w:rPr>
          <w:bCs/>
          <w:szCs w:val="28"/>
          <w:lang w:eastAsia="ru-RU"/>
        </w:rPr>
        <w:t>- 141</w:t>
      </w:r>
      <w:r w:rsidRPr="00491617">
        <w:rPr>
          <w:bCs/>
          <w:szCs w:val="28"/>
          <w:lang w:eastAsia="ru-RU"/>
        </w:rPr>
        <w:t xml:space="preserve"> м</w:t>
      </w:r>
      <w:r w:rsidRPr="00491617">
        <w:rPr>
          <w:bCs/>
          <w:szCs w:val="28"/>
          <w:vertAlign w:val="superscript"/>
          <w:lang w:eastAsia="ru-RU"/>
        </w:rPr>
        <w:t>3</w:t>
      </w:r>
      <w:r w:rsidRPr="00491617">
        <w:rPr>
          <w:bCs/>
          <w:szCs w:val="28"/>
          <w:lang w:eastAsia="ru-RU"/>
        </w:rPr>
        <w:t xml:space="preserve">/сут. </w:t>
      </w:r>
      <w:r>
        <w:t>Согласно перспективному потреблению (таблица 1.11)</w:t>
      </w:r>
      <w:r>
        <w:rPr>
          <w:bCs/>
          <w:lang w:eastAsia="ru-RU"/>
        </w:rPr>
        <w:t xml:space="preserve"> производительность водозаборных сооружений должна составлять 215 м</w:t>
      </w:r>
      <w:r>
        <w:rPr>
          <w:bCs/>
          <w:vertAlign w:val="superscript"/>
          <w:lang w:eastAsia="ru-RU"/>
        </w:rPr>
        <w:t>3</w:t>
      </w:r>
      <w:r>
        <w:rPr>
          <w:bCs/>
          <w:lang w:eastAsia="ru-RU"/>
        </w:rPr>
        <w:t>/сут.</w:t>
      </w:r>
    </w:p>
    <w:p w:rsidR="00CB4A4E" w:rsidRPr="00966C62" w:rsidRDefault="00CB4A4E" w:rsidP="008F1B77">
      <w:pPr>
        <w:pStyle w:val="Heading2"/>
        <w:numPr>
          <w:ilvl w:val="0"/>
          <w:numId w:val="0"/>
        </w:numPr>
        <w:ind w:firstLine="709"/>
      </w:pPr>
      <w:bookmarkStart w:id="91" w:name="_Toc405450182"/>
      <w:r w:rsidRPr="00966C62">
        <w:t>1.4Предложения по строительству, реконструкции и модернизации объектов системы водоснабжения</w:t>
      </w:r>
      <w:bookmarkEnd w:id="91"/>
    </w:p>
    <w:p w:rsidR="00CB4A4E" w:rsidRPr="00185D37" w:rsidRDefault="00CB4A4E" w:rsidP="00966C62">
      <w:pPr>
        <w:pStyle w:val="ListParagraph"/>
        <w:spacing w:after="0"/>
        <w:ind w:left="0"/>
      </w:pPr>
      <w:r w:rsidRPr="00A35722">
        <w:rPr>
          <w:szCs w:val="28"/>
        </w:rPr>
        <w:t>Мероприятия по</w:t>
      </w:r>
      <w:r w:rsidRPr="00A35722">
        <w:t xml:space="preserve"> строительству, реконструкции и модернизации объектов системы водоснабжения не п</w:t>
      </w:r>
      <w:r>
        <w:t>ланируются</w:t>
      </w:r>
      <w:r w:rsidRPr="00A35722">
        <w:t>.</w:t>
      </w:r>
    </w:p>
    <w:p w:rsidR="00CB4A4E" w:rsidRPr="00966C62" w:rsidRDefault="00CB4A4E" w:rsidP="008F1B77">
      <w:pPr>
        <w:pStyle w:val="Heading2"/>
        <w:numPr>
          <w:ilvl w:val="0"/>
          <w:numId w:val="0"/>
        </w:numPr>
        <w:ind w:firstLine="709"/>
      </w:pPr>
      <w:bookmarkStart w:id="92" w:name="_Toc405450183"/>
      <w:r w:rsidRPr="00966C62">
        <w:t>1.5 Предложения по строительству, реконструкции и модернизации линейных объектов централизованных систем водоснабжения</w:t>
      </w:r>
      <w:bookmarkEnd w:id="92"/>
    </w:p>
    <w:p w:rsidR="00CB4A4E" w:rsidRPr="00966C62" w:rsidRDefault="00CB4A4E" w:rsidP="0012607B">
      <w:pPr>
        <w:rPr>
          <w:lang w:eastAsia="ru-RU"/>
        </w:rPr>
      </w:pPr>
      <w:r w:rsidRPr="00966C62">
        <w:rPr>
          <w:lang w:eastAsia="ru-RU"/>
        </w:rPr>
        <w:t>Реализация мероприятий, планируемых на первый период  2017-2020гг:</w:t>
      </w:r>
    </w:p>
    <w:p w:rsidR="00CB4A4E" w:rsidRPr="00966C62" w:rsidRDefault="00CB4A4E" w:rsidP="00966C62">
      <w:pPr>
        <w:rPr>
          <w:lang w:eastAsia="ru-RU"/>
        </w:rPr>
      </w:pPr>
      <w:r w:rsidRPr="00966C62">
        <w:rPr>
          <w:lang w:eastAsia="ru-RU"/>
        </w:rPr>
        <w:t xml:space="preserve">- перекладка водопроводных сетей в </w:t>
      </w:r>
      <w:r w:rsidRPr="00966C62">
        <w:rPr>
          <w:szCs w:val="28"/>
        </w:rPr>
        <w:t>пос. Аршань-Зельмень</w:t>
      </w:r>
      <w:r w:rsidRPr="00966C62">
        <w:rPr>
          <w:lang w:eastAsia="ru-RU"/>
        </w:rPr>
        <w:t xml:space="preserve">протяженностью </w:t>
      </w:r>
      <w:r>
        <w:rPr>
          <w:lang w:eastAsia="ru-RU"/>
        </w:rPr>
        <w:t>18</w:t>
      </w:r>
      <w:r w:rsidRPr="00966C62">
        <w:rPr>
          <w:lang w:eastAsia="ru-RU"/>
        </w:rPr>
        <w:t xml:space="preserve"> км.</w:t>
      </w:r>
    </w:p>
    <w:p w:rsidR="00CB4A4E" w:rsidRPr="00966C62" w:rsidRDefault="00CB4A4E" w:rsidP="004C0803">
      <w:pPr>
        <w:spacing w:before="240" w:after="120"/>
        <w:rPr>
          <w:szCs w:val="28"/>
        </w:rPr>
      </w:pPr>
      <w:r w:rsidRPr="00966C62">
        <w:rPr>
          <w:color w:val="000000"/>
          <w:spacing w:val="26"/>
          <w:szCs w:val="28"/>
        </w:rPr>
        <w:t>Таблица 1.12</w:t>
      </w:r>
      <w:r w:rsidRPr="00966C62">
        <w:rPr>
          <w:szCs w:val="28"/>
        </w:rPr>
        <w:t xml:space="preserve"> - </w:t>
      </w:r>
      <w:r w:rsidRPr="00966C62">
        <w:rPr>
          <w:color w:val="000000"/>
          <w:szCs w:val="28"/>
        </w:rPr>
        <w:t>Объемы реконструкции водопроводных сетей</w:t>
      </w:r>
    </w:p>
    <w:tbl>
      <w:tblPr>
        <w:tblW w:w="9868" w:type="dxa"/>
        <w:tblInd w:w="225" w:type="dxa"/>
        <w:tblLayout w:type="fixed"/>
        <w:tblLook w:val="0000"/>
      </w:tblPr>
      <w:tblGrid>
        <w:gridCol w:w="713"/>
        <w:gridCol w:w="5103"/>
        <w:gridCol w:w="1842"/>
        <w:gridCol w:w="2210"/>
      </w:tblGrid>
      <w:tr w:rsidR="00CB4A4E" w:rsidRPr="0001694E" w:rsidTr="008F13D0">
        <w:trPr>
          <w:tblHeader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№</w:t>
            </w:r>
          </w:p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Участки водопроводных сетей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Диаметр, мм</w:t>
            </w:r>
            <w:r w:rsidRPr="0001694E">
              <w:rPr>
                <w:sz w:val="24"/>
                <w:szCs w:val="24"/>
              </w:rPr>
              <w:br/>
              <w:t>(материал труб)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Протяженность,</w:t>
            </w:r>
          </w:p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м.</w:t>
            </w:r>
          </w:p>
        </w:tc>
      </w:tr>
      <w:tr w:rsidR="00CB4A4E" w:rsidRPr="0001694E" w:rsidTr="008F13D0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01694E" w:rsidRDefault="00CB4A4E" w:rsidP="000E625F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Уличная водопроводная сеть пос. Аршань-Зельмень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A4E" w:rsidRPr="0001694E" w:rsidRDefault="00CB4A4E" w:rsidP="008F13D0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100 (ПЭ)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A4E" w:rsidRPr="0001694E" w:rsidRDefault="00CB4A4E" w:rsidP="00316EA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18000</w:t>
            </w:r>
          </w:p>
        </w:tc>
      </w:tr>
    </w:tbl>
    <w:p w:rsidR="00CB4A4E" w:rsidRPr="00966C62" w:rsidRDefault="00CB4A4E" w:rsidP="0012607B">
      <w:pPr>
        <w:pStyle w:val="ListParagraph"/>
        <w:spacing w:after="0"/>
        <w:ind w:left="0"/>
      </w:pPr>
    </w:p>
    <w:p w:rsidR="00CB4A4E" w:rsidRPr="00966C62" w:rsidRDefault="00CB4A4E" w:rsidP="00C470E7">
      <w:pPr>
        <w:pStyle w:val="Heading2"/>
        <w:numPr>
          <w:ilvl w:val="0"/>
          <w:numId w:val="0"/>
        </w:numPr>
        <w:ind w:firstLine="709"/>
      </w:pPr>
      <w:bookmarkStart w:id="93" w:name="_Toc405450184"/>
      <w:r w:rsidRPr="00966C62">
        <w:t>1.6 Экологические аспекты мероприятий по строительству и    реконструкции объектов централизованной системы водоснабжения</w:t>
      </w:r>
      <w:bookmarkEnd w:id="93"/>
    </w:p>
    <w:p w:rsidR="00CB4A4E" w:rsidRPr="00966C62" w:rsidRDefault="00CB4A4E" w:rsidP="0012607B">
      <w:pPr>
        <w:spacing w:after="0"/>
        <w:rPr>
          <w:bCs/>
          <w:szCs w:val="28"/>
        </w:rPr>
      </w:pPr>
      <w:r w:rsidRPr="00966C62">
        <w:rPr>
          <w:bCs/>
          <w:szCs w:val="28"/>
        </w:rPr>
        <w:t>Для предотвращения вредного воздействия на окружающую среду мероприятияне планируется.</w:t>
      </w:r>
    </w:p>
    <w:p w:rsidR="00CB4A4E" w:rsidRPr="00966C62" w:rsidRDefault="00CB4A4E" w:rsidP="008F1B77">
      <w:pPr>
        <w:pStyle w:val="Heading2"/>
        <w:numPr>
          <w:ilvl w:val="0"/>
          <w:numId w:val="0"/>
        </w:numPr>
        <w:ind w:firstLine="709"/>
      </w:pPr>
      <w:bookmarkStart w:id="94" w:name="_Toc405450185"/>
      <w:r w:rsidRPr="00966C62">
        <w:rPr>
          <w:szCs w:val="28"/>
        </w:rPr>
        <w:t>1.7</w:t>
      </w:r>
      <w:r w:rsidRPr="00966C62">
        <w:t>Оценка капитальных вложений в новое строительство, реконструкцию и мод</w:t>
      </w:r>
      <w:r w:rsidRPr="00966C62">
        <w:rPr>
          <w:rStyle w:val="Heading2Char"/>
          <w:sz w:val="28"/>
        </w:rPr>
        <w:t>е</w:t>
      </w:r>
      <w:r w:rsidRPr="00966C62">
        <w:t>рнизацию объектов централизованных систем водоснабжения</w:t>
      </w:r>
      <w:bookmarkEnd w:id="94"/>
    </w:p>
    <w:p w:rsidR="00CB4A4E" w:rsidRPr="00966C62" w:rsidRDefault="00CB4A4E" w:rsidP="004C0803">
      <w:pPr>
        <w:spacing w:before="240" w:after="120"/>
      </w:pPr>
      <w:r w:rsidRPr="00966C62">
        <w:rPr>
          <w:spacing w:val="26"/>
        </w:rPr>
        <w:t>Таблица 1.13</w:t>
      </w:r>
      <w:r w:rsidRPr="00966C62">
        <w:t xml:space="preserve"> - Оценка капитальных вложений в новое строительство, </w:t>
      </w:r>
      <w:r w:rsidRPr="00966C62">
        <w:rPr>
          <w:lang w:eastAsia="ru-RU"/>
        </w:rPr>
        <w:t>реконструкцию объектов централизованных систем водоснабжения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2"/>
        <w:gridCol w:w="1245"/>
        <w:gridCol w:w="1864"/>
        <w:gridCol w:w="1824"/>
        <w:gridCol w:w="1536"/>
      </w:tblGrid>
      <w:tr w:rsidR="00CB4A4E" w:rsidRPr="0001694E" w:rsidTr="0001694E">
        <w:trPr>
          <w:trHeight w:val="420"/>
          <w:jc w:val="center"/>
        </w:trPr>
        <w:tc>
          <w:tcPr>
            <w:tcW w:w="2805" w:type="dxa"/>
            <w:vMerge w:val="restart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469" w:type="dxa"/>
            <w:gridSpan w:val="4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Реализация мероприятий по годам, тыс. руб.</w:t>
            </w:r>
          </w:p>
        </w:tc>
      </w:tr>
      <w:tr w:rsidR="00CB4A4E" w:rsidRPr="0001694E" w:rsidTr="0001694E">
        <w:trPr>
          <w:trHeight w:val="855"/>
          <w:jc w:val="center"/>
        </w:trPr>
        <w:tc>
          <w:tcPr>
            <w:tcW w:w="2805" w:type="dxa"/>
            <w:vMerge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186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Период 1</w:t>
            </w:r>
          </w:p>
        </w:tc>
        <w:tc>
          <w:tcPr>
            <w:tcW w:w="1824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Период 2</w:t>
            </w:r>
          </w:p>
        </w:tc>
        <w:tc>
          <w:tcPr>
            <w:tcW w:w="1536" w:type="dxa"/>
            <w:vAlign w:val="bottom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1694E">
              <w:rPr>
                <w:bCs/>
                <w:sz w:val="24"/>
                <w:szCs w:val="24"/>
              </w:rPr>
              <w:t>Период 3</w:t>
            </w:r>
          </w:p>
        </w:tc>
      </w:tr>
      <w:tr w:rsidR="00CB4A4E" w:rsidRPr="0001694E" w:rsidTr="0001694E">
        <w:trPr>
          <w:trHeight w:val="826"/>
          <w:jc w:val="center"/>
        </w:trPr>
        <w:tc>
          <w:tcPr>
            <w:tcW w:w="2805" w:type="dxa"/>
            <w:vMerge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2013г</w:t>
            </w:r>
          </w:p>
        </w:tc>
        <w:tc>
          <w:tcPr>
            <w:tcW w:w="186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2014-2016гг</w:t>
            </w:r>
          </w:p>
        </w:tc>
        <w:tc>
          <w:tcPr>
            <w:tcW w:w="182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2017-2021гг</w:t>
            </w:r>
          </w:p>
        </w:tc>
        <w:tc>
          <w:tcPr>
            <w:tcW w:w="1536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2021-2025гг</w:t>
            </w:r>
          </w:p>
        </w:tc>
      </w:tr>
      <w:tr w:rsidR="00CB4A4E" w:rsidRPr="0001694E" w:rsidTr="0001694E">
        <w:trPr>
          <w:jc w:val="center"/>
        </w:trPr>
        <w:tc>
          <w:tcPr>
            <w:tcW w:w="2805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01694E">
              <w:rPr>
                <w:sz w:val="24"/>
                <w:szCs w:val="24"/>
                <w:lang w:eastAsia="ru-RU"/>
              </w:rPr>
              <w:t xml:space="preserve">Перекладка водопроводных сетей в </w:t>
            </w:r>
            <w:r w:rsidRPr="0001694E">
              <w:rPr>
                <w:sz w:val="24"/>
                <w:szCs w:val="24"/>
              </w:rPr>
              <w:t>пос. Аршань-Зельмень</w:t>
            </w:r>
            <w:r w:rsidRPr="0001694E">
              <w:rPr>
                <w:sz w:val="24"/>
                <w:szCs w:val="24"/>
                <w:lang w:eastAsia="ru-RU"/>
              </w:rPr>
              <w:t>протяженностью</w:t>
            </w:r>
          </w:p>
        </w:tc>
        <w:tc>
          <w:tcPr>
            <w:tcW w:w="1245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4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18000</w:t>
            </w:r>
          </w:p>
        </w:tc>
        <w:tc>
          <w:tcPr>
            <w:tcW w:w="1536" w:type="dxa"/>
          </w:tcPr>
          <w:p w:rsidR="00CB4A4E" w:rsidRPr="0001694E" w:rsidRDefault="00CB4A4E" w:rsidP="0001694E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CB4A4E" w:rsidRPr="00966C62" w:rsidRDefault="00CB4A4E" w:rsidP="00740B23">
      <w:pPr>
        <w:spacing w:before="240" w:after="120"/>
        <w:ind w:firstLine="0"/>
      </w:pPr>
    </w:p>
    <w:p w:rsidR="00CB4A4E" w:rsidRPr="00F76502" w:rsidRDefault="00CB4A4E" w:rsidP="008F1B77">
      <w:pPr>
        <w:pStyle w:val="Heading2"/>
        <w:numPr>
          <w:ilvl w:val="0"/>
          <w:numId w:val="0"/>
        </w:numPr>
        <w:ind w:firstLine="709"/>
      </w:pPr>
      <w:bookmarkStart w:id="95" w:name="_Toc380061565"/>
      <w:bookmarkStart w:id="96" w:name="_Toc380068665"/>
      <w:bookmarkStart w:id="97" w:name="_Toc405450186"/>
      <w:r w:rsidRPr="00F76502">
        <w:t>1.8 Целевые показатели развития централизованных систем водоснабжения</w:t>
      </w:r>
      <w:bookmarkEnd w:id="95"/>
      <w:bookmarkEnd w:id="96"/>
      <w:bookmarkEnd w:id="97"/>
    </w:p>
    <w:p w:rsidR="00CB4A4E" w:rsidRPr="00EE4FD7" w:rsidRDefault="00CB4A4E" w:rsidP="00E76615">
      <w:pPr>
        <w:pStyle w:val="Heading3"/>
        <w:numPr>
          <w:ilvl w:val="0"/>
          <w:numId w:val="0"/>
        </w:numPr>
        <w:ind w:left="709"/>
      </w:pPr>
      <w:bookmarkStart w:id="98" w:name="_Toc405450187"/>
      <w:r w:rsidRPr="00EE4FD7">
        <w:t>1.8.1 Показатели качества воды</w:t>
      </w:r>
      <w:bookmarkEnd w:id="98"/>
    </w:p>
    <w:p w:rsidR="00CB4A4E" w:rsidRPr="003739F4" w:rsidRDefault="00CB4A4E" w:rsidP="00F76502">
      <w:pPr>
        <w:spacing w:after="0"/>
        <w:rPr>
          <w:szCs w:val="28"/>
        </w:rPr>
      </w:pPr>
      <w:r w:rsidRPr="003739F4">
        <w:rPr>
          <w:szCs w:val="28"/>
        </w:rPr>
        <w:t>Согласно санитарно-эпидемиологическому заключению № 8.08.01.000.М</w:t>
      </w:r>
      <w:r>
        <w:rPr>
          <w:szCs w:val="28"/>
        </w:rPr>
        <w:t>.</w:t>
      </w:r>
      <w:r w:rsidRPr="003739F4">
        <w:rPr>
          <w:szCs w:val="28"/>
        </w:rPr>
        <w:t>000</w:t>
      </w:r>
      <w:r>
        <w:rPr>
          <w:szCs w:val="28"/>
        </w:rPr>
        <w:t>435</w:t>
      </w:r>
      <w:r w:rsidRPr="003739F4">
        <w:rPr>
          <w:szCs w:val="28"/>
        </w:rPr>
        <w:t>.</w:t>
      </w:r>
      <w:r>
        <w:rPr>
          <w:szCs w:val="28"/>
        </w:rPr>
        <w:t>10.07</w:t>
      </w:r>
      <w:r w:rsidRPr="003739F4">
        <w:rPr>
          <w:szCs w:val="28"/>
        </w:rPr>
        <w:t xml:space="preserve"> от </w:t>
      </w:r>
      <w:r>
        <w:rPr>
          <w:szCs w:val="28"/>
        </w:rPr>
        <w:t>02.10</w:t>
      </w:r>
      <w:r w:rsidRPr="003739F4">
        <w:rPr>
          <w:szCs w:val="28"/>
        </w:rPr>
        <w:t>.20</w:t>
      </w:r>
      <w:r>
        <w:rPr>
          <w:szCs w:val="28"/>
        </w:rPr>
        <w:t>07</w:t>
      </w:r>
      <w:r w:rsidRPr="003739F4">
        <w:rPr>
          <w:szCs w:val="28"/>
        </w:rPr>
        <w:t xml:space="preserve"> г.:</w:t>
      </w:r>
    </w:p>
    <w:p w:rsidR="00CB4A4E" w:rsidRPr="00F374C2" w:rsidRDefault="00CB4A4E" w:rsidP="00F374C2">
      <w:pPr>
        <w:spacing w:after="0"/>
        <w:rPr>
          <w:szCs w:val="28"/>
        </w:rPr>
      </w:pPr>
      <w:r w:rsidRPr="003739F4">
        <w:rPr>
          <w:szCs w:val="28"/>
        </w:rPr>
        <w:t>- Соответствует  государственным санитарно-эпид</w:t>
      </w:r>
      <w:r>
        <w:rPr>
          <w:szCs w:val="28"/>
        </w:rPr>
        <w:t>емиологическим правилам и нормативам</w:t>
      </w:r>
      <w:r w:rsidRPr="00805434">
        <w:rPr>
          <w:szCs w:val="28"/>
        </w:rPr>
        <w:t>СанПиН 2.1.4.1074-01 «Питьевая вода. Гигиенические требования к качеству воды централизованных систем питьевого водоснабжения</w:t>
      </w:r>
      <w:r>
        <w:rPr>
          <w:szCs w:val="28"/>
        </w:rPr>
        <w:t>. Контроль качества</w:t>
      </w:r>
      <w:r w:rsidRPr="00805434">
        <w:rPr>
          <w:szCs w:val="28"/>
        </w:rPr>
        <w:t>»</w:t>
      </w:r>
      <w:r w:rsidRPr="00F374C2">
        <w:rPr>
          <w:szCs w:val="28"/>
        </w:rPr>
        <w:t>.-</w:t>
      </w:r>
    </w:p>
    <w:p w:rsidR="00CB4A4E" w:rsidRPr="00F374C2" w:rsidRDefault="00CB4A4E" w:rsidP="00267927">
      <w:pPr>
        <w:pStyle w:val="Heading3"/>
        <w:numPr>
          <w:ilvl w:val="0"/>
          <w:numId w:val="0"/>
        </w:numPr>
        <w:ind w:left="709"/>
      </w:pPr>
      <w:bookmarkStart w:id="99" w:name="_Toc405450188"/>
      <w:r w:rsidRPr="00F374C2">
        <w:t>1.8.2 Тарифы на воду</w:t>
      </w:r>
      <w:bookmarkEnd w:id="99"/>
    </w:p>
    <w:p w:rsidR="00CB4A4E" w:rsidRPr="00F374C2" w:rsidRDefault="00CB4A4E" w:rsidP="00225527">
      <w:pPr>
        <w:pStyle w:val="TOC3"/>
      </w:pPr>
      <w:r w:rsidRPr="00F374C2">
        <w:t xml:space="preserve">В связи с отсутствием водяных счетчиков абонентская плата населению составляет 300 руб.с домовладения.   </w:t>
      </w:r>
    </w:p>
    <w:p w:rsidR="00CB4A4E" w:rsidRPr="00316EA5" w:rsidRDefault="00CB4A4E" w:rsidP="00267927">
      <w:pPr>
        <w:pStyle w:val="Heading3"/>
        <w:numPr>
          <w:ilvl w:val="0"/>
          <w:numId w:val="0"/>
        </w:numPr>
        <w:ind w:firstLine="709"/>
      </w:pPr>
      <w:bookmarkStart w:id="100" w:name="_Toc405450189"/>
      <w:r w:rsidRPr="00316EA5">
        <w:t>1.8.3 Целевые показатели развития коммунальной инфраструктуры по водоснабжению</w:t>
      </w:r>
      <w:bookmarkEnd w:id="100"/>
    </w:p>
    <w:p w:rsidR="00CB4A4E" w:rsidRPr="00316EA5" w:rsidRDefault="00CB4A4E" w:rsidP="00DD1004">
      <w:pPr>
        <w:spacing w:before="240" w:after="120"/>
      </w:pPr>
      <w:r w:rsidRPr="00316EA5">
        <w:t>Целевые показатели развития коммунальной инфраструктуры по водоснабжению представлены в таблице 1.14.</w:t>
      </w:r>
    </w:p>
    <w:p w:rsidR="00CB4A4E" w:rsidRPr="00316EA5" w:rsidRDefault="00CB4A4E" w:rsidP="00DD1004">
      <w:pPr>
        <w:spacing w:before="240" w:after="120"/>
      </w:pPr>
      <w:r w:rsidRPr="00316EA5">
        <w:rPr>
          <w:spacing w:val="26"/>
          <w:szCs w:val="18"/>
        </w:rPr>
        <w:t>Таблица 1.14 -</w:t>
      </w:r>
      <w:r w:rsidRPr="00316EA5">
        <w:t>Целевые показатели развития коммунальной инфраструктуры по водоснабжению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78"/>
        <w:gridCol w:w="1603"/>
        <w:gridCol w:w="1743"/>
      </w:tblGrid>
      <w:tr w:rsidR="00CB4A4E" w:rsidRPr="0001694E" w:rsidTr="00FE564D">
        <w:trPr>
          <w:jc w:val="center"/>
        </w:trPr>
        <w:tc>
          <w:tcPr>
            <w:tcW w:w="4678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Характеристика показателя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Индикаторы мониторинга (исходящая информация) единицы измерения</w:t>
            </w:r>
          </w:p>
        </w:tc>
        <w:tc>
          <w:tcPr>
            <w:tcW w:w="174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Механизм расчета                индикатора</w:t>
            </w:r>
          </w:p>
        </w:tc>
      </w:tr>
      <w:tr w:rsidR="00CB4A4E" w:rsidRPr="0001694E" w:rsidTr="00FE564D">
        <w:trPr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01694E">
              <w:rPr>
                <w:sz w:val="24"/>
                <w:szCs w:val="24"/>
              </w:rPr>
              <w:t>Объем реализации товаров и услуг, тыс.м</w:t>
            </w:r>
            <w:r w:rsidRPr="0001694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8,74</w:t>
            </w:r>
          </w:p>
        </w:tc>
        <w:tc>
          <w:tcPr>
            <w:tcW w:w="174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left="284" w:firstLine="0"/>
              <w:jc w:val="left"/>
              <w:rPr>
                <w:sz w:val="24"/>
                <w:szCs w:val="24"/>
                <w:vertAlign w:val="superscript"/>
              </w:rPr>
            </w:pPr>
            <w:r w:rsidRPr="0001694E">
              <w:rPr>
                <w:sz w:val="24"/>
                <w:szCs w:val="24"/>
              </w:rPr>
              <w:t>- Объем потерь, тыс.м</w:t>
            </w:r>
            <w:r w:rsidRPr="0001694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0,02</w:t>
            </w:r>
          </w:p>
        </w:tc>
        <w:tc>
          <w:tcPr>
            <w:tcW w:w="1743" w:type="dxa"/>
            <w:vMerge w:val="restart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Уровень потерь – 0,2%</w:t>
            </w: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left="284" w:firstLine="0"/>
              <w:jc w:val="left"/>
              <w:rPr>
                <w:sz w:val="24"/>
                <w:szCs w:val="24"/>
                <w:vertAlign w:val="superscript"/>
              </w:rPr>
            </w:pPr>
            <w:r w:rsidRPr="0001694E">
              <w:rPr>
                <w:sz w:val="24"/>
                <w:szCs w:val="24"/>
              </w:rPr>
              <w:t>- Объем отпуска в сеть, тыс.м</w:t>
            </w:r>
            <w:r w:rsidRPr="0001694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8,76</w:t>
            </w:r>
          </w:p>
        </w:tc>
        <w:tc>
          <w:tcPr>
            <w:tcW w:w="1743" w:type="dxa"/>
            <w:vMerge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left="284" w:firstLine="0"/>
              <w:jc w:val="left"/>
              <w:rPr>
                <w:sz w:val="24"/>
                <w:szCs w:val="24"/>
                <w:vertAlign w:val="superscript"/>
              </w:rPr>
            </w:pPr>
            <w:r w:rsidRPr="0001694E">
              <w:rPr>
                <w:sz w:val="24"/>
                <w:szCs w:val="24"/>
              </w:rPr>
              <w:t>- Объем потерь, тыс.м</w:t>
            </w:r>
            <w:r w:rsidRPr="0001694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0,02</w:t>
            </w:r>
          </w:p>
        </w:tc>
        <w:tc>
          <w:tcPr>
            <w:tcW w:w="1743" w:type="dxa"/>
            <w:vMerge w:val="restart"/>
          </w:tcPr>
          <w:p w:rsidR="00CB4A4E" w:rsidRPr="0001694E" w:rsidRDefault="00CB4A4E" w:rsidP="00F374C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Коэффициент потерь – 1,11м</w:t>
            </w:r>
            <w:r w:rsidRPr="0001694E">
              <w:rPr>
                <w:sz w:val="24"/>
                <w:szCs w:val="24"/>
                <w:vertAlign w:val="superscript"/>
              </w:rPr>
              <w:t>3</w:t>
            </w:r>
            <w:r w:rsidRPr="0001694E">
              <w:rPr>
                <w:sz w:val="24"/>
                <w:szCs w:val="24"/>
              </w:rPr>
              <w:t>/км</w:t>
            </w: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left="284"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- Протяженность сетей, км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18</w:t>
            </w:r>
          </w:p>
        </w:tc>
        <w:tc>
          <w:tcPr>
            <w:tcW w:w="1743" w:type="dxa"/>
            <w:vMerge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01694E">
              <w:rPr>
                <w:sz w:val="24"/>
                <w:szCs w:val="24"/>
              </w:rPr>
              <w:t>Объем реализации товаров и услуг населению, тыс.м</w:t>
            </w:r>
            <w:r w:rsidRPr="0001694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8,296</w:t>
            </w:r>
          </w:p>
        </w:tc>
        <w:tc>
          <w:tcPr>
            <w:tcW w:w="1743" w:type="dxa"/>
            <w:vMerge w:val="restart"/>
          </w:tcPr>
          <w:p w:rsidR="00CB4A4E" w:rsidRPr="0001694E" w:rsidRDefault="00CB4A4E" w:rsidP="00F374C2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Удельное  водопотребление 0,0488 м</w:t>
            </w:r>
            <w:r w:rsidRPr="0001694E">
              <w:rPr>
                <w:sz w:val="24"/>
                <w:szCs w:val="24"/>
                <w:vertAlign w:val="superscript"/>
              </w:rPr>
              <w:t>3</w:t>
            </w:r>
            <w:r w:rsidRPr="0001694E">
              <w:rPr>
                <w:sz w:val="24"/>
                <w:szCs w:val="24"/>
              </w:rPr>
              <w:t>/чел. в сут.</w:t>
            </w: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Численность населения, получающего услуги организации, тыс. чел.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0,466</w:t>
            </w:r>
          </w:p>
        </w:tc>
        <w:tc>
          <w:tcPr>
            <w:tcW w:w="1743" w:type="dxa"/>
            <w:vMerge/>
          </w:tcPr>
          <w:p w:rsidR="00CB4A4E" w:rsidRPr="0001694E" w:rsidRDefault="00CB4A4E" w:rsidP="00FE564D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Количество часов предоставления услуг за отчетный период, часов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8760</w:t>
            </w:r>
          </w:p>
        </w:tc>
        <w:tc>
          <w:tcPr>
            <w:tcW w:w="1743" w:type="dxa"/>
            <w:vMerge w:val="restart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Продолжительность (бесперебойность) поставки товаров и услуг - 24час/день</w:t>
            </w: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Количество дней в отчетном периоде, дней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365</w:t>
            </w:r>
          </w:p>
        </w:tc>
        <w:tc>
          <w:tcPr>
            <w:tcW w:w="1743" w:type="dxa"/>
            <w:vMerge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B4A4E" w:rsidRPr="0001694E" w:rsidTr="00FE564D">
        <w:trPr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Надежность снабжения потребителей товарами (услугами)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 xml:space="preserve">Количество аварий на системах коммунальной инфраструктуры, ед. </w:t>
            </w:r>
          </w:p>
        </w:tc>
        <w:tc>
          <w:tcPr>
            <w:tcW w:w="1603" w:type="dxa"/>
          </w:tcPr>
          <w:p w:rsidR="00CB4A4E" w:rsidRPr="0001694E" w:rsidRDefault="00CB4A4E" w:rsidP="00316EA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3</w:t>
            </w:r>
          </w:p>
        </w:tc>
        <w:tc>
          <w:tcPr>
            <w:tcW w:w="1743" w:type="dxa"/>
            <w:vMerge w:val="restart"/>
          </w:tcPr>
          <w:p w:rsidR="00CB4A4E" w:rsidRPr="0001694E" w:rsidRDefault="00CB4A4E" w:rsidP="00316EA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Аварийность систем коммунальной инфраструктуры – 0,167ед./км</w:t>
            </w: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Протяженность сетей, км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18</w:t>
            </w:r>
          </w:p>
        </w:tc>
        <w:tc>
          <w:tcPr>
            <w:tcW w:w="1743" w:type="dxa"/>
            <w:vMerge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Протяженность сетей, нуждающихся в замене, км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18</w:t>
            </w:r>
          </w:p>
        </w:tc>
        <w:tc>
          <w:tcPr>
            <w:tcW w:w="1743" w:type="dxa"/>
            <w:vMerge w:val="restart"/>
          </w:tcPr>
          <w:p w:rsidR="00CB4A4E" w:rsidRPr="0001694E" w:rsidRDefault="00CB4A4E" w:rsidP="00316EA5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Удельный вес сетей, нуждающихся в замене – 100%</w:t>
            </w:r>
          </w:p>
        </w:tc>
      </w:tr>
      <w:tr w:rsidR="00CB4A4E" w:rsidRPr="0001694E" w:rsidTr="00FE564D">
        <w:trPr>
          <w:cantSplit/>
          <w:jc w:val="center"/>
        </w:trPr>
        <w:tc>
          <w:tcPr>
            <w:tcW w:w="4678" w:type="dxa"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Протяженность сетей, км</w:t>
            </w:r>
          </w:p>
        </w:tc>
        <w:tc>
          <w:tcPr>
            <w:tcW w:w="1603" w:type="dxa"/>
          </w:tcPr>
          <w:p w:rsidR="00CB4A4E" w:rsidRPr="0001694E" w:rsidRDefault="00CB4A4E" w:rsidP="00FE564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1694E">
              <w:rPr>
                <w:sz w:val="24"/>
                <w:szCs w:val="24"/>
              </w:rPr>
              <w:t>18</w:t>
            </w:r>
          </w:p>
        </w:tc>
        <w:tc>
          <w:tcPr>
            <w:tcW w:w="1743" w:type="dxa"/>
            <w:vMerge/>
          </w:tcPr>
          <w:p w:rsidR="00CB4A4E" w:rsidRPr="0001694E" w:rsidRDefault="00CB4A4E" w:rsidP="00360D3B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</w:tr>
    </w:tbl>
    <w:p w:rsidR="00CB4A4E" w:rsidRPr="001C06F5" w:rsidRDefault="00CB4A4E" w:rsidP="00D57D5C">
      <w:pPr>
        <w:spacing w:after="0"/>
        <w:ind w:firstLine="0"/>
        <w:rPr>
          <w:b/>
          <w:bCs/>
          <w:szCs w:val="26"/>
          <w:highlight w:val="yellow"/>
        </w:rPr>
      </w:pPr>
    </w:p>
    <w:p w:rsidR="00CB4A4E" w:rsidRPr="00EE4FD7" w:rsidRDefault="00CB4A4E" w:rsidP="008C120B">
      <w:pPr>
        <w:pStyle w:val="Heading2"/>
        <w:numPr>
          <w:ilvl w:val="0"/>
          <w:numId w:val="0"/>
        </w:numPr>
        <w:ind w:firstLine="709"/>
      </w:pPr>
      <w:bookmarkStart w:id="101" w:name="_Toc380061569"/>
      <w:bookmarkStart w:id="102" w:name="_Toc380412416"/>
      <w:bookmarkStart w:id="103" w:name="_Toc405450190"/>
      <w:r w:rsidRPr="00EE4FD7">
        <w:t>1.9 Перечень выявленных бесхозяйных объектов централизованных систем водоснабжения</w:t>
      </w:r>
      <w:bookmarkEnd w:id="101"/>
      <w:bookmarkEnd w:id="102"/>
      <w:bookmarkEnd w:id="103"/>
    </w:p>
    <w:p w:rsidR="00CB4A4E" w:rsidRPr="00EE4FD7" w:rsidRDefault="00CB4A4E" w:rsidP="008C120B">
      <w:pPr>
        <w:spacing w:after="0"/>
        <w:rPr>
          <w:bCs/>
          <w:szCs w:val="28"/>
        </w:rPr>
      </w:pPr>
      <w:r w:rsidRPr="00EE4FD7">
        <w:rPr>
          <w:bCs/>
          <w:szCs w:val="28"/>
        </w:rPr>
        <w:t xml:space="preserve">Бесхозяйные объекты централизованных систем водоснабжения в </w:t>
      </w:r>
      <w:r>
        <w:rPr>
          <w:color w:val="000000"/>
        </w:rPr>
        <w:t>Аршаньзельменском</w:t>
      </w:r>
      <w:bookmarkStart w:id="104" w:name="_GoBack"/>
      <w:bookmarkEnd w:id="104"/>
      <w:r w:rsidRPr="00EE4FD7">
        <w:rPr>
          <w:bCs/>
          <w:szCs w:val="28"/>
        </w:rPr>
        <w:t>СМО РК отсутствуют.</w:t>
      </w:r>
    </w:p>
    <w:p w:rsidR="00CB4A4E" w:rsidRPr="00EE4FD7" w:rsidRDefault="00CB4A4E" w:rsidP="00952074">
      <w:pPr>
        <w:spacing w:after="200" w:line="276" w:lineRule="auto"/>
        <w:ind w:firstLine="0"/>
        <w:jc w:val="left"/>
        <w:rPr>
          <w:bCs/>
          <w:szCs w:val="28"/>
        </w:rPr>
      </w:pPr>
      <w:r w:rsidRPr="00EE4FD7">
        <w:rPr>
          <w:bCs/>
          <w:szCs w:val="28"/>
        </w:rPr>
        <w:br w:type="page"/>
      </w:r>
    </w:p>
    <w:p w:rsidR="00CB4A4E" w:rsidRPr="00EE4FD7" w:rsidRDefault="00CB4A4E" w:rsidP="00AA1256">
      <w:pPr>
        <w:pStyle w:val="Heading1"/>
      </w:pPr>
      <w:bookmarkStart w:id="105" w:name="_Toc405450191"/>
      <w:r w:rsidRPr="00EE4FD7">
        <w:t>2СХЕМА ВОДООТВЕДЕНИЯ</w:t>
      </w:r>
      <w:bookmarkEnd w:id="105"/>
    </w:p>
    <w:p w:rsidR="00CB4A4E" w:rsidRPr="00EE4FD7" w:rsidRDefault="00CB4A4E" w:rsidP="00AA1256">
      <w:pPr>
        <w:pStyle w:val="Heading2"/>
        <w:numPr>
          <w:ilvl w:val="0"/>
          <w:numId w:val="0"/>
        </w:numPr>
        <w:ind w:firstLine="709"/>
      </w:pPr>
      <w:bookmarkStart w:id="106" w:name="_Toc405450192"/>
      <w:r w:rsidRPr="00EE4FD7">
        <w:t>2.1Существующее положение в сфере водоотведения муниципального образования</w:t>
      </w:r>
      <w:bookmarkEnd w:id="106"/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07" w:name="_Toc405450193"/>
      <w:r w:rsidRPr="00EE4FD7">
        <w:t>2.1.1 Описание структуры системы сбора, очистки и отведения сточных вод муниципального образования</w:t>
      </w:r>
      <w:bookmarkEnd w:id="107"/>
      <w:r w:rsidRPr="00EE4FD7">
        <w:tab/>
      </w:r>
      <w:r w:rsidRPr="00EE4FD7">
        <w:tab/>
      </w:r>
    </w:p>
    <w:p w:rsidR="00CB4A4E" w:rsidRPr="00EE4FD7" w:rsidRDefault="00CB4A4E" w:rsidP="00286AA9">
      <w:r w:rsidRPr="00EE4FD7">
        <w:rPr>
          <w:lang w:eastAsia="ru-RU"/>
        </w:rPr>
        <w:t>В настоящее время в СМО</w:t>
      </w:r>
      <w:r w:rsidRPr="00EE4FD7">
        <w:t xml:space="preserve">централизованные </w:t>
      </w:r>
      <w:r w:rsidRPr="00EE4FD7">
        <w:rPr>
          <w:lang w:eastAsia="ru-RU"/>
        </w:rPr>
        <w:t xml:space="preserve">сети канализации отсутствуют. Сточные воды с поверхности рельефа местности при малых </w:t>
      </w:r>
      <w:r w:rsidRPr="00EE4FD7">
        <w:rPr>
          <w:lang w:eastAsia="ru-RU"/>
        </w:rPr>
        <w:tab/>
        <w:t>и средних осадках впитываются в грунт, при больших осадках сточные воды стекают согласно рельефа местности в  низины и растекаются по полям, впитываясь в грунт.</w:t>
      </w:r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 xml:space="preserve">Прочие общественные здания, жилая застройка и здания коммунального назначения оборудованы надворными уборными или накопительными ёмкостями с последующим вывозом сточных вод в места, указанные органами санитарно-эпидемиологического надзора. 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08" w:name="_Toc405450194"/>
      <w:r w:rsidRPr="00EE4FD7">
        <w:t>2.1.2 Описание существующих канализационных очистных сооружений, включая оценку соответствия применяемой технологической схемы требованиям нормативов качества</w:t>
      </w:r>
      <w:r w:rsidRPr="00EE4FD7">
        <w:tab/>
        <w:t>сточных вод, и определение существующего дефицита (резерва) мощностей</w:t>
      </w:r>
      <w:bookmarkEnd w:id="108"/>
    </w:p>
    <w:p w:rsidR="00CB4A4E" w:rsidRPr="00EE4FD7" w:rsidRDefault="00CB4A4E" w:rsidP="00286AA9">
      <w:r w:rsidRPr="00EE4FD7">
        <w:t xml:space="preserve">Канализационные очистные сооружения в СМО отсутствуют. 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09" w:name="_Toc405450195"/>
      <w:r w:rsidRPr="00EE4FD7">
        <w:t>2.1.3 Описание технологических зон водоотведения (отдельно для каждого очистного сооружения)</w:t>
      </w:r>
      <w:bookmarkEnd w:id="109"/>
    </w:p>
    <w:p w:rsidR="00CB4A4E" w:rsidRPr="00EE4FD7" w:rsidRDefault="00CB4A4E" w:rsidP="00286AA9">
      <w:r w:rsidRPr="00EE4FD7">
        <w:t>Централизованная система водоотведения в СМОотсутствует.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0" w:name="_Toc405450196"/>
      <w:r w:rsidRPr="00EE4FD7">
        <w:t>2.1.4 Описание состояния и функционирования системы утилизации осадка сточных вод</w:t>
      </w:r>
      <w:bookmarkEnd w:id="110"/>
    </w:p>
    <w:p w:rsidR="00CB4A4E" w:rsidRPr="00EE4FD7" w:rsidRDefault="00CB4A4E" w:rsidP="00286AA9">
      <w:r w:rsidRPr="00EE4FD7">
        <w:t xml:space="preserve">Утилизация осадка сточных вод производится путем вывоза ассенизаторскими машинами на очистные сооружения. 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1" w:name="_Toc405450197"/>
      <w:r w:rsidRPr="00EE4FD7">
        <w:t>2.1.5 Описание состояния и функционирования канализационных коллекторов и сетей</w:t>
      </w:r>
      <w:bookmarkEnd w:id="111"/>
    </w:p>
    <w:p w:rsidR="00CB4A4E" w:rsidRPr="00EE4FD7" w:rsidRDefault="00CB4A4E" w:rsidP="00286AA9">
      <w:r w:rsidRPr="00EE4FD7">
        <w:t>Централизованная система водоотведения вСМО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2" w:name="_Toc405450198"/>
      <w:r w:rsidRPr="00EE4FD7">
        <w:t>2.1.6 Оценка безопасности и надежности централизованных систем водоотведения и их управляемости.</w:t>
      </w:r>
      <w:bookmarkEnd w:id="112"/>
    </w:p>
    <w:p w:rsidR="00CB4A4E" w:rsidRPr="00EE4FD7" w:rsidRDefault="00CB4A4E" w:rsidP="00286AA9">
      <w:r w:rsidRPr="00EE4FD7">
        <w:t>Централизованная система водоотведения в 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3" w:name="_Toc405450199"/>
      <w:r w:rsidRPr="00EE4FD7">
        <w:t>2.1.7 Оценка воздействия централизованных систем водоотведения на окружающую среду</w:t>
      </w:r>
      <w:bookmarkEnd w:id="113"/>
    </w:p>
    <w:p w:rsidR="00CB4A4E" w:rsidRPr="00EE4FD7" w:rsidRDefault="00CB4A4E" w:rsidP="00286AA9">
      <w:pPr>
        <w:rPr>
          <w:lang w:eastAsia="ru-RU"/>
        </w:rPr>
      </w:pPr>
      <w:r w:rsidRPr="00EE4FD7">
        <w:t>Централизованная система водоотведения вСМО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4" w:name="_Toc405450200"/>
      <w:r w:rsidRPr="00EE4FD7">
        <w:t>2.1.8 Анализ территорий муниципального образования, неохваченных централизованной системой водоотведения</w:t>
      </w:r>
      <w:bookmarkEnd w:id="114"/>
    </w:p>
    <w:p w:rsidR="00CB4A4E" w:rsidRPr="00EE4FD7" w:rsidRDefault="00CB4A4E" w:rsidP="00286AA9">
      <w:pPr>
        <w:rPr>
          <w:lang w:eastAsia="ru-RU"/>
        </w:rPr>
      </w:pPr>
      <w:r w:rsidRPr="00EE4FD7">
        <w:t>Централизованная система водоотведения в 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5" w:name="_Toc405450201"/>
      <w:r w:rsidRPr="00EE4FD7">
        <w:t>2.1.9 Описание существующих технических и технологических проблем в водоотведении муниципального образования</w:t>
      </w:r>
      <w:bookmarkEnd w:id="115"/>
    </w:p>
    <w:p w:rsidR="00CB4A4E" w:rsidRPr="00EE4FD7" w:rsidRDefault="00CB4A4E" w:rsidP="00286AA9">
      <w:pPr>
        <w:rPr>
          <w:b/>
          <w:lang w:eastAsia="ru-RU"/>
        </w:rPr>
      </w:pPr>
      <w:r w:rsidRPr="00EE4FD7">
        <w:rPr>
          <w:lang w:eastAsia="ru-RU"/>
        </w:rPr>
        <w:t>Накопительные канализационные ямы требуют постоянного надзора и текущего ремонта.</w:t>
      </w:r>
    </w:p>
    <w:p w:rsidR="00CB4A4E" w:rsidRPr="00EE4FD7" w:rsidRDefault="00CB4A4E" w:rsidP="00AA1256">
      <w:pPr>
        <w:pStyle w:val="Heading2"/>
        <w:numPr>
          <w:ilvl w:val="0"/>
          <w:numId w:val="0"/>
        </w:numPr>
        <w:ind w:firstLine="709"/>
      </w:pPr>
      <w:bookmarkStart w:id="116" w:name="_Toc405450202"/>
      <w:r w:rsidRPr="00EE4FD7">
        <w:t>2.2 Существующие балансы производительности сооружений системы водоотведения</w:t>
      </w:r>
      <w:bookmarkEnd w:id="116"/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7" w:name="_Toc405450203"/>
      <w:r w:rsidRPr="00EE4FD7">
        <w:t>2.2.1Баланс поступления сточных вод в центральную системуводоотведения</w:t>
      </w:r>
      <w:bookmarkEnd w:id="117"/>
      <w:r w:rsidRPr="00EE4FD7">
        <w:tab/>
      </w:r>
    </w:p>
    <w:p w:rsidR="00CB4A4E" w:rsidRPr="00EE4FD7" w:rsidRDefault="00CB4A4E" w:rsidP="00286AA9">
      <w:pPr>
        <w:rPr>
          <w:lang w:eastAsia="ru-RU"/>
        </w:rPr>
      </w:pPr>
      <w:r w:rsidRPr="00EE4FD7">
        <w:t>Централизованная система водоотведения вСМО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8" w:name="_Toc405450204"/>
      <w:r w:rsidRPr="00EE4FD7">
        <w:t>2.2.2 Оценка фактического притока неорганизованного стока (сточных вод, поступающих по поверхности рельефа местности)</w:t>
      </w:r>
      <w:bookmarkEnd w:id="118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>Сточные воды с поверхности рельефа местности при малых</w:t>
      </w:r>
      <w:r w:rsidRPr="00EE4FD7">
        <w:rPr>
          <w:lang w:eastAsia="ru-RU"/>
        </w:rPr>
        <w:tab/>
        <w:t>и средних осадках впитываются в грунт, при больших</w:t>
      </w:r>
      <w:r w:rsidRPr="00EE4FD7">
        <w:rPr>
          <w:lang w:eastAsia="ru-RU"/>
        </w:rPr>
        <w:tab/>
        <w:t>осадках сточные воды стекают согласно рельефа местности в  низины и растекаются по полям, впитываясь в грунт.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19" w:name="_Toc405450205"/>
      <w:r w:rsidRPr="00EE4FD7">
        <w:t>2.2.3 Описание системы коммерческого учета принимаемых сточных вод и анализ планов по установке приборов учета</w:t>
      </w:r>
      <w:bookmarkEnd w:id="119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>Коммерческий учет принимаемых сточных вод ведется по фактическому объему вывозимых ассенизаторскими  машинами сточных вод. Коммерческие приборы учета объемов сточных отсутствуют.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0" w:name="_Toc405450206"/>
      <w:r w:rsidRPr="00EE4FD7">
        <w:t xml:space="preserve">2.2.4 Результаты анализа ретроспективных балансов поступления сточных вод в централизованную систему водоотведения по </w:t>
      </w:r>
      <w:r w:rsidRPr="00EE4FD7">
        <w:tab/>
        <w:t>бассейнам канализования очистных сооружений</w:t>
      </w:r>
      <w:bookmarkEnd w:id="120"/>
    </w:p>
    <w:p w:rsidR="00CB4A4E" w:rsidRPr="00EE4FD7" w:rsidRDefault="00CB4A4E" w:rsidP="00286AA9">
      <w:pPr>
        <w:rPr>
          <w:lang w:eastAsia="ru-RU"/>
        </w:rPr>
      </w:pPr>
      <w:r w:rsidRPr="00EE4FD7">
        <w:t>Централизованная система водоотведения в 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1" w:name="_Toc405450207"/>
      <w:r w:rsidRPr="00EE4FD7">
        <w:t xml:space="preserve">2.2.5 Результаты анализа гидравлических режимов и работы элементов централизованной системы водоотведения для </w:t>
      </w:r>
      <w:r w:rsidRPr="00EE4FD7">
        <w:tab/>
        <w:t>каждого сооружения, обеспечивающих транспортировку сточных вод</w:t>
      </w:r>
      <w:bookmarkEnd w:id="121"/>
    </w:p>
    <w:p w:rsidR="00CB4A4E" w:rsidRPr="00EE4FD7" w:rsidRDefault="00CB4A4E" w:rsidP="00286AA9">
      <w:pPr>
        <w:rPr>
          <w:lang w:eastAsia="ru-RU"/>
        </w:rPr>
      </w:pPr>
      <w:r w:rsidRPr="00EE4FD7">
        <w:t>Централизованная система водоотведения в 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2" w:name="_Toc405450208"/>
      <w:r w:rsidRPr="00EE4FD7">
        <w:t>2.2.6 Анализ резервов производственных мощностей и возможности расширения зоны действия очистных сооружений</w:t>
      </w:r>
      <w:bookmarkEnd w:id="122"/>
    </w:p>
    <w:p w:rsidR="00CB4A4E" w:rsidRPr="00EE4FD7" w:rsidRDefault="00CB4A4E" w:rsidP="00A145F5">
      <w:r w:rsidRPr="00EE4FD7">
        <w:t>Централизованная система водоотведения вСМО отсутствует.</w:t>
      </w:r>
    </w:p>
    <w:p w:rsidR="00CB4A4E" w:rsidRPr="00EE4FD7" w:rsidRDefault="00CB4A4E" w:rsidP="00AA1256">
      <w:pPr>
        <w:pStyle w:val="Heading2"/>
        <w:numPr>
          <w:ilvl w:val="0"/>
          <w:numId w:val="0"/>
        </w:numPr>
        <w:ind w:left="709"/>
      </w:pPr>
      <w:bookmarkStart w:id="123" w:name="_Toc405450209"/>
      <w:r w:rsidRPr="00EE4FD7">
        <w:t>2.3 Перспективные расчетные расходы сточных вод</w:t>
      </w:r>
      <w:bookmarkEnd w:id="123"/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4" w:name="_Toc405450210"/>
      <w:r w:rsidRPr="00EE4FD7">
        <w:t>2.3.1</w:t>
      </w:r>
      <w:r w:rsidRPr="00EE4FD7">
        <w:rPr>
          <w:rStyle w:val="Heading3Char"/>
          <w:sz w:val="28"/>
          <w:lang w:val="ru-RU"/>
        </w:rPr>
        <w:t>С</w:t>
      </w:r>
      <w:r w:rsidRPr="00EE4FD7">
        <w:t>ведения о фактическом и ожидаемом поступлении в централизованную систему водоотведения сточных вод</w:t>
      </w:r>
      <w:bookmarkEnd w:id="124"/>
    </w:p>
    <w:p w:rsidR="00CB4A4E" w:rsidRPr="00EE4FD7" w:rsidRDefault="00CB4A4E" w:rsidP="001B5D5A">
      <w:pPr>
        <w:tabs>
          <w:tab w:val="left" w:pos="0"/>
        </w:tabs>
        <w:spacing w:after="0"/>
        <w:rPr>
          <w:bCs/>
          <w:szCs w:val="28"/>
          <w:lang w:eastAsia="ru-RU"/>
        </w:rPr>
      </w:pPr>
      <w:r w:rsidRPr="00EE4FD7">
        <w:rPr>
          <w:bCs/>
          <w:szCs w:val="28"/>
        </w:rPr>
        <w:t>Централизованная система водоотведения вСМО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5" w:name="_Toc405450211"/>
      <w:r w:rsidRPr="00EE4FD7">
        <w:t>2.3.2 Структура водоотведения, которая определяется по отчетам организаций, осуществляющих водоотведение</w:t>
      </w:r>
      <w:bookmarkEnd w:id="125"/>
    </w:p>
    <w:p w:rsidR="00CB4A4E" w:rsidRPr="00EE4FD7" w:rsidRDefault="00CB4A4E" w:rsidP="00FE6C06">
      <w:pPr>
        <w:tabs>
          <w:tab w:val="left" w:pos="510"/>
        </w:tabs>
        <w:spacing w:after="0"/>
        <w:rPr>
          <w:bCs/>
          <w:szCs w:val="28"/>
          <w:lang w:eastAsia="ru-RU"/>
        </w:rPr>
      </w:pPr>
      <w:r w:rsidRPr="00EE4FD7">
        <w:rPr>
          <w:bCs/>
          <w:szCs w:val="28"/>
        </w:rPr>
        <w:t>Централизованная система водоотведения вСМО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6" w:name="_Toc405450212"/>
      <w:r w:rsidRPr="00EE4FD7">
        <w:t>2.3.3 Расчет требуемой мощности очистных сооружений исходя из данных о перспективном расходе сточных вод</w:t>
      </w:r>
      <w:bookmarkEnd w:id="126"/>
    </w:p>
    <w:p w:rsidR="00CB4A4E" w:rsidRPr="00EE4FD7" w:rsidRDefault="00CB4A4E" w:rsidP="00A145F5">
      <w:pPr>
        <w:tabs>
          <w:tab w:val="left" w:pos="510"/>
        </w:tabs>
        <w:spacing w:after="0"/>
        <w:rPr>
          <w:bCs/>
          <w:szCs w:val="28"/>
          <w:lang w:eastAsia="ru-RU"/>
        </w:rPr>
      </w:pPr>
      <w:r w:rsidRPr="00EE4FD7">
        <w:rPr>
          <w:bCs/>
          <w:szCs w:val="28"/>
        </w:rPr>
        <w:t>Централизованная система водоотведения вСМО отсутствует.</w:t>
      </w:r>
      <w:r w:rsidRPr="00EE4FD7">
        <w:rPr>
          <w:bCs/>
          <w:szCs w:val="28"/>
          <w:lang w:eastAsia="ru-RU"/>
        </w:rPr>
        <w:tab/>
      </w:r>
    </w:p>
    <w:p w:rsidR="00CB4A4E" w:rsidRPr="00EE4FD7" w:rsidRDefault="00CB4A4E" w:rsidP="00AA1256">
      <w:pPr>
        <w:pStyle w:val="Heading2"/>
        <w:numPr>
          <w:ilvl w:val="0"/>
          <w:numId w:val="0"/>
        </w:numPr>
        <w:ind w:firstLine="709"/>
      </w:pPr>
      <w:bookmarkStart w:id="127" w:name="_Toc405450213"/>
      <w:r w:rsidRPr="00EE4FD7">
        <w:t>2.4 Предложения по строительству, реконструкции и      модернизации (техническому перевооружению) объектов       централизованных систем водоотведения</w:t>
      </w:r>
      <w:bookmarkEnd w:id="127"/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8" w:name="_Toc405450214"/>
      <w:r w:rsidRPr="00EE4FD7">
        <w:t>2.4.1 Сведения об объектах, планируемых к новому строительству для обеспечения транспортировки и очистки перспективного увеличения объемов сточных вод</w:t>
      </w:r>
      <w:bookmarkEnd w:id="128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>Строительство очистных сооружений не планируется.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29" w:name="_Toc405450215"/>
      <w:r w:rsidRPr="00EE4FD7">
        <w:t>2.4.2Сведения о действующих объектах, планируемых к реконструкции для обеспечения транспортировки и очистки перспективного увеличения объемов сточных вод</w:t>
      </w:r>
      <w:bookmarkEnd w:id="129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 xml:space="preserve">Действующие очистные сооружения на территории </w:t>
      </w:r>
      <w:r w:rsidRPr="00EE4FD7">
        <w:rPr>
          <w:bCs/>
          <w:szCs w:val="28"/>
        </w:rPr>
        <w:t>СМО</w:t>
      </w:r>
      <w:r w:rsidRPr="00EE4FD7">
        <w:rPr>
          <w:lang w:eastAsia="ru-RU"/>
        </w:rPr>
        <w:t xml:space="preserve"> отсутствуют.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0" w:name="_Toc405450216"/>
      <w:r w:rsidRPr="00EE4FD7">
        <w:t>2.4.3 Сведения о действующих объектах, планируемых к выводу из эксплуатации</w:t>
      </w:r>
      <w:bookmarkEnd w:id="130"/>
    </w:p>
    <w:p w:rsidR="00CB4A4E" w:rsidRPr="00EE4FD7" w:rsidRDefault="00CB4A4E" w:rsidP="00A145F5">
      <w:pPr>
        <w:rPr>
          <w:lang w:eastAsia="ru-RU"/>
        </w:rPr>
      </w:pPr>
      <w:r w:rsidRPr="00EE4FD7">
        <w:rPr>
          <w:lang w:eastAsia="ru-RU"/>
        </w:rPr>
        <w:t xml:space="preserve">Действующие очистные сооружения на территории </w:t>
      </w:r>
      <w:r w:rsidRPr="00EE4FD7">
        <w:rPr>
          <w:bCs/>
          <w:szCs w:val="28"/>
        </w:rPr>
        <w:t>СМО</w:t>
      </w:r>
      <w:r w:rsidRPr="00EE4FD7">
        <w:rPr>
          <w:lang w:eastAsia="ru-RU"/>
        </w:rPr>
        <w:t xml:space="preserve"> отсутствуют.</w:t>
      </w:r>
    </w:p>
    <w:p w:rsidR="00CB4A4E" w:rsidRPr="00EE4FD7" w:rsidRDefault="00CB4A4E" w:rsidP="00AA1256">
      <w:pPr>
        <w:pStyle w:val="Heading2"/>
        <w:numPr>
          <w:ilvl w:val="0"/>
          <w:numId w:val="0"/>
        </w:numPr>
        <w:ind w:firstLine="709"/>
      </w:pPr>
      <w:bookmarkStart w:id="131" w:name="_Toc405450217"/>
      <w:r w:rsidRPr="00EE4FD7">
        <w:t>2.5 Предложения по строительству и реконструкции линейных объектов централизованных систем водоотведения</w:t>
      </w:r>
      <w:bookmarkEnd w:id="131"/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2" w:name="_Toc405450218"/>
      <w:r w:rsidRPr="00EE4FD7">
        <w:t>2.5.1Сведения о реконструкции и планируемых к новому строительству кан</w:t>
      </w:r>
      <w:r w:rsidRPr="00EE4FD7">
        <w:rPr>
          <w:rStyle w:val="Heading3Char"/>
          <w:sz w:val="28"/>
          <w:lang w:val="ru-RU"/>
        </w:rPr>
        <w:t>а</w:t>
      </w:r>
      <w:r w:rsidRPr="00EE4FD7">
        <w:t>лизационных сетях, канализационных коллекторах и объектах на них, обеспечивающих сбор и транспортировку перспективного увеличения объемов сточных вод в существующих районах муниципального образования</w:t>
      </w:r>
      <w:bookmarkEnd w:id="132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>Строительство канализационных сетей, канализационных</w:t>
      </w:r>
      <w:r w:rsidRPr="00EE4FD7">
        <w:rPr>
          <w:lang w:eastAsia="ru-RU"/>
        </w:rPr>
        <w:tab/>
        <w:t>коллекторов не планируется.</w:t>
      </w:r>
      <w:r w:rsidRPr="00EE4FD7">
        <w:rPr>
          <w:lang w:eastAsia="ru-RU"/>
        </w:rPr>
        <w:tab/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3" w:name="_Toc405450219"/>
      <w:r w:rsidRPr="00EE4FD7">
        <w:t>2.5.2 Сведения о реконструкции и планируемых к новому строительству канализационных сетях,  канализационных коллекторах и объектах на них, обеспечивающих сбор и транспортировку перспективного увеличения объемов сточных вод во вновь осваиваемых районах муниципального образования под жилищную застройку</w:t>
      </w:r>
      <w:bookmarkEnd w:id="133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>Реконструкция и строительство канализационных сетей, канализационных коллекторов во вновь осваиваемых районах не  планируется.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4" w:name="_Toc405450220"/>
      <w:r w:rsidRPr="00EE4FD7">
        <w:t>2.5.3 Сведения о реконструкции и планируемых к новому строительству канализационных сетях,  канализационных коллекторах и объектах на них для обеспечения переключения</w:t>
      </w:r>
      <w:r w:rsidRPr="00EE4FD7">
        <w:tab/>
        <w:t>прямых выпусков на очистные сооружения</w:t>
      </w:r>
      <w:bookmarkEnd w:id="134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>Реконструкция и строительство канализационных сетей, канализационных коллекторов во вновь осваиваемых районах не  планируется.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5" w:name="_Toc405450221"/>
      <w:r w:rsidRPr="00EE4FD7">
        <w:t>2.5.4 Сведения о реконструкции и планируемых к новому строительству канализационных сетях, тоннельных коллекторах и объектах на них для обеспечения нормативной надежности водоотведения</w:t>
      </w:r>
      <w:bookmarkEnd w:id="135"/>
    </w:p>
    <w:p w:rsidR="00CB4A4E" w:rsidRPr="00EE4FD7" w:rsidRDefault="00CB4A4E" w:rsidP="00286AA9">
      <w:pPr>
        <w:rPr>
          <w:lang w:eastAsia="ru-RU"/>
        </w:rPr>
      </w:pPr>
      <w:r w:rsidRPr="00EE4FD7">
        <w:rPr>
          <w:lang w:eastAsia="ru-RU"/>
        </w:rPr>
        <w:t>Реконструкция и строительство канализационных сетей, тоннельных коллекторов не  планируется.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6" w:name="_Toc405450222"/>
      <w:r w:rsidRPr="00EE4FD7">
        <w:t>2.5.5 Сведения о реконструируемых участках канализационной сети, подлежащих замене в связи с исчерпанием эксплуатационного ресурса</w:t>
      </w:r>
      <w:bookmarkEnd w:id="136"/>
    </w:p>
    <w:p w:rsidR="00CB4A4E" w:rsidRPr="00EE4FD7" w:rsidRDefault="00CB4A4E" w:rsidP="000B188B">
      <w:pPr>
        <w:rPr>
          <w:lang w:eastAsia="ru-RU"/>
        </w:rPr>
      </w:pPr>
      <w:r w:rsidRPr="00EE4FD7">
        <w:t xml:space="preserve">Централизованная система водоотведения в </w:t>
      </w:r>
      <w:r w:rsidRPr="00EE4FD7">
        <w:rPr>
          <w:bCs/>
          <w:szCs w:val="28"/>
        </w:rPr>
        <w:t>СМО</w:t>
      </w:r>
      <w:r w:rsidRPr="00EE4FD7">
        <w:t xml:space="preserve">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7" w:name="_Toc405450223"/>
      <w:r w:rsidRPr="00EE4FD7">
        <w:t>2.5.6 Сведения о новом строительстве и реконструкции насосных станций</w:t>
      </w:r>
      <w:bookmarkEnd w:id="137"/>
    </w:p>
    <w:p w:rsidR="00CB4A4E" w:rsidRPr="00EE4FD7" w:rsidRDefault="00CB4A4E" w:rsidP="000B188B">
      <w:pPr>
        <w:rPr>
          <w:lang w:eastAsia="ru-RU"/>
        </w:rPr>
      </w:pPr>
      <w:r w:rsidRPr="00EE4FD7">
        <w:t xml:space="preserve">Централизованная система водоотведения, в т.ч. насосные станции, в </w:t>
      </w:r>
      <w:r w:rsidRPr="00EE4FD7">
        <w:rPr>
          <w:bCs/>
          <w:szCs w:val="28"/>
        </w:rPr>
        <w:t>СМО</w:t>
      </w:r>
      <w:r w:rsidRPr="00EE4FD7">
        <w:t>отсутствуют.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8" w:name="_Toc405450224"/>
      <w:r w:rsidRPr="00EE4FD7">
        <w:t>2.5.7 Сведения о новом строительстве и реконструкции регулирующих резервуаров</w:t>
      </w:r>
      <w:bookmarkEnd w:id="138"/>
    </w:p>
    <w:p w:rsidR="00CB4A4E" w:rsidRPr="00EE4FD7" w:rsidRDefault="00CB4A4E" w:rsidP="000B188B">
      <w:pPr>
        <w:rPr>
          <w:lang w:eastAsia="ru-RU"/>
        </w:rPr>
      </w:pPr>
      <w:r w:rsidRPr="00EE4FD7">
        <w:t xml:space="preserve">Централизованная система водоотведения в </w:t>
      </w:r>
      <w:r w:rsidRPr="00EE4FD7">
        <w:rPr>
          <w:bCs/>
          <w:szCs w:val="28"/>
        </w:rPr>
        <w:t>СМО</w:t>
      </w:r>
      <w:r w:rsidRPr="00EE4FD7">
        <w:t xml:space="preserve">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39" w:name="_Toc405450225"/>
      <w:r w:rsidRPr="00EE4FD7">
        <w:t xml:space="preserve">2.5.8 Сведения о развитии диспетчеризации, телемеханизации и автоматизированных системах управления режимами </w:t>
      </w:r>
      <w:r w:rsidRPr="00EE4FD7">
        <w:tab/>
        <w:t>водоотведения на объектах организаций, осуществляющих водоотведение</w:t>
      </w:r>
      <w:bookmarkEnd w:id="139"/>
    </w:p>
    <w:p w:rsidR="00CB4A4E" w:rsidRPr="00EE4FD7" w:rsidRDefault="00CB4A4E" w:rsidP="000B188B">
      <w:pPr>
        <w:rPr>
          <w:lang w:eastAsia="ru-RU"/>
        </w:rPr>
      </w:pPr>
      <w:r w:rsidRPr="00EE4FD7">
        <w:t xml:space="preserve">Централизованная система водоотведения в </w:t>
      </w:r>
      <w:r w:rsidRPr="00EE4FD7">
        <w:rPr>
          <w:bCs/>
          <w:szCs w:val="28"/>
        </w:rPr>
        <w:t>СМО</w:t>
      </w:r>
      <w:r w:rsidRPr="00EE4FD7">
        <w:t xml:space="preserve"> отсутствует.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40" w:name="_Toc405450226"/>
      <w:r w:rsidRPr="00EE4FD7">
        <w:t>2.5.9 Сведения о развитии системы коммерческого учета водоотведения, организациями осуществляющих</w:t>
      </w:r>
      <w:r w:rsidRPr="00EE4FD7">
        <w:tab/>
        <w:t>водоотведение</w:t>
      </w:r>
      <w:bookmarkEnd w:id="140"/>
    </w:p>
    <w:p w:rsidR="00CB4A4E" w:rsidRPr="00EE4FD7" w:rsidRDefault="00CB4A4E" w:rsidP="00A145F5">
      <w:r w:rsidRPr="00EE4FD7">
        <w:t xml:space="preserve">Централизованная система водоотведения в </w:t>
      </w:r>
      <w:r w:rsidRPr="00EE4FD7">
        <w:rPr>
          <w:bCs/>
          <w:szCs w:val="28"/>
        </w:rPr>
        <w:t>СМО</w:t>
      </w:r>
      <w:r w:rsidRPr="00EE4FD7">
        <w:t xml:space="preserve"> отсутствует.</w:t>
      </w:r>
    </w:p>
    <w:p w:rsidR="00CB4A4E" w:rsidRPr="00EE4FD7" w:rsidRDefault="00CB4A4E" w:rsidP="00AA1256">
      <w:pPr>
        <w:pStyle w:val="Heading2"/>
        <w:numPr>
          <w:ilvl w:val="0"/>
          <w:numId w:val="0"/>
        </w:numPr>
        <w:ind w:firstLine="709"/>
      </w:pPr>
      <w:bookmarkStart w:id="141" w:name="_Toc405450227"/>
      <w:r w:rsidRPr="00EE4FD7">
        <w:rPr>
          <w:szCs w:val="28"/>
        </w:rPr>
        <w:t>2</w:t>
      </w:r>
      <w:r w:rsidRPr="00EE4FD7">
        <w:t>.6 Экологические аспекты мероприятий по строительству и реконструкции объектов централизованной системыводоотведения</w:t>
      </w:r>
      <w:bookmarkEnd w:id="141"/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42" w:name="_Toc405450228"/>
      <w:r w:rsidRPr="00EE4FD7">
        <w:t>2.6.1 Сведения о мерах по предотвращению вредного воздействия на водный бассейн предлагаемых к новому строительству и реконструкции объектов водоотведения</w:t>
      </w:r>
      <w:bookmarkEnd w:id="142"/>
    </w:p>
    <w:p w:rsidR="00CB4A4E" w:rsidRPr="00EE4FD7" w:rsidRDefault="00CB4A4E" w:rsidP="000B188B">
      <w:r w:rsidRPr="00EE4FD7">
        <w:t>Строительство объектов водоотведения не планируется.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43" w:name="_Toc405450229"/>
      <w:r w:rsidRPr="00EE4FD7">
        <w:t>2.6.2 Сведения о мерах по предотвращению вредного воздействия на водный бассейн предлагаемых к новому строительству канализационных сетей</w:t>
      </w:r>
      <w:bookmarkEnd w:id="143"/>
    </w:p>
    <w:p w:rsidR="00CB4A4E" w:rsidRPr="00EE4FD7" w:rsidRDefault="00CB4A4E" w:rsidP="000B188B">
      <w:r w:rsidRPr="00EE4FD7">
        <w:t>Строительство канализационных сетей не планируется.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44" w:name="_Toc405450230"/>
      <w:r w:rsidRPr="00EE4FD7">
        <w:t>2.6.3 Сведения о мерах по предотвращению вредного воздействия на окружающую среду при реализации мероприятий по хранению (утилизации) осадка сточных вод</w:t>
      </w:r>
      <w:bookmarkEnd w:id="144"/>
    </w:p>
    <w:p w:rsidR="00CB4A4E" w:rsidRPr="00EE4FD7" w:rsidRDefault="00CB4A4E" w:rsidP="00A145F5">
      <w:pPr>
        <w:rPr>
          <w:b/>
        </w:rPr>
      </w:pPr>
      <w:r w:rsidRPr="00EE4FD7">
        <w:t xml:space="preserve">Необходимо осуществлять постоянный контроль за </w:t>
      </w:r>
      <w:r w:rsidRPr="00EE4FD7">
        <w:tab/>
        <w:t>санитарно-экологическим состоянием выгребных ям.</w:t>
      </w:r>
      <w:r w:rsidRPr="00EE4FD7">
        <w:rPr>
          <w:b/>
        </w:rPr>
        <w:tab/>
      </w:r>
    </w:p>
    <w:p w:rsidR="00CB4A4E" w:rsidRPr="00EE4FD7" w:rsidRDefault="00CB4A4E" w:rsidP="00AA1256">
      <w:pPr>
        <w:pStyle w:val="Heading2"/>
        <w:numPr>
          <w:ilvl w:val="0"/>
          <w:numId w:val="0"/>
        </w:numPr>
        <w:ind w:firstLine="709"/>
      </w:pPr>
      <w:bookmarkStart w:id="145" w:name="_Toc405450231"/>
      <w:r w:rsidRPr="00EE4FD7">
        <w:t>2.7 Оценка капитальных вложений в новое строительство,реконструкцию и модернизацию объектов централизованныхсистем водоотведения</w:t>
      </w:r>
      <w:bookmarkEnd w:id="145"/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46" w:name="_Toc405450232"/>
      <w:r w:rsidRPr="00EE4FD7">
        <w:t>2.7.1 Оценка капитальных вложений в новое строительство,       реконструкцию и модернизацию объектов централизованных систем водоотведения, выполненную в соответствии с укрупненными сметными нормативами, утвержденными федеральным органом исполнительной власти.</w:t>
      </w:r>
      <w:bookmarkEnd w:id="146"/>
    </w:p>
    <w:p w:rsidR="00CB4A4E" w:rsidRPr="00EE4FD7" w:rsidRDefault="00CB4A4E" w:rsidP="000B188B">
      <w:r w:rsidRPr="00EE4FD7">
        <w:t xml:space="preserve">Строительство канализационных сетей не планируется. </w:t>
      </w:r>
    </w:p>
    <w:p w:rsidR="00CB4A4E" w:rsidRPr="00EE4FD7" w:rsidRDefault="00CB4A4E" w:rsidP="00AA1256">
      <w:pPr>
        <w:pStyle w:val="Heading3"/>
        <w:numPr>
          <w:ilvl w:val="0"/>
          <w:numId w:val="0"/>
        </w:numPr>
        <w:ind w:firstLine="709"/>
      </w:pPr>
      <w:bookmarkStart w:id="147" w:name="_Toc405450233"/>
      <w:r w:rsidRPr="00EE4FD7">
        <w:t>2.7.2 Оценка капитальных вложений, выполненных в ценах, установленных территориальными справочниками на момент выполнения программы с последующим их приведением к текущим прогнозным ценам</w:t>
      </w:r>
      <w:bookmarkEnd w:id="147"/>
    </w:p>
    <w:p w:rsidR="00CB4A4E" w:rsidRPr="007359E7" w:rsidRDefault="00CB4A4E" w:rsidP="002C3CB7">
      <w:r w:rsidRPr="00EE4FD7">
        <w:t>Строительство канализационных сетей не планируется.</w:t>
      </w:r>
    </w:p>
    <w:sectPr w:rsidR="00CB4A4E" w:rsidRPr="007359E7" w:rsidSect="00BD5726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A4E" w:rsidRDefault="00CB4A4E" w:rsidP="008A2ABC">
      <w:pPr>
        <w:spacing w:after="0" w:line="240" w:lineRule="auto"/>
      </w:pPr>
      <w:r>
        <w:separator/>
      </w:r>
    </w:p>
  </w:endnote>
  <w:endnote w:type="continuationSeparator" w:id="1">
    <w:p w:rsidR="00CB4A4E" w:rsidRDefault="00CB4A4E" w:rsidP="008A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A4E" w:rsidRDefault="00CB4A4E">
    <w:pPr>
      <w:pStyle w:val="Footer"/>
    </w:pPr>
    <w:fldSimple w:instr="PAGE   \* MERGEFORMAT">
      <w:r>
        <w:rPr>
          <w:noProof/>
        </w:rPr>
        <w:t>33</w:t>
      </w:r>
    </w:fldSimple>
  </w:p>
  <w:p w:rsidR="00CB4A4E" w:rsidRDefault="00CB4A4E" w:rsidP="000F7998">
    <w:pPr>
      <w:pStyle w:val="Footer"/>
      <w:jc w:val="right"/>
      <w:rPr>
        <w:sz w:val="20"/>
        <w:szCs w:val="20"/>
      </w:rPr>
    </w:pPr>
    <w:r>
      <w:rPr>
        <w:sz w:val="20"/>
        <w:szCs w:val="20"/>
      </w:rPr>
      <w:t xml:space="preserve">ООО «Восток-М» </w:t>
    </w:r>
  </w:p>
  <w:p w:rsidR="00CB4A4E" w:rsidRDefault="00CB4A4E" w:rsidP="001855CB">
    <w:pPr>
      <w:pStyle w:val="Footer"/>
      <w:jc w:val="right"/>
    </w:pPr>
    <w:r>
      <w:rPr>
        <w:sz w:val="20"/>
        <w:szCs w:val="20"/>
      </w:rPr>
      <w:t>Схема водоснабжения и водоотведения Аршаньзельменского</w:t>
    </w:r>
    <w:r w:rsidRPr="001855CB">
      <w:rPr>
        <w:sz w:val="20"/>
        <w:szCs w:val="20"/>
      </w:rPr>
      <w:t xml:space="preserve"> сельского муниципального образования Республики Калмыкия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A4E" w:rsidRDefault="00CB4A4E" w:rsidP="008A2ABC">
      <w:pPr>
        <w:spacing w:after="0" w:line="240" w:lineRule="auto"/>
      </w:pPr>
      <w:r>
        <w:separator/>
      </w:r>
    </w:p>
  </w:footnote>
  <w:footnote w:type="continuationSeparator" w:id="1">
    <w:p w:rsidR="00CB4A4E" w:rsidRDefault="00CB4A4E" w:rsidP="008A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52D48A5"/>
    <w:multiLevelType w:val="hybridMultilevel"/>
    <w:tmpl w:val="CA9A1A42"/>
    <w:lvl w:ilvl="0" w:tplc="D6BEB68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177C2E"/>
    <w:multiLevelType w:val="multilevel"/>
    <w:tmpl w:val="05E2091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-162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cs="Times New Roman" w:hint="default"/>
      </w:rPr>
    </w:lvl>
  </w:abstractNum>
  <w:abstractNum w:abstractNumId="6">
    <w:nsid w:val="1270054F"/>
    <w:multiLevelType w:val="hybridMultilevel"/>
    <w:tmpl w:val="9A788276"/>
    <w:lvl w:ilvl="0" w:tplc="AB9E81D4">
      <w:start w:val="1"/>
      <w:numFmt w:val="decimal"/>
      <w:pStyle w:val="Heading2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EF04EE"/>
    <w:multiLevelType w:val="hybridMultilevel"/>
    <w:tmpl w:val="78909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003512"/>
    <w:multiLevelType w:val="hybridMultilevel"/>
    <w:tmpl w:val="C2D4BC34"/>
    <w:lvl w:ilvl="0" w:tplc="A3E03454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17D63DF"/>
    <w:multiLevelType w:val="hybridMultilevel"/>
    <w:tmpl w:val="3788BEA0"/>
    <w:lvl w:ilvl="0" w:tplc="6EBA50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3D31370"/>
    <w:multiLevelType w:val="multilevel"/>
    <w:tmpl w:val="A1F6F2C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2CED3BF4"/>
    <w:multiLevelType w:val="hybridMultilevel"/>
    <w:tmpl w:val="82C2E9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6B0FBC"/>
    <w:multiLevelType w:val="hybridMultilevel"/>
    <w:tmpl w:val="36AEF84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07D9C"/>
    <w:multiLevelType w:val="multilevel"/>
    <w:tmpl w:val="2410EED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5">
    <w:nsid w:val="45307572"/>
    <w:multiLevelType w:val="hybridMultilevel"/>
    <w:tmpl w:val="E918D8BA"/>
    <w:lvl w:ilvl="0" w:tplc="098CA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456F2E"/>
    <w:multiLevelType w:val="hybridMultilevel"/>
    <w:tmpl w:val="99A4A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32F2421"/>
    <w:multiLevelType w:val="multilevel"/>
    <w:tmpl w:val="4B207F8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9">
    <w:nsid w:val="762E1571"/>
    <w:multiLevelType w:val="multilevel"/>
    <w:tmpl w:val="8E24765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769047FA"/>
    <w:multiLevelType w:val="hybridMultilevel"/>
    <w:tmpl w:val="2842D734"/>
    <w:lvl w:ilvl="0" w:tplc="F490C396">
      <w:start w:val="1"/>
      <w:numFmt w:val="decimal"/>
      <w:pStyle w:val="Heading3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8633AEF"/>
    <w:multiLevelType w:val="hybridMultilevel"/>
    <w:tmpl w:val="1638D63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21"/>
  </w:num>
  <w:num w:numId="9">
    <w:abstractNumId w:val="13"/>
  </w:num>
  <w:num w:numId="10">
    <w:abstractNumId w:val="17"/>
  </w:num>
  <w:num w:numId="11">
    <w:abstractNumId w:val="14"/>
  </w:num>
  <w:num w:numId="12">
    <w:abstractNumId w:val="18"/>
  </w:num>
  <w:num w:numId="13">
    <w:abstractNumId w:val="6"/>
  </w:num>
  <w:num w:numId="14">
    <w:abstractNumId w:val="20"/>
  </w:num>
  <w:num w:numId="15">
    <w:abstractNumId w:val="9"/>
  </w:num>
  <w:num w:numId="16">
    <w:abstractNumId w:val="11"/>
  </w:num>
  <w:num w:numId="17">
    <w:abstractNumId w:val="4"/>
  </w:num>
  <w:num w:numId="18">
    <w:abstractNumId w:val="7"/>
  </w:num>
  <w:num w:numId="19">
    <w:abstractNumId w:val="15"/>
  </w:num>
  <w:num w:numId="20">
    <w:abstractNumId w:val="10"/>
  </w:num>
  <w:num w:numId="21">
    <w:abstractNumId w:val="16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726"/>
    <w:rsid w:val="00007D70"/>
    <w:rsid w:val="0001694E"/>
    <w:rsid w:val="00017F90"/>
    <w:rsid w:val="00022CB4"/>
    <w:rsid w:val="00023257"/>
    <w:rsid w:val="0002524B"/>
    <w:rsid w:val="00030987"/>
    <w:rsid w:val="00036D75"/>
    <w:rsid w:val="00042EAD"/>
    <w:rsid w:val="00042F09"/>
    <w:rsid w:val="0004440C"/>
    <w:rsid w:val="00045B7C"/>
    <w:rsid w:val="00045E4C"/>
    <w:rsid w:val="00046031"/>
    <w:rsid w:val="00047384"/>
    <w:rsid w:val="000503AC"/>
    <w:rsid w:val="0005171B"/>
    <w:rsid w:val="00054754"/>
    <w:rsid w:val="0005555E"/>
    <w:rsid w:val="000572D7"/>
    <w:rsid w:val="00057522"/>
    <w:rsid w:val="00060A83"/>
    <w:rsid w:val="00061DF2"/>
    <w:rsid w:val="0006327F"/>
    <w:rsid w:val="00066529"/>
    <w:rsid w:val="0007101F"/>
    <w:rsid w:val="00071B4E"/>
    <w:rsid w:val="000728C4"/>
    <w:rsid w:val="00077DDA"/>
    <w:rsid w:val="00082950"/>
    <w:rsid w:val="000835ED"/>
    <w:rsid w:val="00090477"/>
    <w:rsid w:val="000926DE"/>
    <w:rsid w:val="000947B2"/>
    <w:rsid w:val="000954AF"/>
    <w:rsid w:val="000A0B60"/>
    <w:rsid w:val="000A17E3"/>
    <w:rsid w:val="000A242C"/>
    <w:rsid w:val="000A79DE"/>
    <w:rsid w:val="000B188B"/>
    <w:rsid w:val="000B519E"/>
    <w:rsid w:val="000C3007"/>
    <w:rsid w:val="000D1626"/>
    <w:rsid w:val="000E4382"/>
    <w:rsid w:val="000E625F"/>
    <w:rsid w:val="000F7998"/>
    <w:rsid w:val="0010068B"/>
    <w:rsid w:val="00100F91"/>
    <w:rsid w:val="00105831"/>
    <w:rsid w:val="00106869"/>
    <w:rsid w:val="00111892"/>
    <w:rsid w:val="00113977"/>
    <w:rsid w:val="00116A12"/>
    <w:rsid w:val="00117737"/>
    <w:rsid w:val="00120D2F"/>
    <w:rsid w:val="00121159"/>
    <w:rsid w:val="0012442C"/>
    <w:rsid w:val="0012607B"/>
    <w:rsid w:val="001304E5"/>
    <w:rsid w:val="00131C51"/>
    <w:rsid w:val="00132F3F"/>
    <w:rsid w:val="00132FC0"/>
    <w:rsid w:val="0014234C"/>
    <w:rsid w:val="00146F8D"/>
    <w:rsid w:val="0015293D"/>
    <w:rsid w:val="0015373C"/>
    <w:rsid w:val="00157579"/>
    <w:rsid w:val="00157941"/>
    <w:rsid w:val="00157DB2"/>
    <w:rsid w:val="00164EF6"/>
    <w:rsid w:val="00166D09"/>
    <w:rsid w:val="00170A0E"/>
    <w:rsid w:val="00172FC2"/>
    <w:rsid w:val="00175039"/>
    <w:rsid w:val="00175AC8"/>
    <w:rsid w:val="00181656"/>
    <w:rsid w:val="00182E2B"/>
    <w:rsid w:val="001855CB"/>
    <w:rsid w:val="00185D37"/>
    <w:rsid w:val="00190510"/>
    <w:rsid w:val="0019609B"/>
    <w:rsid w:val="00196C04"/>
    <w:rsid w:val="001A1B2E"/>
    <w:rsid w:val="001A3F33"/>
    <w:rsid w:val="001A4689"/>
    <w:rsid w:val="001A4F1A"/>
    <w:rsid w:val="001A506B"/>
    <w:rsid w:val="001A647A"/>
    <w:rsid w:val="001B0B43"/>
    <w:rsid w:val="001B2055"/>
    <w:rsid w:val="001B4179"/>
    <w:rsid w:val="001B5D5A"/>
    <w:rsid w:val="001B77F7"/>
    <w:rsid w:val="001C06F5"/>
    <w:rsid w:val="001C0A73"/>
    <w:rsid w:val="001D17ED"/>
    <w:rsid w:val="001D255A"/>
    <w:rsid w:val="001D2767"/>
    <w:rsid w:val="001D33CD"/>
    <w:rsid w:val="001D4525"/>
    <w:rsid w:val="001E3728"/>
    <w:rsid w:val="001F07E2"/>
    <w:rsid w:val="001F0FF5"/>
    <w:rsid w:val="001F122B"/>
    <w:rsid w:val="001F14E8"/>
    <w:rsid w:val="001F2FBC"/>
    <w:rsid w:val="001F363A"/>
    <w:rsid w:val="001F4514"/>
    <w:rsid w:val="001F6100"/>
    <w:rsid w:val="001F7312"/>
    <w:rsid w:val="00200D51"/>
    <w:rsid w:val="00202543"/>
    <w:rsid w:val="00211420"/>
    <w:rsid w:val="002122FF"/>
    <w:rsid w:val="002173E3"/>
    <w:rsid w:val="00220DCD"/>
    <w:rsid w:val="0022464E"/>
    <w:rsid w:val="00225527"/>
    <w:rsid w:val="00230CC8"/>
    <w:rsid w:val="00234856"/>
    <w:rsid w:val="00235B97"/>
    <w:rsid w:val="00244659"/>
    <w:rsid w:val="002474E1"/>
    <w:rsid w:val="00247E79"/>
    <w:rsid w:val="00254E43"/>
    <w:rsid w:val="002627CB"/>
    <w:rsid w:val="00266D2D"/>
    <w:rsid w:val="00267927"/>
    <w:rsid w:val="00270538"/>
    <w:rsid w:val="00274A32"/>
    <w:rsid w:val="00275F4C"/>
    <w:rsid w:val="002807A0"/>
    <w:rsid w:val="00283017"/>
    <w:rsid w:val="00286AA9"/>
    <w:rsid w:val="002878CA"/>
    <w:rsid w:val="00292B4B"/>
    <w:rsid w:val="002A0EED"/>
    <w:rsid w:val="002A247C"/>
    <w:rsid w:val="002A362B"/>
    <w:rsid w:val="002A7038"/>
    <w:rsid w:val="002B2DE0"/>
    <w:rsid w:val="002B3118"/>
    <w:rsid w:val="002B7776"/>
    <w:rsid w:val="002C28E7"/>
    <w:rsid w:val="002C2BB0"/>
    <w:rsid w:val="002C3CB7"/>
    <w:rsid w:val="002C51B2"/>
    <w:rsid w:val="002D3595"/>
    <w:rsid w:val="002D3B28"/>
    <w:rsid w:val="002D6318"/>
    <w:rsid w:val="002D6EC7"/>
    <w:rsid w:val="002E4DB9"/>
    <w:rsid w:val="002F57B2"/>
    <w:rsid w:val="002F5984"/>
    <w:rsid w:val="002F6E63"/>
    <w:rsid w:val="00300309"/>
    <w:rsid w:val="00302D48"/>
    <w:rsid w:val="00303706"/>
    <w:rsid w:val="00303DD2"/>
    <w:rsid w:val="00304821"/>
    <w:rsid w:val="003141F5"/>
    <w:rsid w:val="003161BD"/>
    <w:rsid w:val="00316EA5"/>
    <w:rsid w:val="00317E51"/>
    <w:rsid w:val="00325D5C"/>
    <w:rsid w:val="00330924"/>
    <w:rsid w:val="00334D34"/>
    <w:rsid w:val="00340897"/>
    <w:rsid w:val="0034118D"/>
    <w:rsid w:val="003419EB"/>
    <w:rsid w:val="00344E07"/>
    <w:rsid w:val="00346EF5"/>
    <w:rsid w:val="00350A7B"/>
    <w:rsid w:val="003517E4"/>
    <w:rsid w:val="0035269C"/>
    <w:rsid w:val="00353B31"/>
    <w:rsid w:val="00357C01"/>
    <w:rsid w:val="00360D3B"/>
    <w:rsid w:val="003635C7"/>
    <w:rsid w:val="00370E67"/>
    <w:rsid w:val="003739F4"/>
    <w:rsid w:val="00381032"/>
    <w:rsid w:val="0038597C"/>
    <w:rsid w:val="00393469"/>
    <w:rsid w:val="00394314"/>
    <w:rsid w:val="0039516F"/>
    <w:rsid w:val="003A2EFE"/>
    <w:rsid w:val="003A6EDE"/>
    <w:rsid w:val="003B17DE"/>
    <w:rsid w:val="003B536C"/>
    <w:rsid w:val="003B61AD"/>
    <w:rsid w:val="003C216C"/>
    <w:rsid w:val="003C2755"/>
    <w:rsid w:val="003C280E"/>
    <w:rsid w:val="003C3220"/>
    <w:rsid w:val="003C7C21"/>
    <w:rsid w:val="003D23BA"/>
    <w:rsid w:val="003D493F"/>
    <w:rsid w:val="003D628B"/>
    <w:rsid w:val="003D6365"/>
    <w:rsid w:val="003E34FF"/>
    <w:rsid w:val="003F28C6"/>
    <w:rsid w:val="003F4398"/>
    <w:rsid w:val="003F6F14"/>
    <w:rsid w:val="00402DDE"/>
    <w:rsid w:val="00404997"/>
    <w:rsid w:val="004125AA"/>
    <w:rsid w:val="00412A70"/>
    <w:rsid w:val="00414ED5"/>
    <w:rsid w:val="004177E9"/>
    <w:rsid w:val="00424853"/>
    <w:rsid w:val="00424A05"/>
    <w:rsid w:val="004321FE"/>
    <w:rsid w:val="0043540D"/>
    <w:rsid w:val="00435D25"/>
    <w:rsid w:val="0044053F"/>
    <w:rsid w:val="004423FB"/>
    <w:rsid w:val="00444D76"/>
    <w:rsid w:val="00454105"/>
    <w:rsid w:val="00454B40"/>
    <w:rsid w:val="004563B7"/>
    <w:rsid w:val="00461ECA"/>
    <w:rsid w:val="00466EE4"/>
    <w:rsid w:val="00467256"/>
    <w:rsid w:val="0047197A"/>
    <w:rsid w:val="0047479B"/>
    <w:rsid w:val="00483648"/>
    <w:rsid w:val="00485967"/>
    <w:rsid w:val="00487D74"/>
    <w:rsid w:val="00491617"/>
    <w:rsid w:val="00491951"/>
    <w:rsid w:val="00491FEC"/>
    <w:rsid w:val="00493509"/>
    <w:rsid w:val="004950D4"/>
    <w:rsid w:val="00496970"/>
    <w:rsid w:val="00497668"/>
    <w:rsid w:val="004977EC"/>
    <w:rsid w:val="004A3065"/>
    <w:rsid w:val="004A49BF"/>
    <w:rsid w:val="004B076B"/>
    <w:rsid w:val="004B3E9B"/>
    <w:rsid w:val="004B6AC9"/>
    <w:rsid w:val="004C0803"/>
    <w:rsid w:val="004C267E"/>
    <w:rsid w:val="004C3648"/>
    <w:rsid w:val="004C5598"/>
    <w:rsid w:val="004D2852"/>
    <w:rsid w:val="004D3410"/>
    <w:rsid w:val="004F5292"/>
    <w:rsid w:val="004F6824"/>
    <w:rsid w:val="004F69DD"/>
    <w:rsid w:val="004F6DF6"/>
    <w:rsid w:val="004F7DE4"/>
    <w:rsid w:val="00500124"/>
    <w:rsid w:val="00502B3A"/>
    <w:rsid w:val="00504819"/>
    <w:rsid w:val="00507848"/>
    <w:rsid w:val="005078FA"/>
    <w:rsid w:val="00507D3B"/>
    <w:rsid w:val="00511459"/>
    <w:rsid w:val="00516F53"/>
    <w:rsid w:val="0053038B"/>
    <w:rsid w:val="00530CB8"/>
    <w:rsid w:val="00531FD3"/>
    <w:rsid w:val="005376F2"/>
    <w:rsid w:val="00546697"/>
    <w:rsid w:val="00550D31"/>
    <w:rsid w:val="00551C94"/>
    <w:rsid w:val="0055585C"/>
    <w:rsid w:val="00555F0A"/>
    <w:rsid w:val="00564F75"/>
    <w:rsid w:val="0057013B"/>
    <w:rsid w:val="00571E0C"/>
    <w:rsid w:val="005737CC"/>
    <w:rsid w:val="00573D03"/>
    <w:rsid w:val="00576081"/>
    <w:rsid w:val="0058021F"/>
    <w:rsid w:val="0058268A"/>
    <w:rsid w:val="00583802"/>
    <w:rsid w:val="00584270"/>
    <w:rsid w:val="00587181"/>
    <w:rsid w:val="005932CA"/>
    <w:rsid w:val="00595B27"/>
    <w:rsid w:val="005A4082"/>
    <w:rsid w:val="005B0684"/>
    <w:rsid w:val="005B39C3"/>
    <w:rsid w:val="005C27B8"/>
    <w:rsid w:val="005C2E61"/>
    <w:rsid w:val="005C4DD9"/>
    <w:rsid w:val="005C4F5B"/>
    <w:rsid w:val="005C5629"/>
    <w:rsid w:val="005D3691"/>
    <w:rsid w:val="005D3A28"/>
    <w:rsid w:val="005D4AAD"/>
    <w:rsid w:val="005D6294"/>
    <w:rsid w:val="005E0B7A"/>
    <w:rsid w:val="005E37E6"/>
    <w:rsid w:val="005E5731"/>
    <w:rsid w:val="005F0B7A"/>
    <w:rsid w:val="005F11B7"/>
    <w:rsid w:val="005F15DA"/>
    <w:rsid w:val="005F4F65"/>
    <w:rsid w:val="005F609C"/>
    <w:rsid w:val="005F725D"/>
    <w:rsid w:val="00600FFD"/>
    <w:rsid w:val="006037CC"/>
    <w:rsid w:val="006058DC"/>
    <w:rsid w:val="00607E61"/>
    <w:rsid w:val="006119D9"/>
    <w:rsid w:val="00611A89"/>
    <w:rsid w:val="00613EF9"/>
    <w:rsid w:val="00617754"/>
    <w:rsid w:val="00617BB7"/>
    <w:rsid w:val="0062110A"/>
    <w:rsid w:val="0062262F"/>
    <w:rsid w:val="00624C0D"/>
    <w:rsid w:val="00625081"/>
    <w:rsid w:val="00625841"/>
    <w:rsid w:val="006353DE"/>
    <w:rsid w:val="006376BE"/>
    <w:rsid w:val="00637FD8"/>
    <w:rsid w:val="00641B14"/>
    <w:rsid w:val="0064216A"/>
    <w:rsid w:val="0064468A"/>
    <w:rsid w:val="0064597A"/>
    <w:rsid w:val="0065367D"/>
    <w:rsid w:val="00660DF9"/>
    <w:rsid w:val="006617A9"/>
    <w:rsid w:val="00665E06"/>
    <w:rsid w:val="0067122A"/>
    <w:rsid w:val="00672A56"/>
    <w:rsid w:val="0067436C"/>
    <w:rsid w:val="0067536B"/>
    <w:rsid w:val="0067540F"/>
    <w:rsid w:val="00682B29"/>
    <w:rsid w:val="00682D7F"/>
    <w:rsid w:val="00683857"/>
    <w:rsid w:val="00686236"/>
    <w:rsid w:val="006913EC"/>
    <w:rsid w:val="00692BB2"/>
    <w:rsid w:val="006970DA"/>
    <w:rsid w:val="006A16B0"/>
    <w:rsid w:val="006B0417"/>
    <w:rsid w:val="006B0456"/>
    <w:rsid w:val="006B101D"/>
    <w:rsid w:val="006B3CCF"/>
    <w:rsid w:val="006C2C5D"/>
    <w:rsid w:val="006C6A49"/>
    <w:rsid w:val="006D60D6"/>
    <w:rsid w:val="006E0777"/>
    <w:rsid w:val="006E1641"/>
    <w:rsid w:val="006E2103"/>
    <w:rsid w:val="006E69D9"/>
    <w:rsid w:val="006E6E26"/>
    <w:rsid w:val="006F528B"/>
    <w:rsid w:val="00700321"/>
    <w:rsid w:val="00700F65"/>
    <w:rsid w:val="0070149B"/>
    <w:rsid w:val="00701790"/>
    <w:rsid w:val="00704DA7"/>
    <w:rsid w:val="00706927"/>
    <w:rsid w:val="0071173B"/>
    <w:rsid w:val="007124E8"/>
    <w:rsid w:val="00714B44"/>
    <w:rsid w:val="00714FBF"/>
    <w:rsid w:val="00723952"/>
    <w:rsid w:val="00730ADB"/>
    <w:rsid w:val="0073541E"/>
    <w:rsid w:val="007359E7"/>
    <w:rsid w:val="00735BAB"/>
    <w:rsid w:val="00740B23"/>
    <w:rsid w:val="0074152E"/>
    <w:rsid w:val="00744661"/>
    <w:rsid w:val="007452CF"/>
    <w:rsid w:val="00751EDF"/>
    <w:rsid w:val="0075734A"/>
    <w:rsid w:val="00764ED8"/>
    <w:rsid w:val="00767250"/>
    <w:rsid w:val="007678DA"/>
    <w:rsid w:val="0077161B"/>
    <w:rsid w:val="00772145"/>
    <w:rsid w:val="007754FE"/>
    <w:rsid w:val="00775ADF"/>
    <w:rsid w:val="007818D6"/>
    <w:rsid w:val="007864FC"/>
    <w:rsid w:val="00787379"/>
    <w:rsid w:val="007873D2"/>
    <w:rsid w:val="00787452"/>
    <w:rsid w:val="0079487B"/>
    <w:rsid w:val="007A06ED"/>
    <w:rsid w:val="007A1FC3"/>
    <w:rsid w:val="007A4DDA"/>
    <w:rsid w:val="007B79C9"/>
    <w:rsid w:val="007C1D4A"/>
    <w:rsid w:val="007C205C"/>
    <w:rsid w:val="007D4D06"/>
    <w:rsid w:val="007D4DF6"/>
    <w:rsid w:val="007D55EA"/>
    <w:rsid w:val="007D5EA8"/>
    <w:rsid w:val="007E1485"/>
    <w:rsid w:val="007E376C"/>
    <w:rsid w:val="007E53DF"/>
    <w:rsid w:val="007E5AC1"/>
    <w:rsid w:val="007F203F"/>
    <w:rsid w:val="007F22FE"/>
    <w:rsid w:val="007F2B96"/>
    <w:rsid w:val="007F5A1B"/>
    <w:rsid w:val="007F62BD"/>
    <w:rsid w:val="007F713E"/>
    <w:rsid w:val="0080202D"/>
    <w:rsid w:val="00802AAD"/>
    <w:rsid w:val="00803611"/>
    <w:rsid w:val="00804C95"/>
    <w:rsid w:val="00805434"/>
    <w:rsid w:val="00806C6B"/>
    <w:rsid w:val="008134FE"/>
    <w:rsid w:val="0081408C"/>
    <w:rsid w:val="00816B47"/>
    <w:rsid w:val="008274CE"/>
    <w:rsid w:val="00842F3E"/>
    <w:rsid w:val="0084642D"/>
    <w:rsid w:val="00847506"/>
    <w:rsid w:val="00850AEE"/>
    <w:rsid w:val="00851055"/>
    <w:rsid w:val="008520A6"/>
    <w:rsid w:val="008571E8"/>
    <w:rsid w:val="0086167D"/>
    <w:rsid w:val="0086271B"/>
    <w:rsid w:val="00863606"/>
    <w:rsid w:val="00866856"/>
    <w:rsid w:val="0086792B"/>
    <w:rsid w:val="008718C5"/>
    <w:rsid w:val="008734C6"/>
    <w:rsid w:val="00873D4E"/>
    <w:rsid w:val="00874748"/>
    <w:rsid w:val="008854D8"/>
    <w:rsid w:val="008867B0"/>
    <w:rsid w:val="00886D87"/>
    <w:rsid w:val="00890314"/>
    <w:rsid w:val="00890A8E"/>
    <w:rsid w:val="00892B76"/>
    <w:rsid w:val="008930F1"/>
    <w:rsid w:val="00896A88"/>
    <w:rsid w:val="008A1BE2"/>
    <w:rsid w:val="008A2ABC"/>
    <w:rsid w:val="008A4059"/>
    <w:rsid w:val="008B5FB6"/>
    <w:rsid w:val="008B6715"/>
    <w:rsid w:val="008B7799"/>
    <w:rsid w:val="008B77A6"/>
    <w:rsid w:val="008C120B"/>
    <w:rsid w:val="008C2B2D"/>
    <w:rsid w:val="008C45F4"/>
    <w:rsid w:val="008C549B"/>
    <w:rsid w:val="008C6204"/>
    <w:rsid w:val="008C65E6"/>
    <w:rsid w:val="008D73DD"/>
    <w:rsid w:val="008E41EE"/>
    <w:rsid w:val="008E501B"/>
    <w:rsid w:val="008E5951"/>
    <w:rsid w:val="008E7716"/>
    <w:rsid w:val="008F13D0"/>
    <w:rsid w:val="008F1B77"/>
    <w:rsid w:val="008F4031"/>
    <w:rsid w:val="008F6C74"/>
    <w:rsid w:val="008F7DD2"/>
    <w:rsid w:val="00912DA9"/>
    <w:rsid w:val="00914C52"/>
    <w:rsid w:val="00915C9D"/>
    <w:rsid w:val="00916C63"/>
    <w:rsid w:val="009243D0"/>
    <w:rsid w:val="0092461A"/>
    <w:rsid w:val="00932FB8"/>
    <w:rsid w:val="009330E9"/>
    <w:rsid w:val="0093418D"/>
    <w:rsid w:val="00935EA1"/>
    <w:rsid w:val="00937409"/>
    <w:rsid w:val="00943B04"/>
    <w:rsid w:val="00945224"/>
    <w:rsid w:val="009474E6"/>
    <w:rsid w:val="00950298"/>
    <w:rsid w:val="00952074"/>
    <w:rsid w:val="00957820"/>
    <w:rsid w:val="009616A6"/>
    <w:rsid w:val="00962BE8"/>
    <w:rsid w:val="00966C62"/>
    <w:rsid w:val="00967273"/>
    <w:rsid w:val="0097083F"/>
    <w:rsid w:val="00970927"/>
    <w:rsid w:val="00970A00"/>
    <w:rsid w:val="00971382"/>
    <w:rsid w:val="00993EB6"/>
    <w:rsid w:val="00996A47"/>
    <w:rsid w:val="009A5E45"/>
    <w:rsid w:val="009A5F59"/>
    <w:rsid w:val="009A698C"/>
    <w:rsid w:val="009A6B0A"/>
    <w:rsid w:val="009A7F46"/>
    <w:rsid w:val="009B62D2"/>
    <w:rsid w:val="009B66AB"/>
    <w:rsid w:val="009B7200"/>
    <w:rsid w:val="009B7F2F"/>
    <w:rsid w:val="009C0721"/>
    <w:rsid w:val="009C0D8A"/>
    <w:rsid w:val="009C2B58"/>
    <w:rsid w:val="009C59C6"/>
    <w:rsid w:val="009C6313"/>
    <w:rsid w:val="009D15E9"/>
    <w:rsid w:val="009E4207"/>
    <w:rsid w:val="009E797D"/>
    <w:rsid w:val="009F33F1"/>
    <w:rsid w:val="009F74DC"/>
    <w:rsid w:val="00A015E6"/>
    <w:rsid w:val="00A03ED8"/>
    <w:rsid w:val="00A05477"/>
    <w:rsid w:val="00A06A09"/>
    <w:rsid w:val="00A10630"/>
    <w:rsid w:val="00A10BCA"/>
    <w:rsid w:val="00A135BF"/>
    <w:rsid w:val="00A145F5"/>
    <w:rsid w:val="00A15B21"/>
    <w:rsid w:val="00A15C2A"/>
    <w:rsid w:val="00A30F39"/>
    <w:rsid w:val="00A35722"/>
    <w:rsid w:val="00A3601D"/>
    <w:rsid w:val="00A36CB7"/>
    <w:rsid w:val="00A40018"/>
    <w:rsid w:val="00A44F7F"/>
    <w:rsid w:val="00A50ACF"/>
    <w:rsid w:val="00A55C4C"/>
    <w:rsid w:val="00A6196D"/>
    <w:rsid w:val="00A61CB0"/>
    <w:rsid w:val="00A65364"/>
    <w:rsid w:val="00A707B0"/>
    <w:rsid w:val="00A727BE"/>
    <w:rsid w:val="00A73350"/>
    <w:rsid w:val="00A74B40"/>
    <w:rsid w:val="00A7539B"/>
    <w:rsid w:val="00A80B45"/>
    <w:rsid w:val="00A80DC7"/>
    <w:rsid w:val="00A826BD"/>
    <w:rsid w:val="00A85D16"/>
    <w:rsid w:val="00AA1256"/>
    <w:rsid w:val="00AA1B44"/>
    <w:rsid w:val="00AA3117"/>
    <w:rsid w:val="00AA5FEC"/>
    <w:rsid w:val="00AA6708"/>
    <w:rsid w:val="00AB1F56"/>
    <w:rsid w:val="00AB2000"/>
    <w:rsid w:val="00AB35FE"/>
    <w:rsid w:val="00AC0B65"/>
    <w:rsid w:val="00AD6F45"/>
    <w:rsid w:val="00AD7A16"/>
    <w:rsid w:val="00AD7BD7"/>
    <w:rsid w:val="00AE3628"/>
    <w:rsid w:val="00AF0074"/>
    <w:rsid w:val="00AF4361"/>
    <w:rsid w:val="00AF4E14"/>
    <w:rsid w:val="00AF5F8E"/>
    <w:rsid w:val="00B03DB3"/>
    <w:rsid w:val="00B042FB"/>
    <w:rsid w:val="00B04EE0"/>
    <w:rsid w:val="00B06AC0"/>
    <w:rsid w:val="00B06C80"/>
    <w:rsid w:val="00B06CCC"/>
    <w:rsid w:val="00B11433"/>
    <w:rsid w:val="00B14186"/>
    <w:rsid w:val="00B16282"/>
    <w:rsid w:val="00B1726F"/>
    <w:rsid w:val="00B22575"/>
    <w:rsid w:val="00B26156"/>
    <w:rsid w:val="00B27447"/>
    <w:rsid w:val="00B344B9"/>
    <w:rsid w:val="00B36BB0"/>
    <w:rsid w:val="00B36D42"/>
    <w:rsid w:val="00B37847"/>
    <w:rsid w:val="00B46FF3"/>
    <w:rsid w:val="00B54C86"/>
    <w:rsid w:val="00B551AE"/>
    <w:rsid w:val="00B56187"/>
    <w:rsid w:val="00B56D0B"/>
    <w:rsid w:val="00B601E7"/>
    <w:rsid w:val="00B6576C"/>
    <w:rsid w:val="00B74C81"/>
    <w:rsid w:val="00B773AB"/>
    <w:rsid w:val="00B80B9C"/>
    <w:rsid w:val="00B815D3"/>
    <w:rsid w:val="00B82527"/>
    <w:rsid w:val="00B8274A"/>
    <w:rsid w:val="00B92200"/>
    <w:rsid w:val="00B94ABE"/>
    <w:rsid w:val="00B95680"/>
    <w:rsid w:val="00B95B69"/>
    <w:rsid w:val="00B974A0"/>
    <w:rsid w:val="00BA22CD"/>
    <w:rsid w:val="00BA247B"/>
    <w:rsid w:val="00BA2BFD"/>
    <w:rsid w:val="00BA4945"/>
    <w:rsid w:val="00BA494F"/>
    <w:rsid w:val="00BA6C74"/>
    <w:rsid w:val="00BB02B3"/>
    <w:rsid w:val="00BB140D"/>
    <w:rsid w:val="00BB1B70"/>
    <w:rsid w:val="00BB4923"/>
    <w:rsid w:val="00BB5FD2"/>
    <w:rsid w:val="00BB6A25"/>
    <w:rsid w:val="00BC10EC"/>
    <w:rsid w:val="00BC288F"/>
    <w:rsid w:val="00BC6FDC"/>
    <w:rsid w:val="00BD370D"/>
    <w:rsid w:val="00BD422D"/>
    <w:rsid w:val="00BD5611"/>
    <w:rsid w:val="00BD5726"/>
    <w:rsid w:val="00BD6868"/>
    <w:rsid w:val="00BD6E85"/>
    <w:rsid w:val="00BD6FD1"/>
    <w:rsid w:val="00BE2DA0"/>
    <w:rsid w:val="00BE3F49"/>
    <w:rsid w:val="00BE4091"/>
    <w:rsid w:val="00BE4CBB"/>
    <w:rsid w:val="00BE5852"/>
    <w:rsid w:val="00BE5F6E"/>
    <w:rsid w:val="00BF1CBE"/>
    <w:rsid w:val="00BF3366"/>
    <w:rsid w:val="00BF41E3"/>
    <w:rsid w:val="00BF4979"/>
    <w:rsid w:val="00BF4DF0"/>
    <w:rsid w:val="00BF5B47"/>
    <w:rsid w:val="00C0038F"/>
    <w:rsid w:val="00C06F59"/>
    <w:rsid w:val="00C102BF"/>
    <w:rsid w:val="00C13A0C"/>
    <w:rsid w:val="00C17224"/>
    <w:rsid w:val="00C302DB"/>
    <w:rsid w:val="00C32265"/>
    <w:rsid w:val="00C322EF"/>
    <w:rsid w:val="00C32B0A"/>
    <w:rsid w:val="00C414E8"/>
    <w:rsid w:val="00C43081"/>
    <w:rsid w:val="00C4576C"/>
    <w:rsid w:val="00C46E8B"/>
    <w:rsid w:val="00C470E7"/>
    <w:rsid w:val="00C47E42"/>
    <w:rsid w:val="00C50C66"/>
    <w:rsid w:val="00C51877"/>
    <w:rsid w:val="00C54721"/>
    <w:rsid w:val="00C56B6C"/>
    <w:rsid w:val="00C57290"/>
    <w:rsid w:val="00C67135"/>
    <w:rsid w:val="00C70835"/>
    <w:rsid w:val="00C744BD"/>
    <w:rsid w:val="00C76A5E"/>
    <w:rsid w:val="00C84541"/>
    <w:rsid w:val="00C84E2D"/>
    <w:rsid w:val="00C8561C"/>
    <w:rsid w:val="00C85F91"/>
    <w:rsid w:val="00C97471"/>
    <w:rsid w:val="00CA2028"/>
    <w:rsid w:val="00CA22DC"/>
    <w:rsid w:val="00CA2B67"/>
    <w:rsid w:val="00CA527E"/>
    <w:rsid w:val="00CA629B"/>
    <w:rsid w:val="00CA6661"/>
    <w:rsid w:val="00CB09E5"/>
    <w:rsid w:val="00CB4A4E"/>
    <w:rsid w:val="00CC4957"/>
    <w:rsid w:val="00CC75AE"/>
    <w:rsid w:val="00CD06F8"/>
    <w:rsid w:val="00CD0DC8"/>
    <w:rsid w:val="00CD34EC"/>
    <w:rsid w:val="00CD3BA9"/>
    <w:rsid w:val="00CD4460"/>
    <w:rsid w:val="00CD4AB1"/>
    <w:rsid w:val="00CD719D"/>
    <w:rsid w:val="00CE696F"/>
    <w:rsid w:val="00CF1832"/>
    <w:rsid w:val="00CF6A74"/>
    <w:rsid w:val="00D1035A"/>
    <w:rsid w:val="00D11EC6"/>
    <w:rsid w:val="00D167E4"/>
    <w:rsid w:val="00D23017"/>
    <w:rsid w:val="00D2399E"/>
    <w:rsid w:val="00D25EE1"/>
    <w:rsid w:val="00D270DD"/>
    <w:rsid w:val="00D346FB"/>
    <w:rsid w:val="00D34C05"/>
    <w:rsid w:val="00D417D7"/>
    <w:rsid w:val="00D41DF7"/>
    <w:rsid w:val="00D50BA4"/>
    <w:rsid w:val="00D50CEB"/>
    <w:rsid w:val="00D57D5C"/>
    <w:rsid w:val="00D63021"/>
    <w:rsid w:val="00D66A81"/>
    <w:rsid w:val="00D713AB"/>
    <w:rsid w:val="00D74C2D"/>
    <w:rsid w:val="00D80F7B"/>
    <w:rsid w:val="00D811A6"/>
    <w:rsid w:val="00D85363"/>
    <w:rsid w:val="00D859C5"/>
    <w:rsid w:val="00D872E2"/>
    <w:rsid w:val="00D87C31"/>
    <w:rsid w:val="00D87FBA"/>
    <w:rsid w:val="00D91310"/>
    <w:rsid w:val="00D923BE"/>
    <w:rsid w:val="00D93C61"/>
    <w:rsid w:val="00D9636E"/>
    <w:rsid w:val="00D97482"/>
    <w:rsid w:val="00D976CC"/>
    <w:rsid w:val="00D9771F"/>
    <w:rsid w:val="00DA70A2"/>
    <w:rsid w:val="00DB136E"/>
    <w:rsid w:val="00DB2349"/>
    <w:rsid w:val="00DB273E"/>
    <w:rsid w:val="00DC0EF7"/>
    <w:rsid w:val="00DC376A"/>
    <w:rsid w:val="00DC7758"/>
    <w:rsid w:val="00DD1004"/>
    <w:rsid w:val="00DE4249"/>
    <w:rsid w:val="00DF08D6"/>
    <w:rsid w:val="00DF2857"/>
    <w:rsid w:val="00DF2E95"/>
    <w:rsid w:val="00DF5169"/>
    <w:rsid w:val="00E01D4E"/>
    <w:rsid w:val="00E0359B"/>
    <w:rsid w:val="00E12AA6"/>
    <w:rsid w:val="00E14739"/>
    <w:rsid w:val="00E179A8"/>
    <w:rsid w:val="00E20876"/>
    <w:rsid w:val="00E21476"/>
    <w:rsid w:val="00E329F5"/>
    <w:rsid w:val="00E3609F"/>
    <w:rsid w:val="00E36AA9"/>
    <w:rsid w:val="00E404E6"/>
    <w:rsid w:val="00E40B91"/>
    <w:rsid w:val="00E41469"/>
    <w:rsid w:val="00E47852"/>
    <w:rsid w:val="00E52DAD"/>
    <w:rsid w:val="00E52DCB"/>
    <w:rsid w:val="00E62618"/>
    <w:rsid w:val="00E63383"/>
    <w:rsid w:val="00E74ECE"/>
    <w:rsid w:val="00E75478"/>
    <w:rsid w:val="00E76579"/>
    <w:rsid w:val="00E76615"/>
    <w:rsid w:val="00E76953"/>
    <w:rsid w:val="00E77A4A"/>
    <w:rsid w:val="00E80439"/>
    <w:rsid w:val="00E81647"/>
    <w:rsid w:val="00E93EFD"/>
    <w:rsid w:val="00EA0475"/>
    <w:rsid w:val="00EA0CE0"/>
    <w:rsid w:val="00EA244C"/>
    <w:rsid w:val="00EC75A6"/>
    <w:rsid w:val="00EE2620"/>
    <w:rsid w:val="00EE3EAF"/>
    <w:rsid w:val="00EE4F01"/>
    <w:rsid w:val="00EE4FD7"/>
    <w:rsid w:val="00EE713E"/>
    <w:rsid w:val="00EE74EC"/>
    <w:rsid w:val="00EF07A4"/>
    <w:rsid w:val="00EF7266"/>
    <w:rsid w:val="00F00A15"/>
    <w:rsid w:val="00F00C13"/>
    <w:rsid w:val="00F0173F"/>
    <w:rsid w:val="00F035F4"/>
    <w:rsid w:val="00F03B99"/>
    <w:rsid w:val="00F0622C"/>
    <w:rsid w:val="00F07B9F"/>
    <w:rsid w:val="00F10E8E"/>
    <w:rsid w:val="00F1314F"/>
    <w:rsid w:val="00F13387"/>
    <w:rsid w:val="00F16A1D"/>
    <w:rsid w:val="00F220E2"/>
    <w:rsid w:val="00F333AB"/>
    <w:rsid w:val="00F374C2"/>
    <w:rsid w:val="00F40C41"/>
    <w:rsid w:val="00F429F5"/>
    <w:rsid w:val="00F43681"/>
    <w:rsid w:val="00F442FA"/>
    <w:rsid w:val="00F513B0"/>
    <w:rsid w:val="00F5312A"/>
    <w:rsid w:val="00F6009A"/>
    <w:rsid w:val="00F7382D"/>
    <w:rsid w:val="00F73B25"/>
    <w:rsid w:val="00F75E97"/>
    <w:rsid w:val="00F76502"/>
    <w:rsid w:val="00F770CD"/>
    <w:rsid w:val="00F77B05"/>
    <w:rsid w:val="00F82795"/>
    <w:rsid w:val="00F8326E"/>
    <w:rsid w:val="00F92E64"/>
    <w:rsid w:val="00FA0FDB"/>
    <w:rsid w:val="00FA14D2"/>
    <w:rsid w:val="00FA2202"/>
    <w:rsid w:val="00FA3800"/>
    <w:rsid w:val="00FA48A5"/>
    <w:rsid w:val="00FA57C2"/>
    <w:rsid w:val="00FA5C57"/>
    <w:rsid w:val="00FA6C92"/>
    <w:rsid w:val="00FB4C0E"/>
    <w:rsid w:val="00FB59CC"/>
    <w:rsid w:val="00FB6E10"/>
    <w:rsid w:val="00FC0DC4"/>
    <w:rsid w:val="00FC12BF"/>
    <w:rsid w:val="00FC2780"/>
    <w:rsid w:val="00FC4244"/>
    <w:rsid w:val="00FC4A82"/>
    <w:rsid w:val="00FC52C3"/>
    <w:rsid w:val="00FC7889"/>
    <w:rsid w:val="00FD3A4C"/>
    <w:rsid w:val="00FD525B"/>
    <w:rsid w:val="00FD53FF"/>
    <w:rsid w:val="00FD7F26"/>
    <w:rsid w:val="00FE0D90"/>
    <w:rsid w:val="00FE3C8F"/>
    <w:rsid w:val="00FE564D"/>
    <w:rsid w:val="00FE6C06"/>
    <w:rsid w:val="00FF686A"/>
    <w:rsid w:val="00FF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70E67"/>
    <w:pPr>
      <w:spacing w:after="80"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1B77"/>
    <w:pPr>
      <w:keepNext/>
      <w:keepLines/>
      <w:spacing w:before="120" w:after="240"/>
      <w:ind w:firstLine="0"/>
      <w:jc w:val="center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1B77"/>
    <w:pPr>
      <w:keepNext/>
      <w:keepLines/>
      <w:numPr>
        <w:numId w:val="13"/>
      </w:numPr>
      <w:spacing w:before="120" w:after="240"/>
      <w:ind w:left="0" w:firstLine="709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1B77"/>
    <w:pPr>
      <w:keepNext/>
      <w:numPr>
        <w:numId w:val="14"/>
      </w:numPr>
      <w:tabs>
        <w:tab w:val="left" w:pos="0"/>
      </w:tabs>
      <w:spacing w:before="120" w:after="240"/>
      <w:ind w:left="0" w:firstLine="709"/>
      <w:outlineLvl w:val="2"/>
    </w:pPr>
    <w:rPr>
      <w:rFonts w:eastAsia="Times New Roman"/>
      <w:b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83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1B77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F1B77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F1B77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05831"/>
    <w:rPr>
      <w:rFonts w:ascii="Cambria" w:hAnsi="Cambria" w:cs="Times New Roman"/>
      <w:b/>
      <w:bCs/>
      <w:i/>
      <w:iCs/>
      <w:color w:val="4F81BD"/>
    </w:rPr>
  </w:style>
  <w:style w:type="paragraph" w:styleId="ListParagraph">
    <w:name w:val="List Paragraph"/>
    <w:basedOn w:val="Normal"/>
    <w:uiPriority w:val="99"/>
    <w:qFormat/>
    <w:rsid w:val="00BD5726"/>
    <w:pPr>
      <w:ind w:left="720"/>
      <w:contextualSpacing/>
    </w:pPr>
  </w:style>
  <w:style w:type="paragraph" w:customStyle="1" w:styleId="a">
    <w:name w:val="Знак Знак Знак Знак Знак Знак Знак"/>
    <w:basedOn w:val="Normal"/>
    <w:uiPriority w:val="99"/>
    <w:rsid w:val="003B61A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2">
    <w:name w:val="Основной текст с отступом 22"/>
    <w:basedOn w:val="Normal"/>
    <w:uiPriority w:val="99"/>
    <w:rsid w:val="00FF686A"/>
    <w:pPr>
      <w:spacing w:after="120" w:line="48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WW8Num2z0">
    <w:name w:val="WW8Num2z0"/>
    <w:uiPriority w:val="99"/>
    <w:rsid w:val="00D1035A"/>
    <w:rPr>
      <w:rFonts w:ascii="Symbol" w:hAnsi="Symbol"/>
    </w:rPr>
  </w:style>
  <w:style w:type="paragraph" w:customStyle="1" w:styleId="a0">
    <w:name w:val="Содержимое таблицы"/>
    <w:basedOn w:val="Normal"/>
    <w:uiPriority w:val="99"/>
    <w:rsid w:val="00FC12BF"/>
    <w:pPr>
      <w:suppressLineNumbers/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Title">
    <w:name w:val="Title"/>
    <w:aliases w:val="Подраздел"/>
    <w:basedOn w:val="Normal"/>
    <w:next w:val="Subtitle"/>
    <w:link w:val="TitleChar"/>
    <w:uiPriority w:val="99"/>
    <w:qFormat/>
    <w:rsid w:val="008E7716"/>
    <w:pPr>
      <w:spacing w:after="0" w:line="240" w:lineRule="auto"/>
      <w:jc w:val="center"/>
    </w:pPr>
    <w:rPr>
      <w:rFonts w:eastAsia="Times New Roman"/>
      <w:b/>
      <w:szCs w:val="20"/>
      <w:lang w:eastAsia="ar-SA"/>
    </w:rPr>
  </w:style>
  <w:style w:type="character" w:customStyle="1" w:styleId="TitleChar">
    <w:name w:val="Title Char"/>
    <w:aliases w:val="Подраздел Char"/>
    <w:basedOn w:val="DefaultParagraphFont"/>
    <w:link w:val="Title"/>
    <w:uiPriority w:val="99"/>
    <w:locked/>
    <w:rsid w:val="008E7716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8E7716"/>
    <w:pPr>
      <w:tabs>
        <w:tab w:val="left" w:pos="0"/>
      </w:tabs>
      <w:spacing w:after="0" w:line="240" w:lineRule="auto"/>
      <w:ind w:right="-2"/>
    </w:pPr>
    <w:rPr>
      <w:rFonts w:eastAsia="Times New Roman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E7716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32">
    <w:name w:val="Основной текст с отступом 32"/>
    <w:basedOn w:val="Normal"/>
    <w:uiPriority w:val="99"/>
    <w:rsid w:val="008E7716"/>
    <w:pPr>
      <w:spacing w:after="120" w:line="240" w:lineRule="auto"/>
      <w:ind w:left="283"/>
    </w:pPr>
    <w:rPr>
      <w:rFonts w:eastAsia="Times New Roman"/>
      <w:sz w:val="16"/>
      <w:szCs w:val="16"/>
      <w:lang w:eastAsia="ar-SA"/>
    </w:rPr>
  </w:style>
  <w:style w:type="paragraph" w:customStyle="1" w:styleId="220">
    <w:name w:val="Основной текст 22"/>
    <w:basedOn w:val="Normal"/>
    <w:uiPriority w:val="99"/>
    <w:rsid w:val="008E7716"/>
    <w:pPr>
      <w:spacing w:after="120" w:line="480" w:lineRule="auto"/>
    </w:pPr>
    <w:rPr>
      <w:rFonts w:eastAsia="Times New Roman"/>
      <w:sz w:val="20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8E7716"/>
    <w:pPr>
      <w:numPr>
        <w:ilvl w:val="1"/>
      </w:numPr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E771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NoSpacing">
    <w:name w:val="No Spacing"/>
    <w:uiPriority w:val="99"/>
    <w:qFormat/>
    <w:rsid w:val="00424A05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8A405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8A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2A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A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A2ABC"/>
    <w:rPr>
      <w:rFonts w:cs="Times New Roman"/>
    </w:rPr>
  </w:style>
  <w:style w:type="table" w:styleId="TableGrid">
    <w:name w:val="Table Grid"/>
    <w:basedOn w:val="TableNormal"/>
    <w:uiPriority w:val="99"/>
    <w:rsid w:val="00DB13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7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3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9609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9609B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D34C05"/>
    <w:pPr>
      <w:outlineLvl w:val="9"/>
    </w:pPr>
  </w:style>
  <w:style w:type="paragraph" w:styleId="TOC3">
    <w:name w:val="toc 3"/>
    <w:basedOn w:val="Normal"/>
    <w:next w:val="Normal"/>
    <w:autoRedefine/>
    <w:uiPriority w:val="99"/>
    <w:rsid w:val="00225527"/>
    <w:pPr>
      <w:tabs>
        <w:tab w:val="right" w:leader="dot" w:pos="9344"/>
        <w:tab w:val="left" w:pos="9645"/>
      </w:tabs>
      <w:spacing w:after="100"/>
    </w:pPr>
  </w:style>
  <w:style w:type="paragraph" w:styleId="TOC1">
    <w:name w:val="toc 1"/>
    <w:basedOn w:val="Normal"/>
    <w:next w:val="Normal"/>
    <w:autoRedefine/>
    <w:uiPriority w:val="99"/>
    <w:rsid w:val="00D34C05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BD5611"/>
    <w:pPr>
      <w:tabs>
        <w:tab w:val="right" w:leader="dot" w:pos="9344"/>
      </w:tabs>
      <w:spacing w:after="100"/>
      <w:ind w:left="220"/>
    </w:pPr>
    <w:rPr>
      <w:rFonts w:eastAsia="Times New Roman"/>
    </w:rPr>
  </w:style>
  <w:style w:type="paragraph" w:styleId="BodyTextIndent3">
    <w:name w:val="Body Text Indent 3"/>
    <w:basedOn w:val="Normal"/>
    <w:link w:val="BodyTextIndent3Char"/>
    <w:uiPriority w:val="99"/>
    <w:rsid w:val="0087474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74748"/>
    <w:rPr>
      <w:rFonts w:ascii="Times New Roman" w:hAnsi="Times New Roman" w:cs="Times New Roman"/>
      <w:sz w:val="16"/>
      <w:szCs w:val="16"/>
    </w:rPr>
  </w:style>
  <w:style w:type="paragraph" w:customStyle="1" w:styleId="1">
    <w:name w:val="Абзац списка1"/>
    <w:basedOn w:val="Normal"/>
    <w:uiPriority w:val="99"/>
    <w:rsid w:val="00491951"/>
    <w:pPr>
      <w:numPr>
        <w:numId w:val="15"/>
      </w:numPr>
      <w:spacing w:after="0" w:line="240" w:lineRule="auto"/>
      <w:ind w:left="1080"/>
      <w:contextualSpacing/>
    </w:pPr>
    <w:rPr>
      <w:rFonts w:eastAsia="Times New Roman"/>
      <w:szCs w:val="28"/>
      <w:lang w:eastAsia="ru-RU"/>
    </w:rPr>
  </w:style>
  <w:style w:type="character" w:styleId="SubtleEmphasis">
    <w:name w:val="Subtle Emphasis"/>
    <w:basedOn w:val="DefaultParagraphFont"/>
    <w:uiPriority w:val="99"/>
    <w:qFormat/>
    <w:rsid w:val="00C76A5E"/>
    <w:rPr>
      <w:rFonts w:cs="Times New Roman"/>
      <w:i/>
      <w:iCs/>
      <w:color w:val="808080"/>
    </w:rPr>
  </w:style>
  <w:style w:type="paragraph" w:customStyle="1" w:styleId="ConsPlusNormal">
    <w:name w:val="ConsPlusNormal"/>
    <w:uiPriority w:val="99"/>
    <w:rsid w:val="00E633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1">
    <w:name w:val="ТЕКСТ"/>
    <w:basedOn w:val="Normal"/>
    <w:link w:val="a2"/>
    <w:uiPriority w:val="99"/>
    <w:rsid w:val="005F0B7A"/>
    <w:pPr>
      <w:spacing w:before="100" w:beforeAutospacing="1" w:after="100" w:afterAutospacing="1"/>
      <w:ind w:left="2126" w:firstLine="851"/>
    </w:pPr>
    <w:rPr>
      <w:rFonts w:ascii="Arial" w:hAnsi="Arial" w:cs="Arial"/>
      <w:sz w:val="24"/>
      <w:szCs w:val="28"/>
    </w:rPr>
  </w:style>
  <w:style w:type="character" w:customStyle="1" w:styleId="a2">
    <w:name w:val="ТЕКСТ Знак"/>
    <w:basedOn w:val="DefaultParagraphFont"/>
    <w:link w:val="a1"/>
    <w:uiPriority w:val="99"/>
    <w:locked/>
    <w:rsid w:val="005F0B7A"/>
    <w:rPr>
      <w:rFonts w:ascii="Arial" w:hAnsi="Arial" w:cs="Arial"/>
      <w:sz w:val="28"/>
      <w:szCs w:val="28"/>
    </w:rPr>
  </w:style>
  <w:style w:type="paragraph" w:customStyle="1" w:styleId="a3">
    <w:name w:val="Прижатый влево"/>
    <w:basedOn w:val="Normal"/>
    <w:next w:val="Normal"/>
    <w:uiPriority w:val="99"/>
    <w:rsid w:val="005F0B7A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SimSu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2588</TotalTime>
  <Pages>33</Pages>
  <Words>6011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Восток-С2</dc:creator>
  <cp:keywords/>
  <dc:description/>
  <cp:lastModifiedBy>ЭЛЬДОРАДО</cp:lastModifiedBy>
  <cp:revision>58</cp:revision>
  <cp:lastPrinted>2016-01-20T07:53:00Z</cp:lastPrinted>
  <dcterms:created xsi:type="dcterms:W3CDTF">2014-05-27T06:41:00Z</dcterms:created>
  <dcterms:modified xsi:type="dcterms:W3CDTF">2016-01-20T07:54:00Z</dcterms:modified>
</cp:coreProperties>
</file>